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95"/>
      </w:tblGrid>
      <w:tr w:rsidR="00D65C6A" w:rsidRPr="003F4687" w:rsidTr="005A332C">
        <w:trPr>
          <w:trHeight w:val="1144"/>
        </w:trPr>
        <w:tc>
          <w:tcPr>
            <w:tcW w:w="8795" w:type="dxa"/>
          </w:tcPr>
          <w:p w:rsidR="001A2F2F" w:rsidRPr="003F4687" w:rsidRDefault="001A2F2F" w:rsidP="008945E6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 xml:space="preserve">Have </w:t>
            </w:r>
            <w:r w:rsidR="00683EDD">
              <w:rPr>
                <w:rFonts w:ascii="Verdana" w:hAnsi="Verdana"/>
                <w:sz w:val="22"/>
              </w:rPr>
              <w:t>Chrome</w:t>
            </w:r>
            <w:r w:rsidR="003F4687" w:rsidRPr="003F4687">
              <w:rPr>
                <w:rFonts w:ascii="Verdana" w:hAnsi="Verdana"/>
                <w:sz w:val="22"/>
              </w:rPr>
              <w:t xml:space="preserve"> </w:t>
            </w:r>
            <w:r w:rsidR="00683EDD">
              <w:rPr>
                <w:rFonts w:ascii="Verdana" w:hAnsi="Verdana"/>
                <w:sz w:val="22"/>
              </w:rPr>
              <w:t>(</w:t>
            </w:r>
            <w:r w:rsidR="003F4687" w:rsidRPr="003F4687">
              <w:rPr>
                <w:rFonts w:ascii="Verdana" w:hAnsi="Verdana"/>
                <w:sz w:val="22"/>
              </w:rPr>
              <w:t xml:space="preserve">MSIE </w:t>
            </w:r>
            <w:r w:rsidR="00DE1414" w:rsidRPr="003F4687">
              <w:rPr>
                <w:rFonts w:ascii="Verdana" w:hAnsi="Verdana"/>
                <w:sz w:val="22"/>
              </w:rPr>
              <w:t>or Firefox</w:t>
            </w:r>
            <w:r w:rsidR="00683EDD">
              <w:rPr>
                <w:rFonts w:ascii="Verdana" w:hAnsi="Verdana"/>
                <w:sz w:val="22"/>
              </w:rPr>
              <w:t>)</w:t>
            </w:r>
            <w:r w:rsidRPr="003F4687">
              <w:rPr>
                <w:rFonts w:ascii="Verdana" w:hAnsi="Verdana"/>
                <w:sz w:val="22"/>
              </w:rPr>
              <w:t xml:space="preserve"> Ready</w:t>
            </w:r>
          </w:p>
          <w:p w:rsidR="00C17FF3" w:rsidRPr="003F4687" w:rsidRDefault="003F4687" w:rsidP="003F4687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>Web B</w:t>
            </w:r>
            <w:r w:rsidR="00D65C6A" w:rsidRPr="003F4687">
              <w:rPr>
                <w:rFonts w:ascii="Verdana" w:hAnsi="Verdana"/>
                <w:sz w:val="22"/>
              </w:rPr>
              <w:t>rowser should be</w:t>
            </w:r>
            <w:r w:rsidR="00A26892" w:rsidRPr="003F4687">
              <w:rPr>
                <w:rFonts w:ascii="Verdana" w:hAnsi="Verdana"/>
                <w:sz w:val="22"/>
              </w:rPr>
              <w:t xml:space="preserve"> open to Google </w:t>
            </w:r>
          </w:p>
        </w:tc>
      </w:tr>
    </w:tbl>
    <w:p w:rsidR="00E10256" w:rsidRPr="003F4687" w:rsidRDefault="00D87693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>Hi</w:t>
      </w:r>
      <w:r w:rsidR="00E10256" w:rsidRPr="003F4687">
        <w:rPr>
          <w:rFonts w:ascii="Verdana" w:hAnsi="Verdana"/>
          <w:sz w:val="24"/>
        </w:rPr>
        <w:t xml:space="preserve"> I’m</w:t>
      </w:r>
      <w:r w:rsidRPr="003F4687">
        <w:rPr>
          <w:rFonts w:ascii="Verdana" w:hAnsi="Verdana"/>
          <w:sz w:val="24"/>
        </w:rPr>
        <w:t xml:space="preserve"> </w:t>
      </w:r>
      <w:r w:rsidR="005F4489" w:rsidRPr="003F4687">
        <w:rPr>
          <w:rFonts w:ascii="Verdana" w:hAnsi="Verdana"/>
          <w:sz w:val="24"/>
        </w:rPr>
        <w:t>Bruce</w:t>
      </w:r>
    </w:p>
    <w:p w:rsidR="00D87693" w:rsidRPr="003F4687" w:rsidRDefault="00D87693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 xml:space="preserve">We’re </w:t>
      </w:r>
      <w:r w:rsidR="00D062D2" w:rsidRPr="003F4687">
        <w:rPr>
          <w:rFonts w:ascii="Verdana" w:hAnsi="Verdana"/>
          <w:sz w:val="24"/>
        </w:rPr>
        <w:t xml:space="preserve">asking people to try using </w:t>
      </w:r>
      <w:r w:rsidRPr="003F4687">
        <w:rPr>
          <w:rFonts w:ascii="Verdana" w:hAnsi="Verdana"/>
          <w:sz w:val="24"/>
        </w:rPr>
        <w:t xml:space="preserve">a </w:t>
      </w:r>
      <w:r w:rsidR="00D062D2" w:rsidRPr="003F4687">
        <w:rPr>
          <w:rFonts w:ascii="Verdana" w:hAnsi="Verdana"/>
          <w:sz w:val="24"/>
        </w:rPr>
        <w:t>W</w:t>
      </w:r>
      <w:r w:rsidR="00701B24" w:rsidRPr="003F4687">
        <w:rPr>
          <w:rFonts w:ascii="Verdana" w:hAnsi="Verdana"/>
          <w:sz w:val="24"/>
        </w:rPr>
        <w:t>eb</w:t>
      </w:r>
      <w:r w:rsidRPr="003F4687">
        <w:rPr>
          <w:rFonts w:ascii="Verdana" w:hAnsi="Verdana"/>
          <w:sz w:val="24"/>
        </w:rPr>
        <w:t xml:space="preserve">site that we’re </w:t>
      </w:r>
      <w:r w:rsidR="00E10256" w:rsidRPr="003F4687">
        <w:rPr>
          <w:rFonts w:ascii="Verdana" w:hAnsi="Verdana"/>
          <w:sz w:val="24"/>
        </w:rPr>
        <w:t>redoing</w:t>
      </w:r>
      <w:r w:rsidRPr="003F4687">
        <w:rPr>
          <w:rFonts w:ascii="Verdana" w:hAnsi="Verdana"/>
          <w:sz w:val="24"/>
        </w:rPr>
        <w:t xml:space="preserve"> </w:t>
      </w:r>
      <w:r w:rsidR="00D062D2" w:rsidRPr="003F4687">
        <w:rPr>
          <w:rFonts w:ascii="Verdana" w:hAnsi="Verdana"/>
          <w:sz w:val="24"/>
        </w:rPr>
        <w:t>so we can</w:t>
      </w:r>
      <w:r w:rsidRPr="003F4687">
        <w:rPr>
          <w:rFonts w:ascii="Verdana" w:hAnsi="Verdana"/>
          <w:sz w:val="24"/>
        </w:rPr>
        <w:t xml:space="preserve"> see </w:t>
      </w:r>
      <w:r w:rsidR="00880605" w:rsidRPr="003F4687">
        <w:rPr>
          <w:rFonts w:ascii="Verdana" w:hAnsi="Verdana"/>
          <w:sz w:val="24"/>
        </w:rPr>
        <w:t>whether it works</w:t>
      </w:r>
      <w:r w:rsidR="00204CC1" w:rsidRPr="003F4687">
        <w:rPr>
          <w:rFonts w:ascii="Verdana" w:hAnsi="Verdana"/>
          <w:sz w:val="24"/>
        </w:rPr>
        <w:t>.</w:t>
      </w:r>
      <w:r w:rsidR="00015946" w:rsidRPr="003F4687">
        <w:rPr>
          <w:rFonts w:ascii="Verdana" w:hAnsi="Verdana"/>
          <w:sz w:val="24"/>
        </w:rPr>
        <w:t xml:space="preserve"> The s</w:t>
      </w:r>
      <w:r w:rsidR="00A66E8F" w:rsidRPr="003F4687">
        <w:rPr>
          <w:rFonts w:ascii="Verdana" w:hAnsi="Verdana"/>
          <w:sz w:val="24"/>
        </w:rPr>
        <w:t xml:space="preserve">ession should take </w:t>
      </w:r>
      <w:r w:rsidR="00272EBC" w:rsidRPr="003F4687">
        <w:rPr>
          <w:rFonts w:ascii="Verdana" w:hAnsi="Verdana"/>
          <w:sz w:val="24"/>
        </w:rPr>
        <w:t>about</w:t>
      </w:r>
      <w:r w:rsidR="00272EBC" w:rsidRPr="003F4687">
        <w:rPr>
          <w:rFonts w:ascii="Verdana" w:hAnsi="Verdana"/>
          <w:b/>
          <w:sz w:val="24"/>
        </w:rPr>
        <w:t xml:space="preserve"> 10</w:t>
      </w:r>
      <w:r w:rsidR="005F4489" w:rsidRPr="003F4687">
        <w:rPr>
          <w:rFonts w:ascii="Verdana" w:hAnsi="Verdana"/>
          <w:b/>
          <w:sz w:val="24"/>
        </w:rPr>
        <w:t xml:space="preserve"> minutes</w:t>
      </w:r>
      <w:r w:rsidR="00015946" w:rsidRPr="003F4687">
        <w:rPr>
          <w:rFonts w:ascii="Verdana" w:hAnsi="Verdana"/>
          <w:sz w:val="24"/>
        </w:rPr>
        <w:t>.</w:t>
      </w:r>
    </w:p>
    <w:p w:rsidR="00D87693" w:rsidRPr="003F4687" w:rsidRDefault="00E10256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b/>
          <w:sz w:val="24"/>
        </w:rPr>
        <w:t>We are</w:t>
      </w:r>
      <w:r w:rsidR="00D87693" w:rsidRPr="003F4687">
        <w:rPr>
          <w:rFonts w:ascii="Verdana" w:hAnsi="Verdana"/>
          <w:b/>
          <w:sz w:val="24"/>
        </w:rPr>
        <w:t xml:space="preserve"> testing the site, not you</w:t>
      </w:r>
      <w:r w:rsidR="00D87693" w:rsidRPr="003F4687">
        <w:rPr>
          <w:rFonts w:ascii="Verdana" w:hAnsi="Verdana"/>
          <w:sz w:val="24"/>
        </w:rPr>
        <w:t xml:space="preserve">. </w:t>
      </w:r>
      <w:r w:rsidR="00204CC1" w:rsidRPr="003F4687">
        <w:rPr>
          <w:rFonts w:ascii="Verdana" w:hAnsi="Verdana"/>
          <w:b/>
          <w:sz w:val="24"/>
        </w:rPr>
        <w:t xml:space="preserve">You </w:t>
      </w:r>
      <w:r w:rsidR="00880605" w:rsidRPr="003F4687">
        <w:rPr>
          <w:rFonts w:ascii="Verdana" w:hAnsi="Verdana"/>
          <w:b/>
          <w:sz w:val="24"/>
        </w:rPr>
        <w:t>can’t do anything wrong here</w:t>
      </w:r>
      <w:r w:rsidR="00880605" w:rsidRPr="003F4687">
        <w:rPr>
          <w:rFonts w:ascii="Verdana" w:hAnsi="Verdana"/>
          <w:sz w:val="24"/>
        </w:rPr>
        <w:t xml:space="preserve">. </w:t>
      </w:r>
    </w:p>
    <w:p w:rsidR="00E10256" w:rsidRPr="003F4687" w:rsidRDefault="00E10256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>When using the</w:t>
      </w:r>
      <w:r w:rsidR="00F90CB7" w:rsidRPr="003F4687">
        <w:rPr>
          <w:rFonts w:ascii="Verdana" w:hAnsi="Verdana"/>
          <w:sz w:val="24"/>
        </w:rPr>
        <w:t xml:space="preserve"> site,</w:t>
      </w:r>
      <w:r w:rsidR="00D87693" w:rsidRPr="003F4687">
        <w:rPr>
          <w:rFonts w:ascii="Verdana" w:hAnsi="Verdana"/>
          <w:sz w:val="24"/>
        </w:rPr>
        <w:t xml:space="preserve"> </w:t>
      </w:r>
      <w:r w:rsidR="00D87693" w:rsidRPr="003F4687">
        <w:rPr>
          <w:rFonts w:ascii="Verdana" w:hAnsi="Verdana"/>
          <w:b/>
          <w:sz w:val="24"/>
        </w:rPr>
        <w:t>I’m going to ask you as much as possible to</w:t>
      </w:r>
      <w:r w:rsidR="00F90CB7" w:rsidRPr="003F4687">
        <w:rPr>
          <w:rFonts w:ascii="Verdana" w:hAnsi="Verdana"/>
          <w:b/>
          <w:sz w:val="24"/>
        </w:rPr>
        <w:t xml:space="preserve"> try to</w:t>
      </w:r>
      <w:r w:rsidR="00D87693" w:rsidRPr="003F4687">
        <w:rPr>
          <w:rFonts w:ascii="Verdana" w:hAnsi="Verdana"/>
          <w:b/>
          <w:sz w:val="24"/>
        </w:rPr>
        <w:t xml:space="preserve"> think out loud</w:t>
      </w:r>
      <w:r w:rsidR="00F90CB7" w:rsidRPr="003F4687">
        <w:rPr>
          <w:rFonts w:ascii="Verdana" w:hAnsi="Verdana"/>
          <w:b/>
          <w:sz w:val="24"/>
        </w:rPr>
        <w:t>:</w:t>
      </w:r>
      <w:r w:rsidR="00D87693" w:rsidRPr="003F4687">
        <w:rPr>
          <w:rFonts w:ascii="Verdana" w:hAnsi="Verdana"/>
          <w:b/>
          <w:sz w:val="24"/>
        </w:rPr>
        <w:t xml:space="preserve"> </w:t>
      </w:r>
      <w:r w:rsidR="00F90CB7" w:rsidRPr="003F4687">
        <w:rPr>
          <w:rFonts w:ascii="Verdana" w:hAnsi="Verdana"/>
          <w:b/>
          <w:sz w:val="24"/>
        </w:rPr>
        <w:t>to say what you’re looking at, what you’re trying to do, and what you’re thinking</w:t>
      </w:r>
      <w:r w:rsidR="00272EBC" w:rsidRPr="003F4687">
        <w:rPr>
          <w:rFonts w:ascii="Verdana" w:hAnsi="Verdana"/>
          <w:b/>
          <w:sz w:val="24"/>
        </w:rPr>
        <w:t xml:space="preserve"> about the Site</w:t>
      </w:r>
      <w:r w:rsidR="00D87693" w:rsidRPr="003F4687">
        <w:rPr>
          <w:rFonts w:ascii="Verdana" w:hAnsi="Verdana"/>
          <w:b/>
          <w:sz w:val="24"/>
        </w:rPr>
        <w:t xml:space="preserve">. </w:t>
      </w:r>
    </w:p>
    <w:p w:rsidR="00880605" w:rsidRPr="003F4687" w:rsidRDefault="008672B0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b/>
          <w:sz w:val="24"/>
        </w:rPr>
        <w:t>P</w:t>
      </w:r>
      <w:r w:rsidR="00880605" w:rsidRPr="003F4687">
        <w:rPr>
          <w:rFonts w:ascii="Verdana" w:hAnsi="Verdana"/>
          <w:b/>
          <w:sz w:val="24"/>
        </w:rPr>
        <w:t>lease don’t worry that you’re going to hurt our feelings</w:t>
      </w:r>
      <w:r w:rsidR="00880605" w:rsidRPr="003F4687">
        <w:rPr>
          <w:rFonts w:ascii="Verdana" w:hAnsi="Verdana"/>
          <w:sz w:val="24"/>
        </w:rPr>
        <w:t xml:space="preserve">. We’re doing this to improve the </w:t>
      </w:r>
      <w:r w:rsidR="00701B24" w:rsidRPr="003F4687">
        <w:rPr>
          <w:rFonts w:ascii="Verdana" w:hAnsi="Verdana"/>
          <w:sz w:val="24"/>
        </w:rPr>
        <w:t>web</w:t>
      </w:r>
      <w:r w:rsidR="00880605" w:rsidRPr="003F4687">
        <w:rPr>
          <w:rFonts w:ascii="Verdana" w:hAnsi="Verdana"/>
          <w:sz w:val="24"/>
        </w:rPr>
        <w:t>site, so we need to hear your honest reactions.</w:t>
      </w:r>
      <w:r w:rsidR="00880605" w:rsidRPr="003F4687">
        <w:rPr>
          <w:rStyle w:val="FootnoteReference"/>
          <w:rFonts w:ascii="Verdana" w:hAnsi="Verdana"/>
          <w:sz w:val="28"/>
        </w:rPr>
        <w:t xml:space="preserve"> </w:t>
      </w:r>
    </w:p>
    <w:p w:rsidR="008672B0" w:rsidRPr="003F4687" w:rsidRDefault="00D87693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 xml:space="preserve">If you have </w:t>
      </w:r>
      <w:r w:rsidR="00F90CB7" w:rsidRPr="003F4687">
        <w:rPr>
          <w:rFonts w:ascii="Verdana" w:hAnsi="Verdana"/>
          <w:sz w:val="24"/>
        </w:rPr>
        <w:t xml:space="preserve">any </w:t>
      </w:r>
      <w:r w:rsidRPr="003F4687">
        <w:rPr>
          <w:rFonts w:ascii="Verdana" w:hAnsi="Verdana"/>
          <w:sz w:val="24"/>
        </w:rPr>
        <w:t>questions, just ask</w:t>
      </w:r>
      <w:r w:rsidR="00F90CB7" w:rsidRPr="003F4687">
        <w:rPr>
          <w:rFonts w:ascii="Verdana" w:hAnsi="Verdana"/>
          <w:sz w:val="24"/>
        </w:rPr>
        <w:t xml:space="preserve"> them</w:t>
      </w:r>
      <w:r w:rsidRPr="003F4687">
        <w:rPr>
          <w:rFonts w:ascii="Verdana" w:hAnsi="Verdana"/>
          <w:sz w:val="24"/>
        </w:rPr>
        <w:t xml:space="preserve">. I may not be </w:t>
      </w:r>
      <w:r w:rsidR="00272EBC" w:rsidRPr="003F4687">
        <w:rPr>
          <w:rFonts w:ascii="Verdana" w:hAnsi="Verdana"/>
          <w:sz w:val="24"/>
        </w:rPr>
        <w:t>able to answer them right away.</w:t>
      </w:r>
    </w:p>
    <w:p w:rsidR="008672B0" w:rsidRPr="003F4687" w:rsidRDefault="00272EBC" w:rsidP="00272EBC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>I’m going to ask you to sign a permission form for us</w:t>
      </w:r>
      <w:r w:rsidR="00D87693" w:rsidRPr="003F4687">
        <w:rPr>
          <w:rFonts w:ascii="Verdana" w:hAnsi="Verdana"/>
          <w:sz w:val="24"/>
        </w:rPr>
        <w:t xml:space="preserve">, we’re going to record what happens on the screen and our conversation. The recording will </w:t>
      </w:r>
      <w:r w:rsidR="00F90CB7" w:rsidRPr="003F4687">
        <w:rPr>
          <w:rFonts w:ascii="Verdana" w:hAnsi="Verdana"/>
          <w:sz w:val="24"/>
        </w:rPr>
        <w:t xml:space="preserve">only </w:t>
      </w:r>
      <w:r w:rsidR="00D87693" w:rsidRPr="003F4687">
        <w:rPr>
          <w:rFonts w:ascii="Verdana" w:hAnsi="Verdana"/>
          <w:sz w:val="24"/>
        </w:rPr>
        <w:t xml:space="preserve">be used to help us figure out how to improve the </w:t>
      </w:r>
      <w:r w:rsidR="00701B24" w:rsidRPr="003F4687">
        <w:rPr>
          <w:rFonts w:ascii="Verdana" w:hAnsi="Verdana"/>
          <w:sz w:val="24"/>
        </w:rPr>
        <w:t>web</w:t>
      </w:r>
      <w:r w:rsidR="00D87693" w:rsidRPr="003F4687">
        <w:rPr>
          <w:rFonts w:ascii="Verdana" w:hAnsi="Verdana"/>
          <w:sz w:val="24"/>
        </w:rPr>
        <w:t xml:space="preserve">site, and it won’t be seen by anyone </w:t>
      </w:r>
      <w:r w:rsidR="00204CC1" w:rsidRPr="003F4687">
        <w:rPr>
          <w:rFonts w:ascii="Verdana" w:hAnsi="Verdana"/>
          <w:sz w:val="24"/>
        </w:rPr>
        <w:t xml:space="preserve">except the people working on </w:t>
      </w:r>
      <w:r w:rsidR="00701B24" w:rsidRPr="003F4687">
        <w:rPr>
          <w:rFonts w:ascii="Verdana" w:hAnsi="Verdana"/>
          <w:sz w:val="24"/>
        </w:rPr>
        <w:t>the website</w:t>
      </w:r>
      <w:r w:rsidR="00D87693" w:rsidRPr="003F4687">
        <w:rPr>
          <w:rFonts w:ascii="Verdana" w:hAnsi="Verdana"/>
          <w:sz w:val="24"/>
        </w:rPr>
        <w:t xml:space="preserve">. </w:t>
      </w:r>
    </w:p>
    <w:p w:rsidR="009A4201" w:rsidRPr="003F4687" w:rsidRDefault="009A4201" w:rsidP="003C7F98">
      <w:pPr>
        <w:spacing w:after="0" w:line="240" w:lineRule="auto"/>
        <w:ind w:left="0" w:right="0" w:firstLine="630"/>
        <w:rPr>
          <w:rFonts w:ascii="Verdana" w:hAnsi="Verdana"/>
          <w:sz w:val="24"/>
          <w:szCs w:val="20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5"/>
      </w:tblGrid>
      <w:tr w:rsidR="00CE2C70" w:rsidRPr="003F4687" w:rsidTr="006A17B5">
        <w:trPr>
          <w:trHeight w:val="890"/>
        </w:trPr>
        <w:tc>
          <w:tcPr>
            <w:tcW w:w="7625" w:type="dxa"/>
          </w:tcPr>
          <w:p w:rsidR="00D96689" w:rsidRPr="003F4687" w:rsidRDefault="00CF48BD" w:rsidP="00CE2C70">
            <w:pPr>
              <w:pStyle w:val="Testscriptchecklist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Give them the </w:t>
            </w:r>
            <w:r w:rsidR="00D96689" w:rsidRPr="003F4687">
              <w:rPr>
                <w:rFonts w:ascii="Verdana" w:hAnsi="Verdana"/>
                <w:sz w:val="22"/>
              </w:rPr>
              <w:t xml:space="preserve">permission form and a pen </w:t>
            </w:r>
          </w:p>
          <w:p w:rsidR="00CE2C70" w:rsidRPr="003F4687" w:rsidRDefault="00CE2C70" w:rsidP="00CE2C70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>While they sign it, START the SCREEN RECORDER</w:t>
            </w:r>
          </w:p>
        </w:tc>
      </w:tr>
    </w:tbl>
    <w:p w:rsidR="00AC654D" w:rsidRPr="003F4687" w:rsidRDefault="00AC654D" w:rsidP="005F4489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 xml:space="preserve">OK. </w:t>
      </w:r>
      <w:r w:rsidR="00D87693" w:rsidRPr="003F4687">
        <w:rPr>
          <w:rFonts w:ascii="Verdana" w:hAnsi="Verdana"/>
          <w:sz w:val="24"/>
        </w:rPr>
        <w:t xml:space="preserve">I’d like to ask </w:t>
      </w:r>
      <w:r w:rsidR="00CF48BD">
        <w:rPr>
          <w:rFonts w:ascii="Verdana" w:hAnsi="Verdana"/>
          <w:sz w:val="24"/>
        </w:rPr>
        <w:t>you just a few quick questions before we look at the site.</w:t>
      </w:r>
    </w:p>
    <w:p w:rsidR="007F1171" w:rsidRPr="003F4687" w:rsidRDefault="00A66E8F" w:rsidP="005F4489">
      <w:pPr>
        <w:pStyle w:val="Testscript"/>
        <w:numPr>
          <w:ilvl w:val="0"/>
          <w:numId w:val="38"/>
        </w:numPr>
        <w:rPr>
          <w:rFonts w:ascii="Verdana" w:hAnsi="Verdana"/>
          <w:b/>
          <w:sz w:val="24"/>
        </w:rPr>
      </w:pPr>
      <w:r w:rsidRPr="003F4687">
        <w:rPr>
          <w:rFonts w:ascii="Verdana" w:hAnsi="Verdana"/>
          <w:b/>
          <w:sz w:val="24"/>
        </w:rPr>
        <w:t>How often to do browse on the Web each week</w:t>
      </w:r>
      <w:r w:rsidR="0003118D" w:rsidRPr="003F4687">
        <w:rPr>
          <w:rFonts w:ascii="Verdana" w:hAnsi="Verdana"/>
          <w:b/>
          <w:sz w:val="24"/>
        </w:rPr>
        <w:t>?</w:t>
      </w:r>
    </w:p>
    <w:p w:rsidR="00A66E8F" w:rsidRPr="003F4687" w:rsidRDefault="00A66E8F" w:rsidP="005F4489">
      <w:pPr>
        <w:pStyle w:val="Testscript"/>
        <w:numPr>
          <w:ilvl w:val="0"/>
          <w:numId w:val="38"/>
        </w:numPr>
        <w:rPr>
          <w:rFonts w:ascii="Verdana" w:hAnsi="Verdana"/>
          <w:b/>
          <w:sz w:val="24"/>
        </w:rPr>
      </w:pPr>
      <w:r w:rsidRPr="003F4687">
        <w:rPr>
          <w:rFonts w:ascii="Verdana" w:hAnsi="Verdana"/>
          <w:b/>
          <w:sz w:val="24"/>
        </w:rPr>
        <w:t>What device</w:t>
      </w:r>
      <w:r w:rsidR="001B6CF6" w:rsidRPr="003F4687">
        <w:rPr>
          <w:rFonts w:ascii="Verdana" w:hAnsi="Verdana"/>
          <w:b/>
          <w:sz w:val="24"/>
        </w:rPr>
        <w:t>s</w:t>
      </w:r>
      <w:r w:rsidRPr="003F4687">
        <w:rPr>
          <w:rFonts w:ascii="Verdana" w:hAnsi="Verdana"/>
          <w:b/>
          <w:sz w:val="24"/>
        </w:rPr>
        <w:t xml:space="preserve"> do you use?</w:t>
      </w:r>
    </w:p>
    <w:p w:rsidR="005F4489" w:rsidRPr="003F4687" w:rsidRDefault="005F4489" w:rsidP="005F4489">
      <w:pPr>
        <w:pStyle w:val="Testscript"/>
        <w:rPr>
          <w:rFonts w:ascii="Verdana" w:hAnsi="Verdana"/>
          <w:sz w:val="24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4"/>
      </w:tblGrid>
      <w:tr w:rsidR="00CE2C70" w:rsidRPr="003F4687" w:rsidTr="005F4489">
        <w:trPr>
          <w:trHeight w:val="890"/>
        </w:trPr>
        <w:tc>
          <w:tcPr>
            <w:tcW w:w="8404" w:type="dxa"/>
          </w:tcPr>
          <w:p w:rsidR="00CE2C70" w:rsidRPr="003F4687" w:rsidRDefault="00CE2C70" w:rsidP="00B15DF6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lastRenderedPageBreak/>
              <w:t xml:space="preserve">Click on the </w:t>
            </w:r>
            <w:r w:rsidR="005F4489" w:rsidRPr="003F4687">
              <w:rPr>
                <w:rFonts w:ascii="Verdana" w:hAnsi="Verdana"/>
                <w:sz w:val="22"/>
              </w:rPr>
              <w:t xml:space="preserve">bookmark for </w:t>
            </w:r>
            <w:r w:rsidR="00B15DF6" w:rsidRPr="003F4687">
              <w:rPr>
                <w:rFonts w:ascii="Verdana" w:hAnsi="Verdana"/>
                <w:color w:val="FF0000"/>
                <w:sz w:val="22"/>
                <w:u w:val="single"/>
              </w:rPr>
              <w:t>nait.ca</w:t>
            </w:r>
            <w:r w:rsidR="00FB53DA" w:rsidRPr="003F4687">
              <w:rPr>
                <w:rFonts w:ascii="Verdana" w:hAnsi="Verdana"/>
                <w:color w:val="FF0000"/>
                <w:sz w:val="22"/>
                <w:u w:val="single"/>
              </w:rPr>
              <w:t>/</w:t>
            </w:r>
            <w:proofErr w:type="spellStart"/>
            <w:r w:rsidR="00FB53DA" w:rsidRPr="003F4687">
              <w:rPr>
                <w:rFonts w:ascii="Verdana" w:hAnsi="Verdana"/>
                <w:color w:val="FF0000"/>
                <w:sz w:val="22"/>
                <w:u w:val="single"/>
              </w:rPr>
              <w:t>ctc</w:t>
            </w:r>
            <w:proofErr w:type="spellEnd"/>
          </w:p>
        </w:tc>
      </w:tr>
    </w:tbl>
    <w:p w:rsidR="00D87693" w:rsidRPr="003F4687" w:rsidRDefault="00D87693" w:rsidP="006A17B5">
      <w:pPr>
        <w:pStyle w:val="Testscript"/>
        <w:spacing w:before="360"/>
        <w:ind w:left="634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 xml:space="preserve">First, I’m going to ask you to look at this page and tell me what you </w:t>
      </w:r>
      <w:r w:rsidR="00415520" w:rsidRPr="003F4687">
        <w:rPr>
          <w:rFonts w:ascii="Verdana" w:hAnsi="Verdana"/>
          <w:sz w:val="24"/>
        </w:rPr>
        <w:t xml:space="preserve">make of it: what </w:t>
      </w:r>
      <w:r w:rsidRPr="003F4687">
        <w:rPr>
          <w:rFonts w:ascii="Verdana" w:hAnsi="Verdana"/>
          <w:sz w:val="24"/>
        </w:rPr>
        <w:t xml:space="preserve">strikes you about it, </w:t>
      </w:r>
      <w:r w:rsidR="003A4B6A" w:rsidRPr="003F4687">
        <w:rPr>
          <w:rFonts w:ascii="Verdana" w:hAnsi="Verdana"/>
          <w:sz w:val="24"/>
        </w:rPr>
        <w:t xml:space="preserve">whose site </w:t>
      </w:r>
      <w:r w:rsidR="00415520" w:rsidRPr="003F4687">
        <w:rPr>
          <w:rFonts w:ascii="Verdana" w:hAnsi="Verdana"/>
          <w:sz w:val="24"/>
        </w:rPr>
        <w:t xml:space="preserve">you think </w:t>
      </w:r>
      <w:r w:rsidR="003A4B6A" w:rsidRPr="003F4687">
        <w:rPr>
          <w:rFonts w:ascii="Verdana" w:hAnsi="Verdana"/>
          <w:sz w:val="24"/>
        </w:rPr>
        <w:t>it is</w:t>
      </w:r>
      <w:r w:rsidR="00C802D6" w:rsidRPr="003F4687">
        <w:rPr>
          <w:rFonts w:ascii="Verdana" w:hAnsi="Verdana"/>
          <w:sz w:val="24"/>
        </w:rPr>
        <w:t>, what you can do here, and what it’s for. Just look around and do a little narrative.</w:t>
      </w:r>
    </w:p>
    <w:p w:rsidR="00C802D6" w:rsidRPr="003F4687" w:rsidRDefault="00C802D6" w:rsidP="00401AAE">
      <w:pPr>
        <w:pStyle w:val="Testscript"/>
        <w:rPr>
          <w:rFonts w:ascii="Verdana" w:hAnsi="Verdana"/>
          <w:sz w:val="24"/>
        </w:rPr>
      </w:pPr>
      <w:r w:rsidRPr="003F4687">
        <w:rPr>
          <w:rFonts w:ascii="Verdana" w:hAnsi="Verdana"/>
          <w:sz w:val="24"/>
        </w:rPr>
        <w:t>You can scroll if you want to, but don’t click on anything yet.</w:t>
      </w:r>
    </w:p>
    <w:p w:rsidR="00CE2C70" w:rsidRPr="003F4687" w:rsidRDefault="00CE2C70" w:rsidP="006A17B5">
      <w:pPr>
        <w:pStyle w:val="Testscript"/>
        <w:spacing w:before="120"/>
        <w:ind w:left="634"/>
        <w:rPr>
          <w:rFonts w:ascii="Verdana" w:hAnsi="Verdana"/>
          <w:sz w:val="24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6"/>
      </w:tblGrid>
      <w:tr w:rsidR="00CE2C70" w:rsidRPr="003F4687" w:rsidTr="005F4489">
        <w:trPr>
          <w:trHeight w:val="890"/>
        </w:trPr>
        <w:tc>
          <w:tcPr>
            <w:tcW w:w="8546" w:type="dxa"/>
          </w:tcPr>
          <w:p w:rsidR="00CE2C70" w:rsidRPr="003F4687" w:rsidRDefault="00CE2C70" w:rsidP="00CE2C70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 xml:space="preserve">Allow this to continue for </w:t>
            </w:r>
            <w:r w:rsidR="008B1EFD" w:rsidRPr="003F4687">
              <w:rPr>
                <w:rFonts w:ascii="Verdana" w:hAnsi="Verdana"/>
                <w:sz w:val="22"/>
              </w:rPr>
              <w:t xml:space="preserve">two or </w:t>
            </w:r>
            <w:r w:rsidRPr="003F4687">
              <w:rPr>
                <w:rFonts w:ascii="Verdana" w:hAnsi="Verdana"/>
                <w:sz w:val="22"/>
              </w:rPr>
              <w:t>three</w:t>
            </w:r>
            <w:r w:rsidR="008B1EFD" w:rsidRPr="003F4687">
              <w:rPr>
                <w:rFonts w:ascii="Verdana" w:hAnsi="Verdana"/>
                <w:sz w:val="22"/>
              </w:rPr>
              <w:t xml:space="preserve"> </w:t>
            </w:r>
            <w:r w:rsidRPr="003F4687">
              <w:rPr>
                <w:rFonts w:ascii="Verdana" w:hAnsi="Verdana"/>
                <w:sz w:val="22"/>
              </w:rPr>
              <w:t>minutes, at most</w:t>
            </w:r>
            <w:r w:rsidR="006B1E89" w:rsidRPr="003F4687">
              <w:rPr>
                <w:rFonts w:ascii="Verdana" w:hAnsi="Verdana"/>
                <w:sz w:val="22"/>
              </w:rPr>
              <w:t>.</w:t>
            </w:r>
          </w:p>
        </w:tc>
      </w:tr>
    </w:tbl>
    <w:p w:rsidR="003F4687" w:rsidRPr="003F4687" w:rsidRDefault="003F4687" w:rsidP="003F4687">
      <w:pPr>
        <w:spacing w:after="0" w:line="240" w:lineRule="auto"/>
        <w:ind w:left="0" w:right="0"/>
        <w:rPr>
          <w:rFonts w:ascii="Verdana" w:hAnsi="Verdana"/>
          <w:sz w:val="24"/>
        </w:rPr>
      </w:pPr>
    </w:p>
    <w:p w:rsidR="00AC654D" w:rsidRPr="003F4687" w:rsidRDefault="00AC654D" w:rsidP="003F4687">
      <w:pPr>
        <w:spacing w:after="0" w:line="240" w:lineRule="auto"/>
        <w:ind w:left="630" w:right="0"/>
        <w:rPr>
          <w:rFonts w:ascii="Verdana" w:hAnsi="Verdana"/>
          <w:sz w:val="24"/>
        </w:rPr>
      </w:pPr>
      <w:r w:rsidRPr="003F4687">
        <w:rPr>
          <w:rFonts w:ascii="Verdana" w:hAnsi="Verdana"/>
          <w:b/>
          <w:sz w:val="24"/>
        </w:rPr>
        <w:t>Now I’m going to ask you to try doing some specific tasks</w:t>
      </w:r>
      <w:r w:rsidRPr="003F4687">
        <w:rPr>
          <w:rFonts w:ascii="Verdana" w:hAnsi="Verdana"/>
          <w:sz w:val="24"/>
        </w:rPr>
        <w:t xml:space="preserve">. I’m going to read each </w:t>
      </w:r>
      <w:r w:rsidR="00415520" w:rsidRPr="003F4687">
        <w:rPr>
          <w:rFonts w:ascii="Verdana" w:hAnsi="Verdana"/>
          <w:sz w:val="24"/>
        </w:rPr>
        <w:t>one</w:t>
      </w:r>
      <w:r w:rsidRPr="003F4687">
        <w:rPr>
          <w:rFonts w:ascii="Verdana" w:hAnsi="Verdana"/>
          <w:sz w:val="24"/>
        </w:rPr>
        <w:t xml:space="preserve"> out loud and give you a printed copy.</w:t>
      </w:r>
      <w:r w:rsidR="003F4687">
        <w:rPr>
          <w:rFonts w:ascii="Verdana" w:hAnsi="Verdana"/>
          <w:sz w:val="24"/>
        </w:rPr>
        <w:t xml:space="preserve"> </w:t>
      </w:r>
      <w:r w:rsidRPr="003F4687">
        <w:rPr>
          <w:rFonts w:ascii="Verdana" w:hAnsi="Verdana"/>
          <w:sz w:val="24"/>
        </w:rPr>
        <w:t xml:space="preserve">I’m </w:t>
      </w:r>
      <w:r w:rsidR="00415520" w:rsidRPr="003F4687">
        <w:rPr>
          <w:rFonts w:ascii="Verdana" w:hAnsi="Verdana"/>
          <w:sz w:val="24"/>
        </w:rPr>
        <w:t xml:space="preserve">also </w:t>
      </w:r>
      <w:r w:rsidRPr="003F4687">
        <w:rPr>
          <w:rFonts w:ascii="Verdana" w:hAnsi="Verdana"/>
          <w:sz w:val="24"/>
        </w:rPr>
        <w:t xml:space="preserve">going to ask you to </w:t>
      </w:r>
      <w:r w:rsidR="00E10256" w:rsidRPr="003F4687">
        <w:rPr>
          <w:rFonts w:ascii="Verdana" w:hAnsi="Verdana"/>
          <w:sz w:val="24"/>
        </w:rPr>
        <w:t>two</w:t>
      </w:r>
      <w:r w:rsidRPr="003F4687">
        <w:rPr>
          <w:rFonts w:ascii="Verdana" w:hAnsi="Verdana"/>
          <w:sz w:val="24"/>
        </w:rPr>
        <w:t xml:space="preserve"> tasks without using Search. </w:t>
      </w:r>
    </w:p>
    <w:p w:rsidR="00CE2C70" w:rsidRPr="003F4687" w:rsidRDefault="00CE2C70" w:rsidP="003F4687">
      <w:pPr>
        <w:pStyle w:val="Testscript"/>
        <w:spacing w:before="120"/>
        <w:rPr>
          <w:rFonts w:ascii="Verdana" w:hAnsi="Verdana"/>
          <w:sz w:val="24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6"/>
      </w:tblGrid>
      <w:tr w:rsidR="00CE2C70" w:rsidRPr="003F4687" w:rsidTr="005F4489">
        <w:trPr>
          <w:trHeight w:val="890"/>
        </w:trPr>
        <w:tc>
          <w:tcPr>
            <w:tcW w:w="8546" w:type="dxa"/>
          </w:tcPr>
          <w:p w:rsidR="00CE2C70" w:rsidRPr="00CF48BD" w:rsidRDefault="00CE2C70" w:rsidP="00CE2C70">
            <w:pPr>
              <w:pStyle w:val="Testscriptchecklist"/>
              <w:rPr>
                <w:rFonts w:ascii="Verdana" w:hAnsi="Verdana"/>
                <w:b w:val="0"/>
                <w:color w:val="000080"/>
                <w:sz w:val="22"/>
              </w:rPr>
            </w:pPr>
            <w:r w:rsidRPr="00CF48BD">
              <w:rPr>
                <w:rFonts w:ascii="Verdana" w:hAnsi="Verdana"/>
                <w:b w:val="0"/>
                <w:sz w:val="22"/>
              </w:rPr>
              <w:t>Hand</w:t>
            </w:r>
            <w:r w:rsidR="00253481" w:rsidRPr="00CF48BD">
              <w:rPr>
                <w:rFonts w:ascii="Verdana" w:hAnsi="Verdana"/>
                <w:b w:val="0"/>
                <w:sz w:val="22"/>
              </w:rPr>
              <w:t xml:space="preserve"> the</w:t>
            </w:r>
            <w:r w:rsidRPr="00CF48BD">
              <w:rPr>
                <w:rFonts w:ascii="Verdana" w:hAnsi="Verdana"/>
                <w:b w:val="0"/>
                <w:sz w:val="22"/>
              </w:rPr>
              <w:t xml:space="preserve"> participant </w:t>
            </w:r>
            <w:r w:rsidR="00253481" w:rsidRPr="00CF48BD">
              <w:rPr>
                <w:rFonts w:ascii="Verdana" w:hAnsi="Verdana"/>
                <w:b w:val="0"/>
                <w:sz w:val="22"/>
              </w:rPr>
              <w:t xml:space="preserve">the </w:t>
            </w:r>
            <w:r w:rsidR="00CF48BD" w:rsidRPr="00CF48BD">
              <w:rPr>
                <w:rFonts w:ascii="Verdana" w:hAnsi="Verdana"/>
                <w:sz w:val="22"/>
              </w:rPr>
              <w:t>1</w:t>
            </w:r>
            <w:r w:rsidR="00CF48BD" w:rsidRPr="00CF48BD">
              <w:rPr>
                <w:rFonts w:ascii="Verdana" w:hAnsi="Verdana"/>
                <w:sz w:val="22"/>
                <w:vertAlign w:val="superscript"/>
              </w:rPr>
              <w:t>st</w:t>
            </w:r>
            <w:r w:rsidR="00CF48BD" w:rsidRPr="00CF48BD">
              <w:rPr>
                <w:rFonts w:ascii="Verdana" w:hAnsi="Verdana"/>
                <w:sz w:val="22"/>
              </w:rPr>
              <w:t xml:space="preserve"> Task</w:t>
            </w:r>
            <w:r w:rsidRPr="00CF48BD">
              <w:rPr>
                <w:rFonts w:ascii="Verdana" w:hAnsi="Verdana"/>
                <w:b w:val="0"/>
                <w:sz w:val="22"/>
              </w:rPr>
              <w:t>, and read it aloud.</w:t>
            </w:r>
          </w:p>
          <w:p w:rsidR="009927E4" w:rsidRPr="00CF48BD" w:rsidRDefault="009927E4" w:rsidP="00CE2C70">
            <w:pPr>
              <w:pStyle w:val="Testscriptchecklist"/>
              <w:rPr>
                <w:rFonts w:ascii="Verdana" w:hAnsi="Verdana"/>
                <w:b w:val="0"/>
                <w:color w:val="000080"/>
                <w:sz w:val="22"/>
              </w:rPr>
            </w:pPr>
            <w:r w:rsidRPr="00CF48BD">
              <w:rPr>
                <w:rFonts w:ascii="Verdana" w:hAnsi="Verdana"/>
                <w:b w:val="0"/>
                <w:sz w:val="22"/>
              </w:rPr>
              <w:t>Allow the user to proceed until you don’t feel like it’s producing any</w:t>
            </w:r>
            <w:r w:rsidR="003F4687" w:rsidRPr="00CF48BD">
              <w:rPr>
                <w:rFonts w:ascii="Verdana" w:hAnsi="Verdana"/>
                <w:b w:val="0"/>
                <w:sz w:val="22"/>
              </w:rPr>
              <w:t xml:space="preserve"> value or the user becomes </w:t>
            </w:r>
            <w:r w:rsidRPr="00CF48BD">
              <w:rPr>
                <w:rFonts w:ascii="Verdana" w:hAnsi="Verdana"/>
                <w:b w:val="0"/>
                <w:sz w:val="22"/>
              </w:rPr>
              <w:t>frustrated.</w:t>
            </w:r>
          </w:p>
          <w:p w:rsidR="00CE2C70" w:rsidRPr="003F4687" w:rsidRDefault="00CE2C70" w:rsidP="003F4687">
            <w:pPr>
              <w:pStyle w:val="Testscriptchecklist"/>
              <w:rPr>
                <w:rFonts w:ascii="Verdana" w:hAnsi="Verdana"/>
                <w:sz w:val="22"/>
              </w:rPr>
            </w:pPr>
            <w:r w:rsidRPr="00CF48BD">
              <w:rPr>
                <w:rFonts w:ascii="Verdana" w:hAnsi="Verdana"/>
                <w:b w:val="0"/>
                <w:sz w:val="22"/>
              </w:rPr>
              <w:t xml:space="preserve">Repeat for </w:t>
            </w:r>
            <w:r w:rsidR="00E10256" w:rsidRPr="00CF48BD">
              <w:rPr>
                <w:rFonts w:ascii="Verdana" w:hAnsi="Verdana"/>
                <w:b w:val="0"/>
                <w:sz w:val="22"/>
              </w:rPr>
              <w:t xml:space="preserve">the </w:t>
            </w:r>
            <w:r w:rsidR="003F4687" w:rsidRPr="00CF48BD">
              <w:rPr>
                <w:rFonts w:ascii="Verdana" w:hAnsi="Verdana"/>
                <w:sz w:val="22"/>
              </w:rPr>
              <w:t>2</w:t>
            </w:r>
            <w:r w:rsidR="003F4687" w:rsidRPr="00CF48BD">
              <w:rPr>
                <w:rFonts w:ascii="Verdana" w:hAnsi="Verdana"/>
                <w:sz w:val="22"/>
                <w:vertAlign w:val="superscript"/>
              </w:rPr>
              <w:t>nd</w:t>
            </w:r>
            <w:r w:rsidR="003F4687" w:rsidRPr="00CF48BD">
              <w:rPr>
                <w:rFonts w:ascii="Verdana" w:hAnsi="Verdana"/>
                <w:sz w:val="22"/>
              </w:rPr>
              <w:t xml:space="preserve"> Task</w:t>
            </w:r>
            <w:r w:rsidR="003F4687" w:rsidRPr="00CF48BD">
              <w:rPr>
                <w:rFonts w:ascii="Verdana" w:hAnsi="Verdana"/>
                <w:b w:val="0"/>
                <w:sz w:val="22"/>
              </w:rPr>
              <w:t xml:space="preserve"> (Optional)</w:t>
            </w:r>
          </w:p>
        </w:tc>
      </w:tr>
    </w:tbl>
    <w:p w:rsidR="00CE2C70" w:rsidRPr="003F4687" w:rsidRDefault="00CE2C70" w:rsidP="00880734">
      <w:pPr>
        <w:pStyle w:val="Testscript"/>
        <w:spacing w:before="0"/>
        <w:ind w:left="634"/>
        <w:rPr>
          <w:rFonts w:ascii="Verdana" w:hAnsi="Verdana"/>
          <w:sz w:val="24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8"/>
      </w:tblGrid>
      <w:tr w:rsidR="00CE2C70" w:rsidRPr="003F4687" w:rsidTr="005A332C">
        <w:trPr>
          <w:trHeight w:val="870"/>
        </w:trPr>
        <w:tc>
          <w:tcPr>
            <w:tcW w:w="8548" w:type="dxa"/>
          </w:tcPr>
          <w:p w:rsidR="00CE2C70" w:rsidRDefault="00B6748A" w:rsidP="003F4687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>Stop the screen recorder and save the file.</w:t>
            </w:r>
          </w:p>
          <w:p w:rsidR="003F4687" w:rsidRPr="003F4687" w:rsidRDefault="003F4687" w:rsidP="003F4687">
            <w:pPr>
              <w:pStyle w:val="Testscriptchecklist"/>
              <w:rPr>
                <w:rFonts w:ascii="Verdana" w:hAnsi="Verdana"/>
                <w:sz w:val="22"/>
              </w:rPr>
            </w:pPr>
            <w:r w:rsidRPr="003F4687">
              <w:rPr>
                <w:rFonts w:ascii="Verdana" w:hAnsi="Verdana"/>
                <w:sz w:val="22"/>
              </w:rPr>
              <w:t>Give them their incentives</w:t>
            </w:r>
          </w:p>
        </w:tc>
      </w:tr>
    </w:tbl>
    <w:p w:rsidR="00A66E8F" w:rsidRPr="00DC7FB2" w:rsidRDefault="003F4687" w:rsidP="003F4687">
      <w:pPr>
        <w:pStyle w:val="Testscript"/>
        <w:rPr>
          <w:rFonts w:ascii="Verdana" w:hAnsi="Verdana"/>
          <w:sz w:val="24"/>
          <w:szCs w:val="24"/>
        </w:rPr>
      </w:pPr>
      <w:r w:rsidRPr="00DC7FB2">
        <w:rPr>
          <w:rFonts w:ascii="Verdana" w:hAnsi="Verdana"/>
          <w:b/>
          <w:sz w:val="24"/>
          <w:szCs w:val="24"/>
        </w:rPr>
        <w:t>Thanks that were Very Helpful</w:t>
      </w:r>
      <w:r w:rsidRPr="00DC7FB2">
        <w:rPr>
          <w:rFonts w:ascii="Verdana" w:hAnsi="Verdana"/>
          <w:sz w:val="24"/>
          <w:szCs w:val="24"/>
        </w:rPr>
        <w:t>.</w:t>
      </w:r>
      <w:bookmarkStart w:id="0" w:name="_GoBack"/>
      <w:bookmarkEnd w:id="0"/>
    </w:p>
    <w:p w:rsidR="00B60C85" w:rsidRPr="008672B0" w:rsidRDefault="008672B0" w:rsidP="008672B0">
      <w:pPr>
        <w:spacing w:after="0" w:line="240" w:lineRule="auto"/>
        <w:ind w:left="0" w:right="0"/>
        <w:rPr>
          <w:rFonts w:ascii="Verdana" w:hAnsi="Verdana"/>
          <w:b/>
          <w:color w:val="000000" w:themeColor="text1"/>
          <w:sz w:val="36"/>
        </w:rPr>
      </w:pPr>
      <w:r w:rsidRPr="00DC7FB2">
        <w:rPr>
          <w:rFonts w:ascii="Verdana" w:hAnsi="Verdana"/>
          <w:b/>
          <w:sz w:val="24"/>
          <w:szCs w:val="24"/>
        </w:rPr>
        <w:br w:type="page"/>
      </w:r>
      <w:r w:rsidR="00B15DF6" w:rsidRPr="008672B0">
        <w:rPr>
          <w:rFonts w:ascii="Verdana" w:hAnsi="Verdana"/>
          <w:color w:val="000000" w:themeColor="text1"/>
          <w:sz w:val="36"/>
        </w:rPr>
        <w:lastRenderedPageBreak/>
        <w:t>You are interested in taking part-time Web Design Training, can NAIT Help</w:t>
      </w:r>
      <w:r w:rsidR="00B60C85" w:rsidRPr="008672B0">
        <w:rPr>
          <w:rFonts w:ascii="Verdana" w:hAnsi="Verdana"/>
          <w:color w:val="000000" w:themeColor="text1"/>
          <w:sz w:val="36"/>
        </w:rPr>
        <w:t>?</w:t>
      </w:r>
    </w:p>
    <w:p w:rsidR="00B60C85" w:rsidRPr="008672B0" w:rsidRDefault="00B60C85" w:rsidP="00DB1372">
      <w:pPr>
        <w:pStyle w:val="Heading1grey"/>
        <w:jc w:val="both"/>
        <w:rPr>
          <w:rFonts w:ascii="Verdana" w:hAnsi="Verdana"/>
          <w:color w:val="000000" w:themeColor="text1"/>
          <w:sz w:val="32"/>
        </w:rPr>
      </w:pPr>
    </w:p>
    <w:p w:rsidR="00DB1372" w:rsidRPr="008672B0" w:rsidRDefault="00DB1372" w:rsidP="00DB1372">
      <w:pPr>
        <w:pStyle w:val="Heading1grey"/>
        <w:jc w:val="both"/>
        <w:rPr>
          <w:rFonts w:ascii="Verdana" w:hAnsi="Verdana"/>
          <w:b w:val="0"/>
          <w:color w:val="000000" w:themeColor="text1"/>
        </w:rPr>
      </w:pPr>
    </w:p>
    <w:p w:rsidR="00DB1372" w:rsidRPr="008672B0" w:rsidRDefault="00DB1372" w:rsidP="00B15DF6">
      <w:pPr>
        <w:pStyle w:val="Heading1grey"/>
        <w:ind w:left="0"/>
        <w:rPr>
          <w:rFonts w:ascii="Verdana" w:hAnsi="Verdana"/>
          <w:color w:val="000000" w:themeColor="text1"/>
          <w:sz w:val="28"/>
        </w:rPr>
      </w:pPr>
    </w:p>
    <w:p w:rsidR="00A66E8F" w:rsidRPr="008672B0" w:rsidRDefault="00A66E8F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</w:p>
    <w:p w:rsidR="00A66E8F" w:rsidRPr="008672B0" w:rsidRDefault="00A66E8F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</w:p>
    <w:p w:rsidR="00A66E8F" w:rsidRPr="008672B0" w:rsidRDefault="00A66E8F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</w:p>
    <w:p w:rsidR="00A66E8F" w:rsidRPr="008672B0" w:rsidRDefault="00A66E8F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</w:p>
    <w:p w:rsidR="00A66E8F" w:rsidRPr="008672B0" w:rsidRDefault="00A66E8F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</w:p>
    <w:p w:rsidR="00B60C85" w:rsidRPr="008672B0" w:rsidRDefault="00B15DF6" w:rsidP="00B15DF6">
      <w:pPr>
        <w:pStyle w:val="Heading1grey"/>
        <w:spacing w:before="0" w:after="0"/>
        <w:ind w:left="0" w:right="289"/>
        <w:jc w:val="both"/>
        <w:rPr>
          <w:rFonts w:ascii="Verdana" w:hAnsi="Verdana"/>
          <w:b w:val="0"/>
          <w:color w:val="000000" w:themeColor="text1"/>
        </w:rPr>
      </w:pPr>
      <w:r w:rsidRPr="008672B0">
        <w:rPr>
          <w:rFonts w:ascii="Verdana" w:hAnsi="Verdana"/>
          <w:b w:val="0"/>
          <w:color w:val="000000" w:themeColor="text1"/>
        </w:rPr>
        <w:t xml:space="preserve">You want to sign-up for an introductory course in Web Design, please </w:t>
      </w:r>
      <w:r w:rsidR="002C3C5A" w:rsidRPr="008672B0">
        <w:rPr>
          <w:rFonts w:ascii="Verdana" w:hAnsi="Verdana"/>
          <w:b w:val="0"/>
          <w:color w:val="000000" w:themeColor="text1"/>
        </w:rPr>
        <w:t>find a course and Sign-Up for that Course</w:t>
      </w:r>
      <w:r w:rsidRPr="008672B0">
        <w:rPr>
          <w:rFonts w:ascii="Verdana" w:hAnsi="Verdana"/>
          <w:b w:val="0"/>
          <w:color w:val="000000" w:themeColor="text1"/>
        </w:rPr>
        <w:t>.</w:t>
      </w:r>
    </w:p>
    <w:sectPr w:rsidR="00B60C85" w:rsidRPr="008672B0" w:rsidSect="005F4489">
      <w:footerReference w:type="even" r:id="rId8"/>
      <w:footerReference w:type="default" r:id="rId9"/>
      <w:type w:val="continuous"/>
      <w:pgSz w:w="12240" w:h="15840" w:code="1"/>
      <w:pgMar w:top="1440" w:right="1440" w:bottom="1440" w:left="1440" w:header="2016" w:footer="108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985" w:rsidRDefault="009C0985" w:rsidP="00E70495">
      <w:r>
        <w:separator/>
      </w:r>
    </w:p>
  </w:endnote>
  <w:endnote w:type="continuationSeparator" w:id="0">
    <w:p w:rsidR="009C0985" w:rsidRDefault="009C0985" w:rsidP="00E7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B20" w:rsidRPr="00186B20" w:rsidRDefault="00186B20" w:rsidP="00186B20">
    <w:pPr>
      <w:pStyle w:val="Footer"/>
      <w:tabs>
        <w:tab w:val="clear" w:pos="4680"/>
        <w:tab w:val="center" w:pos="4050"/>
      </w:tabs>
      <w:rPr>
        <w:b/>
        <w:sz w:val="32"/>
        <w:szCs w:val="32"/>
      </w:rPr>
    </w:pPr>
    <w:r>
      <w:tab/>
    </w:r>
    <w:r w:rsidRPr="00186B20">
      <w:rPr>
        <w:b/>
        <w:sz w:val="32"/>
        <w:szCs w:val="32"/>
      </w:rPr>
      <w:fldChar w:fldCharType="begin"/>
    </w:r>
    <w:r w:rsidRPr="00186B20">
      <w:rPr>
        <w:b/>
        <w:sz w:val="32"/>
        <w:szCs w:val="32"/>
      </w:rPr>
      <w:instrText xml:space="preserve"> PAGE   \* MERGEFORMAT </w:instrText>
    </w:r>
    <w:r w:rsidRPr="00186B20">
      <w:rPr>
        <w:b/>
        <w:sz w:val="32"/>
        <w:szCs w:val="32"/>
      </w:rPr>
      <w:fldChar w:fldCharType="separate"/>
    </w:r>
    <w:r>
      <w:rPr>
        <w:b/>
        <w:noProof/>
        <w:sz w:val="32"/>
        <w:szCs w:val="32"/>
      </w:rPr>
      <w:t>4</w:t>
    </w:r>
    <w:r w:rsidRPr="00186B20">
      <w:rPr>
        <w:b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B20" w:rsidRPr="00186B20" w:rsidRDefault="00186B20" w:rsidP="00186B20">
    <w:pPr>
      <w:pStyle w:val="Footer"/>
      <w:tabs>
        <w:tab w:val="clear" w:pos="4680"/>
        <w:tab w:val="center" w:pos="4140"/>
      </w:tabs>
      <w:rPr>
        <w:b/>
        <w:sz w:val="32"/>
        <w:szCs w:val="32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985" w:rsidRDefault="009C0985" w:rsidP="00E70495">
      <w:r>
        <w:separator/>
      </w:r>
    </w:p>
  </w:footnote>
  <w:footnote w:type="continuationSeparator" w:id="0">
    <w:p w:rsidR="009C0985" w:rsidRDefault="009C0985" w:rsidP="00E70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70DF"/>
    <w:multiLevelType w:val="hybridMultilevel"/>
    <w:tmpl w:val="F968A088"/>
    <w:lvl w:ilvl="0" w:tplc="182EFB1A">
      <w:start w:val="1"/>
      <w:numFmt w:val="decimal"/>
      <w:pStyle w:val="Numberedsteps"/>
      <w:lvlText w:val="%1."/>
      <w:lvlJc w:val="left"/>
      <w:pPr>
        <w:ind w:left="100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" w15:restartNumberingAfterBreak="0">
    <w:nsid w:val="0C263916"/>
    <w:multiLevelType w:val="hybridMultilevel"/>
    <w:tmpl w:val="E404F606"/>
    <w:lvl w:ilvl="0" w:tplc="DFB24D5E">
      <w:start w:val="1"/>
      <w:numFmt w:val="bullet"/>
      <w:pStyle w:val="Bulletsub"/>
      <w:lvlText w:val="●"/>
      <w:lvlJc w:val="left"/>
      <w:pPr>
        <w:ind w:left="1271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 w15:restartNumberingAfterBreak="0">
    <w:nsid w:val="0EA50C80"/>
    <w:multiLevelType w:val="hybridMultilevel"/>
    <w:tmpl w:val="92D2F4BC"/>
    <w:lvl w:ilvl="0" w:tplc="5C303124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966E8A02">
      <w:start w:val="537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F71233C2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7EE78EE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A1F6F90C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FAB81698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2BFA9416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EE81BC2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20BC3F0C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3" w15:restartNumberingAfterBreak="0">
    <w:nsid w:val="15853139"/>
    <w:multiLevelType w:val="hybridMultilevel"/>
    <w:tmpl w:val="2C680CA4"/>
    <w:lvl w:ilvl="0" w:tplc="5636E7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47EFB"/>
    <w:multiLevelType w:val="singleLevel"/>
    <w:tmpl w:val="D070D0F4"/>
    <w:lvl w:ilvl="0">
      <w:start w:val="1"/>
      <w:numFmt w:val="bullet"/>
      <w:pStyle w:val="sub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A905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DBF6ABE"/>
    <w:multiLevelType w:val="hybridMultilevel"/>
    <w:tmpl w:val="B1047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91B7D"/>
    <w:multiLevelType w:val="hybridMultilevel"/>
    <w:tmpl w:val="6ACEC7B8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24325398"/>
    <w:multiLevelType w:val="hybridMultilevel"/>
    <w:tmpl w:val="378C6386"/>
    <w:lvl w:ilvl="0" w:tplc="A63E3DCC">
      <w:start w:val="1"/>
      <w:numFmt w:val="bullet"/>
      <w:pStyle w:val="Bulletlist"/>
      <w:lvlText w:val="●"/>
      <w:lvlJc w:val="left"/>
      <w:pPr>
        <w:ind w:left="315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278E2"/>
    <w:multiLevelType w:val="hybridMultilevel"/>
    <w:tmpl w:val="CCDEE832"/>
    <w:lvl w:ilvl="0" w:tplc="FFFFFFFF">
      <w:start w:val="1"/>
      <w:numFmt w:val="bullet"/>
      <w:pStyle w:val="Check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12AA3"/>
    <w:multiLevelType w:val="hybridMultilevel"/>
    <w:tmpl w:val="C1463542"/>
    <w:lvl w:ilvl="0" w:tplc="7D5A489E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219A86C2">
      <w:start w:val="1402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2D58DCE8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737E3436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62E084C6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47AAB524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EA21936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86C3C64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11F2DA12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1" w15:restartNumberingAfterBreak="0">
    <w:nsid w:val="389E32D1"/>
    <w:multiLevelType w:val="singleLevel"/>
    <w:tmpl w:val="A2A2B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DA5171C"/>
    <w:multiLevelType w:val="multilevel"/>
    <w:tmpl w:val="7BB44D6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A6A46"/>
    <w:multiLevelType w:val="hybridMultilevel"/>
    <w:tmpl w:val="F4DC1CB2"/>
    <w:lvl w:ilvl="0" w:tplc="FFFFFFFF">
      <w:start w:val="1"/>
      <w:numFmt w:val="lowerLetter"/>
      <w:pStyle w:val="letteredlist"/>
      <w:lvlText w:val="%1)"/>
      <w:lvlJc w:val="left"/>
      <w:pPr>
        <w:ind w:left="100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4" w15:restartNumberingAfterBreak="0">
    <w:nsid w:val="454703E7"/>
    <w:multiLevelType w:val="hybridMultilevel"/>
    <w:tmpl w:val="A37C6936"/>
    <w:lvl w:ilvl="0" w:tplc="28FA88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57186"/>
    <w:multiLevelType w:val="hybridMultilevel"/>
    <w:tmpl w:val="F4F4B750"/>
    <w:lvl w:ilvl="0" w:tplc="5B809B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11F8A"/>
    <w:multiLevelType w:val="hybridMultilevel"/>
    <w:tmpl w:val="C03082AC"/>
    <w:lvl w:ilvl="0" w:tplc="04090001">
      <w:start w:val="1"/>
      <w:numFmt w:val="bullet"/>
      <w:pStyle w:val="Testscriptchecklist"/>
      <w:lvlText w:val="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13064"/>
    <w:multiLevelType w:val="hybridMultilevel"/>
    <w:tmpl w:val="784C701A"/>
    <w:lvl w:ilvl="0" w:tplc="10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5AE0132A"/>
    <w:multiLevelType w:val="hybridMultilevel"/>
    <w:tmpl w:val="DFA09E72"/>
    <w:lvl w:ilvl="0" w:tplc="69E28D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45F48"/>
    <w:multiLevelType w:val="hybridMultilevel"/>
    <w:tmpl w:val="0A4ED804"/>
    <w:lvl w:ilvl="0" w:tplc="04090001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3">
      <w:start w:val="133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05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04090001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04090003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04090005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04090001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04090003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04090005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20" w15:restartNumberingAfterBreak="0">
    <w:nsid w:val="5D490B85"/>
    <w:multiLevelType w:val="singleLevel"/>
    <w:tmpl w:val="A2A2B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FF636DC"/>
    <w:multiLevelType w:val="hybridMultilevel"/>
    <w:tmpl w:val="F948CF2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Checklistsub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AA6CC6"/>
    <w:multiLevelType w:val="hybridMultilevel"/>
    <w:tmpl w:val="7EC2560E"/>
    <w:lvl w:ilvl="0" w:tplc="C5CE0034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90C0C196">
      <w:start w:val="191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05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04090001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04090003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04090005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04090001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04090003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04090005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23" w15:restartNumberingAfterBreak="0">
    <w:nsid w:val="6C803DFB"/>
    <w:multiLevelType w:val="hybridMultilevel"/>
    <w:tmpl w:val="0F22F41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45A80"/>
    <w:multiLevelType w:val="multilevel"/>
    <w:tmpl w:val="388C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24A3F"/>
    <w:multiLevelType w:val="singleLevel"/>
    <w:tmpl w:val="A02E85E6"/>
    <w:lvl w:ilvl="0">
      <w:start w:val="1"/>
      <w:numFmt w:val="bullet"/>
      <w:pStyle w:val="Bulleted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6816E3"/>
    <w:multiLevelType w:val="hybridMultilevel"/>
    <w:tmpl w:val="945636F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9"/>
  </w:num>
  <w:num w:numId="5">
    <w:abstractNumId w:val="21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6"/>
  </w:num>
  <w:num w:numId="10">
    <w:abstractNumId w:val="18"/>
  </w:num>
  <w:num w:numId="11">
    <w:abstractNumId w:val="15"/>
  </w:num>
  <w:num w:numId="12">
    <w:abstractNumId w:val="24"/>
  </w:num>
  <w:num w:numId="13">
    <w:abstractNumId w:val="26"/>
  </w:num>
  <w:num w:numId="14">
    <w:abstractNumId w:val="14"/>
  </w:num>
  <w:num w:numId="15">
    <w:abstractNumId w:val="5"/>
  </w:num>
  <w:num w:numId="16">
    <w:abstractNumId w:val="25"/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6"/>
  </w:num>
  <w:num w:numId="21">
    <w:abstractNumId w:val="0"/>
    <w:lvlOverride w:ilvl="0">
      <w:startOverride w:val="1"/>
    </w:lvlOverride>
  </w:num>
  <w:num w:numId="22">
    <w:abstractNumId w:val="13"/>
  </w:num>
  <w:num w:numId="23">
    <w:abstractNumId w:val="23"/>
  </w:num>
  <w:num w:numId="24">
    <w:abstractNumId w:val="2"/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22"/>
  </w:num>
  <w:num w:numId="30">
    <w:abstractNumId w:val="19"/>
  </w:num>
  <w:num w:numId="31">
    <w:abstractNumId w:val="20"/>
  </w:num>
  <w:num w:numId="32">
    <w:abstractNumId w:val="13"/>
    <w:lvlOverride w:ilvl="0">
      <w:startOverride w:val="1"/>
    </w:lvlOverride>
  </w:num>
  <w:num w:numId="33">
    <w:abstractNumId w:val="11"/>
  </w:num>
  <w:num w:numId="34">
    <w:abstractNumId w:val="10"/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7"/>
  </w:num>
  <w:num w:numId="38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7B875D7F-D8C5-44A3-94CC-3771EF983F77}"/>
    <w:docVar w:name="dgnword-eventsink" w:val="64710096"/>
  </w:docVars>
  <w:rsids>
    <w:rsidRoot w:val="00D05503"/>
    <w:rsid w:val="00002287"/>
    <w:rsid w:val="00002749"/>
    <w:rsid w:val="00002BE4"/>
    <w:rsid w:val="00002D93"/>
    <w:rsid w:val="00002EAB"/>
    <w:rsid w:val="0000333C"/>
    <w:rsid w:val="00003370"/>
    <w:rsid w:val="00003DAD"/>
    <w:rsid w:val="0000450B"/>
    <w:rsid w:val="000048F7"/>
    <w:rsid w:val="00005456"/>
    <w:rsid w:val="00005462"/>
    <w:rsid w:val="00005489"/>
    <w:rsid w:val="00005E72"/>
    <w:rsid w:val="00006A26"/>
    <w:rsid w:val="00010265"/>
    <w:rsid w:val="000107A8"/>
    <w:rsid w:val="000109CF"/>
    <w:rsid w:val="00010F6B"/>
    <w:rsid w:val="00011254"/>
    <w:rsid w:val="000122C8"/>
    <w:rsid w:val="00012935"/>
    <w:rsid w:val="000139AE"/>
    <w:rsid w:val="00013B03"/>
    <w:rsid w:val="00013CF9"/>
    <w:rsid w:val="00014577"/>
    <w:rsid w:val="0001485C"/>
    <w:rsid w:val="00014FAA"/>
    <w:rsid w:val="00014FC2"/>
    <w:rsid w:val="00015946"/>
    <w:rsid w:val="00016253"/>
    <w:rsid w:val="00016D75"/>
    <w:rsid w:val="00017567"/>
    <w:rsid w:val="00017601"/>
    <w:rsid w:val="00017E43"/>
    <w:rsid w:val="00020BE4"/>
    <w:rsid w:val="000210D4"/>
    <w:rsid w:val="00021451"/>
    <w:rsid w:val="00021562"/>
    <w:rsid w:val="000217DD"/>
    <w:rsid w:val="00021BA9"/>
    <w:rsid w:val="00021D3D"/>
    <w:rsid w:val="00021DC1"/>
    <w:rsid w:val="00021E53"/>
    <w:rsid w:val="00022172"/>
    <w:rsid w:val="00022270"/>
    <w:rsid w:val="000224FD"/>
    <w:rsid w:val="00022906"/>
    <w:rsid w:val="00022AD7"/>
    <w:rsid w:val="000230AB"/>
    <w:rsid w:val="0002326B"/>
    <w:rsid w:val="00023D33"/>
    <w:rsid w:val="00023D9C"/>
    <w:rsid w:val="000247CB"/>
    <w:rsid w:val="00025207"/>
    <w:rsid w:val="00025634"/>
    <w:rsid w:val="00025B30"/>
    <w:rsid w:val="00026FA0"/>
    <w:rsid w:val="00030321"/>
    <w:rsid w:val="00030857"/>
    <w:rsid w:val="00030BF9"/>
    <w:rsid w:val="00030EA0"/>
    <w:rsid w:val="0003118D"/>
    <w:rsid w:val="000315D9"/>
    <w:rsid w:val="0003164B"/>
    <w:rsid w:val="00031849"/>
    <w:rsid w:val="0003188D"/>
    <w:rsid w:val="00031A23"/>
    <w:rsid w:val="0003277B"/>
    <w:rsid w:val="000334BE"/>
    <w:rsid w:val="000335D9"/>
    <w:rsid w:val="00034509"/>
    <w:rsid w:val="0003463B"/>
    <w:rsid w:val="00036580"/>
    <w:rsid w:val="000373F8"/>
    <w:rsid w:val="00037503"/>
    <w:rsid w:val="0003785E"/>
    <w:rsid w:val="00037AD5"/>
    <w:rsid w:val="00040BD4"/>
    <w:rsid w:val="00040D0C"/>
    <w:rsid w:val="000426F0"/>
    <w:rsid w:val="000427DF"/>
    <w:rsid w:val="00042A14"/>
    <w:rsid w:val="00043056"/>
    <w:rsid w:val="000430FA"/>
    <w:rsid w:val="00043CCF"/>
    <w:rsid w:val="00044CD6"/>
    <w:rsid w:val="00045634"/>
    <w:rsid w:val="00045848"/>
    <w:rsid w:val="00046090"/>
    <w:rsid w:val="0004641C"/>
    <w:rsid w:val="000465C3"/>
    <w:rsid w:val="0004720C"/>
    <w:rsid w:val="00047E42"/>
    <w:rsid w:val="00050BCF"/>
    <w:rsid w:val="00051479"/>
    <w:rsid w:val="00051B13"/>
    <w:rsid w:val="00051CB1"/>
    <w:rsid w:val="0005264F"/>
    <w:rsid w:val="00053205"/>
    <w:rsid w:val="0005329C"/>
    <w:rsid w:val="00053B96"/>
    <w:rsid w:val="00053DCF"/>
    <w:rsid w:val="00054BE6"/>
    <w:rsid w:val="00054C3E"/>
    <w:rsid w:val="000553F6"/>
    <w:rsid w:val="000554C9"/>
    <w:rsid w:val="00055FD2"/>
    <w:rsid w:val="000565AA"/>
    <w:rsid w:val="00056746"/>
    <w:rsid w:val="00056A1E"/>
    <w:rsid w:val="00056BE1"/>
    <w:rsid w:val="00056E3C"/>
    <w:rsid w:val="00057163"/>
    <w:rsid w:val="00057664"/>
    <w:rsid w:val="00057670"/>
    <w:rsid w:val="00057771"/>
    <w:rsid w:val="00057CF4"/>
    <w:rsid w:val="000601C5"/>
    <w:rsid w:val="00060650"/>
    <w:rsid w:val="00060B50"/>
    <w:rsid w:val="00060CB6"/>
    <w:rsid w:val="000619D1"/>
    <w:rsid w:val="00061F63"/>
    <w:rsid w:val="0006253F"/>
    <w:rsid w:val="00063741"/>
    <w:rsid w:val="00063B08"/>
    <w:rsid w:val="000641D9"/>
    <w:rsid w:val="000644C4"/>
    <w:rsid w:val="000645DE"/>
    <w:rsid w:val="00064631"/>
    <w:rsid w:val="00064800"/>
    <w:rsid w:val="00064CBA"/>
    <w:rsid w:val="0006551B"/>
    <w:rsid w:val="0006595B"/>
    <w:rsid w:val="00065CEF"/>
    <w:rsid w:val="00066CD8"/>
    <w:rsid w:val="00066CEA"/>
    <w:rsid w:val="00067E1A"/>
    <w:rsid w:val="00067FC3"/>
    <w:rsid w:val="000704ED"/>
    <w:rsid w:val="000721F3"/>
    <w:rsid w:val="000737B0"/>
    <w:rsid w:val="00074E8B"/>
    <w:rsid w:val="000753F1"/>
    <w:rsid w:val="000757B5"/>
    <w:rsid w:val="000760CF"/>
    <w:rsid w:val="000764FD"/>
    <w:rsid w:val="0007711F"/>
    <w:rsid w:val="00077429"/>
    <w:rsid w:val="00077600"/>
    <w:rsid w:val="00077C6F"/>
    <w:rsid w:val="00077D27"/>
    <w:rsid w:val="00077D60"/>
    <w:rsid w:val="00077E9B"/>
    <w:rsid w:val="00077F92"/>
    <w:rsid w:val="00080419"/>
    <w:rsid w:val="0008145C"/>
    <w:rsid w:val="000814C9"/>
    <w:rsid w:val="000820D9"/>
    <w:rsid w:val="000820DD"/>
    <w:rsid w:val="00082175"/>
    <w:rsid w:val="00082314"/>
    <w:rsid w:val="000836F9"/>
    <w:rsid w:val="00083B58"/>
    <w:rsid w:val="000840D9"/>
    <w:rsid w:val="0008442B"/>
    <w:rsid w:val="0008448C"/>
    <w:rsid w:val="000847FE"/>
    <w:rsid w:val="00084B48"/>
    <w:rsid w:val="000866AF"/>
    <w:rsid w:val="00087515"/>
    <w:rsid w:val="000905CD"/>
    <w:rsid w:val="00090AC3"/>
    <w:rsid w:val="00091014"/>
    <w:rsid w:val="0009146C"/>
    <w:rsid w:val="00091526"/>
    <w:rsid w:val="000919E6"/>
    <w:rsid w:val="00091E37"/>
    <w:rsid w:val="00092020"/>
    <w:rsid w:val="0009228C"/>
    <w:rsid w:val="000922F9"/>
    <w:rsid w:val="00092D5D"/>
    <w:rsid w:val="00093AB1"/>
    <w:rsid w:val="00094333"/>
    <w:rsid w:val="000951F6"/>
    <w:rsid w:val="00095B9A"/>
    <w:rsid w:val="00095F27"/>
    <w:rsid w:val="000961D3"/>
    <w:rsid w:val="00096B3F"/>
    <w:rsid w:val="000975F2"/>
    <w:rsid w:val="00097755"/>
    <w:rsid w:val="000979FB"/>
    <w:rsid w:val="000A0A37"/>
    <w:rsid w:val="000A127C"/>
    <w:rsid w:val="000A12CD"/>
    <w:rsid w:val="000A131D"/>
    <w:rsid w:val="000A1C1F"/>
    <w:rsid w:val="000A1D8D"/>
    <w:rsid w:val="000A31DD"/>
    <w:rsid w:val="000A39EC"/>
    <w:rsid w:val="000A41A2"/>
    <w:rsid w:val="000A4852"/>
    <w:rsid w:val="000A4A29"/>
    <w:rsid w:val="000A4CA4"/>
    <w:rsid w:val="000A4E0A"/>
    <w:rsid w:val="000A4F3C"/>
    <w:rsid w:val="000A52C1"/>
    <w:rsid w:val="000A5AB4"/>
    <w:rsid w:val="000A5FBE"/>
    <w:rsid w:val="000A686E"/>
    <w:rsid w:val="000A68FE"/>
    <w:rsid w:val="000A73A8"/>
    <w:rsid w:val="000A749E"/>
    <w:rsid w:val="000A7C6B"/>
    <w:rsid w:val="000A7F6F"/>
    <w:rsid w:val="000B054B"/>
    <w:rsid w:val="000B05F6"/>
    <w:rsid w:val="000B0741"/>
    <w:rsid w:val="000B0F20"/>
    <w:rsid w:val="000B1B00"/>
    <w:rsid w:val="000B1BDA"/>
    <w:rsid w:val="000B23A5"/>
    <w:rsid w:val="000B2BC2"/>
    <w:rsid w:val="000B2F0F"/>
    <w:rsid w:val="000B36E2"/>
    <w:rsid w:val="000B42B8"/>
    <w:rsid w:val="000B66B0"/>
    <w:rsid w:val="000B6946"/>
    <w:rsid w:val="000B6A6C"/>
    <w:rsid w:val="000B6BE9"/>
    <w:rsid w:val="000B6D7A"/>
    <w:rsid w:val="000C0340"/>
    <w:rsid w:val="000C0BB6"/>
    <w:rsid w:val="000C0D0A"/>
    <w:rsid w:val="000C10E0"/>
    <w:rsid w:val="000C16C7"/>
    <w:rsid w:val="000C1831"/>
    <w:rsid w:val="000C282A"/>
    <w:rsid w:val="000C2A35"/>
    <w:rsid w:val="000C2A75"/>
    <w:rsid w:val="000C2D8A"/>
    <w:rsid w:val="000C4367"/>
    <w:rsid w:val="000C45D2"/>
    <w:rsid w:val="000C46C8"/>
    <w:rsid w:val="000C47D6"/>
    <w:rsid w:val="000C527B"/>
    <w:rsid w:val="000C5A5D"/>
    <w:rsid w:val="000C5C9E"/>
    <w:rsid w:val="000C764B"/>
    <w:rsid w:val="000C7758"/>
    <w:rsid w:val="000C7ACC"/>
    <w:rsid w:val="000C7C15"/>
    <w:rsid w:val="000C7E03"/>
    <w:rsid w:val="000D1276"/>
    <w:rsid w:val="000D1B59"/>
    <w:rsid w:val="000D1D09"/>
    <w:rsid w:val="000D2122"/>
    <w:rsid w:val="000D271A"/>
    <w:rsid w:val="000D2C57"/>
    <w:rsid w:val="000D2DF4"/>
    <w:rsid w:val="000D3760"/>
    <w:rsid w:val="000D3A97"/>
    <w:rsid w:val="000D3EA6"/>
    <w:rsid w:val="000D4895"/>
    <w:rsid w:val="000D4ABA"/>
    <w:rsid w:val="000D4ACD"/>
    <w:rsid w:val="000D4C27"/>
    <w:rsid w:val="000D53DA"/>
    <w:rsid w:val="000D5521"/>
    <w:rsid w:val="000D5CB2"/>
    <w:rsid w:val="000D5F33"/>
    <w:rsid w:val="000D6079"/>
    <w:rsid w:val="000D7A77"/>
    <w:rsid w:val="000D7AA0"/>
    <w:rsid w:val="000D7FB0"/>
    <w:rsid w:val="000E0246"/>
    <w:rsid w:val="000E0C82"/>
    <w:rsid w:val="000E0D32"/>
    <w:rsid w:val="000E1DD1"/>
    <w:rsid w:val="000E21E3"/>
    <w:rsid w:val="000E25A6"/>
    <w:rsid w:val="000E2DB9"/>
    <w:rsid w:val="000E3D89"/>
    <w:rsid w:val="000E4120"/>
    <w:rsid w:val="000E4870"/>
    <w:rsid w:val="000E4CDA"/>
    <w:rsid w:val="000E5C58"/>
    <w:rsid w:val="000E5EC8"/>
    <w:rsid w:val="000E630A"/>
    <w:rsid w:val="000F0376"/>
    <w:rsid w:val="000F0E58"/>
    <w:rsid w:val="000F14E8"/>
    <w:rsid w:val="000F1C1C"/>
    <w:rsid w:val="000F1D8C"/>
    <w:rsid w:val="000F21D1"/>
    <w:rsid w:val="000F27EE"/>
    <w:rsid w:val="000F33A6"/>
    <w:rsid w:val="000F3473"/>
    <w:rsid w:val="000F3507"/>
    <w:rsid w:val="000F4A72"/>
    <w:rsid w:val="000F535A"/>
    <w:rsid w:val="000F565D"/>
    <w:rsid w:val="000F5BA7"/>
    <w:rsid w:val="000F5F2C"/>
    <w:rsid w:val="000F61AC"/>
    <w:rsid w:val="000F6219"/>
    <w:rsid w:val="000F70F4"/>
    <w:rsid w:val="000F741F"/>
    <w:rsid w:val="000F76E6"/>
    <w:rsid w:val="000F7845"/>
    <w:rsid w:val="000F79B5"/>
    <w:rsid w:val="00100134"/>
    <w:rsid w:val="0010071A"/>
    <w:rsid w:val="00100AC3"/>
    <w:rsid w:val="00101455"/>
    <w:rsid w:val="00101ACB"/>
    <w:rsid w:val="00102062"/>
    <w:rsid w:val="001023AB"/>
    <w:rsid w:val="00102920"/>
    <w:rsid w:val="00103854"/>
    <w:rsid w:val="0010473B"/>
    <w:rsid w:val="001050F0"/>
    <w:rsid w:val="0010573C"/>
    <w:rsid w:val="00106198"/>
    <w:rsid w:val="00106C03"/>
    <w:rsid w:val="00107DE4"/>
    <w:rsid w:val="001100DD"/>
    <w:rsid w:val="001104E1"/>
    <w:rsid w:val="00110606"/>
    <w:rsid w:val="00110A5E"/>
    <w:rsid w:val="001110B0"/>
    <w:rsid w:val="00112653"/>
    <w:rsid w:val="00112845"/>
    <w:rsid w:val="001136F2"/>
    <w:rsid w:val="00113733"/>
    <w:rsid w:val="001138B8"/>
    <w:rsid w:val="00113B69"/>
    <w:rsid w:val="00113ECE"/>
    <w:rsid w:val="001144D1"/>
    <w:rsid w:val="00114CDB"/>
    <w:rsid w:val="00114EFA"/>
    <w:rsid w:val="001163B8"/>
    <w:rsid w:val="001163D4"/>
    <w:rsid w:val="00116A62"/>
    <w:rsid w:val="00116BC2"/>
    <w:rsid w:val="001170FA"/>
    <w:rsid w:val="001171D0"/>
    <w:rsid w:val="00121617"/>
    <w:rsid w:val="001221EC"/>
    <w:rsid w:val="00122CDA"/>
    <w:rsid w:val="00122F7A"/>
    <w:rsid w:val="001243C1"/>
    <w:rsid w:val="001250A3"/>
    <w:rsid w:val="001250BA"/>
    <w:rsid w:val="00125DEC"/>
    <w:rsid w:val="0012624E"/>
    <w:rsid w:val="00126D3F"/>
    <w:rsid w:val="001278DB"/>
    <w:rsid w:val="00127EA7"/>
    <w:rsid w:val="00130503"/>
    <w:rsid w:val="00130552"/>
    <w:rsid w:val="00130725"/>
    <w:rsid w:val="001309BE"/>
    <w:rsid w:val="001322B3"/>
    <w:rsid w:val="0013295B"/>
    <w:rsid w:val="00132F1A"/>
    <w:rsid w:val="00133280"/>
    <w:rsid w:val="001333D0"/>
    <w:rsid w:val="0013460F"/>
    <w:rsid w:val="00135115"/>
    <w:rsid w:val="0013561F"/>
    <w:rsid w:val="00135B40"/>
    <w:rsid w:val="00135EF9"/>
    <w:rsid w:val="00135F94"/>
    <w:rsid w:val="00137EE5"/>
    <w:rsid w:val="00140AA0"/>
    <w:rsid w:val="001427B9"/>
    <w:rsid w:val="00142B15"/>
    <w:rsid w:val="00142C14"/>
    <w:rsid w:val="00142E63"/>
    <w:rsid w:val="00142F0A"/>
    <w:rsid w:val="00143656"/>
    <w:rsid w:val="00144913"/>
    <w:rsid w:val="00145C87"/>
    <w:rsid w:val="00146498"/>
    <w:rsid w:val="001469F6"/>
    <w:rsid w:val="00146B5A"/>
    <w:rsid w:val="00147EF3"/>
    <w:rsid w:val="00150C20"/>
    <w:rsid w:val="00150FD6"/>
    <w:rsid w:val="0015159F"/>
    <w:rsid w:val="0015221B"/>
    <w:rsid w:val="00152445"/>
    <w:rsid w:val="001527DE"/>
    <w:rsid w:val="00152D03"/>
    <w:rsid w:val="00153404"/>
    <w:rsid w:val="00153775"/>
    <w:rsid w:val="00153DC9"/>
    <w:rsid w:val="00154CE1"/>
    <w:rsid w:val="001554AB"/>
    <w:rsid w:val="0015576D"/>
    <w:rsid w:val="00155A5B"/>
    <w:rsid w:val="00155A87"/>
    <w:rsid w:val="00156945"/>
    <w:rsid w:val="00156C26"/>
    <w:rsid w:val="0015718B"/>
    <w:rsid w:val="001572A2"/>
    <w:rsid w:val="001578CC"/>
    <w:rsid w:val="00157CC2"/>
    <w:rsid w:val="00157E46"/>
    <w:rsid w:val="001602BF"/>
    <w:rsid w:val="00160E08"/>
    <w:rsid w:val="00161092"/>
    <w:rsid w:val="00161DA4"/>
    <w:rsid w:val="00161F0D"/>
    <w:rsid w:val="00161F81"/>
    <w:rsid w:val="00161FCA"/>
    <w:rsid w:val="00162709"/>
    <w:rsid w:val="001629CE"/>
    <w:rsid w:val="00162DCC"/>
    <w:rsid w:val="00163193"/>
    <w:rsid w:val="001638C0"/>
    <w:rsid w:val="00163A50"/>
    <w:rsid w:val="00163E71"/>
    <w:rsid w:val="001649D8"/>
    <w:rsid w:val="00164E84"/>
    <w:rsid w:val="00165858"/>
    <w:rsid w:val="00166576"/>
    <w:rsid w:val="001668DC"/>
    <w:rsid w:val="001671C3"/>
    <w:rsid w:val="00170ACC"/>
    <w:rsid w:val="00171926"/>
    <w:rsid w:val="00171A39"/>
    <w:rsid w:val="001724CF"/>
    <w:rsid w:val="00172604"/>
    <w:rsid w:val="00172911"/>
    <w:rsid w:val="00172CD6"/>
    <w:rsid w:val="001731A6"/>
    <w:rsid w:val="00173351"/>
    <w:rsid w:val="001748D2"/>
    <w:rsid w:val="00175788"/>
    <w:rsid w:val="0017672D"/>
    <w:rsid w:val="00176A1D"/>
    <w:rsid w:val="00176E12"/>
    <w:rsid w:val="00177C54"/>
    <w:rsid w:val="001805F6"/>
    <w:rsid w:val="001809BF"/>
    <w:rsid w:val="001813E1"/>
    <w:rsid w:val="0018142E"/>
    <w:rsid w:val="00181639"/>
    <w:rsid w:val="00182A11"/>
    <w:rsid w:val="00182BBB"/>
    <w:rsid w:val="00182C34"/>
    <w:rsid w:val="00183180"/>
    <w:rsid w:val="001831ED"/>
    <w:rsid w:val="001839C5"/>
    <w:rsid w:val="00183AC1"/>
    <w:rsid w:val="00183D37"/>
    <w:rsid w:val="00183FD8"/>
    <w:rsid w:val="0018490D"/>
    <w:rsid w:val="0018554F"/>
    <w:rsid w:val="00185D8E"/>
    <w:rsid w:val="00186186"/>
    <w:rsid w:val="00186B20"/>
    <w:rsid w:val="00186FF9"/>
    <w:rsid w:val="00187413"/>
    <w:rsid w:val="00187E94"/>
    <w:rsid w:val="0019004B"/>
    <w:rsid w:val="0019015B"/>
    <w:rsid w:val="0019122F"/>
    <w:rsid w:val="001912C0"/>
    <w:rsid w:val="00191816"/>
    <w:rsid w:val="00191B75"/>
    <w:rsid w:val="001923FF"/>
    <w:rsid w:val="0019241D"/>
    <w:rsid w:val="001924C7"/>
    <w:rsid w:val="00193996"/>
    <w:rsid w:val="00193CC2"/>
    <w:rsid w:val="00194051"/>
    <w:rsid w:val="00194F9A"/>
    <w:rsid w:val="00195027"/>
    <w:rsid w:val="001965E1"/>
    <w:rsid w:val="001A0699"/>
    <w:rsid w:val="001A09A0"/>
    <w:rsid w:val="001A107D"/>
    <w:rsid w:val="001A122F"/>
    <w:rsid w:val="001A16C1"/>
    <w:rsid w:val="001A1A7B"/>
    <w:rsid w:val="001A1EF8"/>
    <w:rsid w:val="001A1F47"/>
    <w:rsid w:val="001A212A"/>
    <w:rsid w:val="001A2F2F"/>
    <w:rsid w:val="001A3076"/>
    <w:rsid w:val="001A31E1"/>
    <w:rsid w:val="001A4A6C"/>
    <w:rsid w:val="001A4D54"/>
    <w:rsid w:val="001A52E1"/>
    <w:rsid w:val="001A5731"/>
    <w:rsid w:val="001A5DC4"/>
    <w:rsid w:val="001A67E3"/>
    <w:rsid w:val="001A742A"/>
    <w:rsid w:val="001A7565"/>
    <w:rsid w:val="001A774C"/>
    <w:rsid w:val="001A78BF"/>
    <w:rsid w:val="001B0AC8"/>
    <w:rsid w:val="001B0E0F"/>
    <w:rsid w:val="001B11E5"/>
    <w:rsid w:val="001B19A8"/>
    <w:rsid w:val="001B1B1C"/>
    <w:rsid w:val="001B3727"/>
    <w:rsid w:val="001B416A"/>
    <w:rsid w:val="001B49B2"/>
    <w:rsid w:val="001B4F68"/>
    <w:rsid w:val="001B5434"/>
    <w:rsid w:val="001B5845"/>
    <w:rsid w:val="001B58A4"/>
    <w:rsid w:val="001B5915"/>
    <w:rsid w:val="001B5D62"/>
    <w:rsid w:val="001B609E"/>
    <w:rsid w:val="001B6381"/>
    <w:rsid w:val="001B6CF6"/>
    <w:rsid w:val="001B7662"/>
    <w:rsid w:val="001B7822"/>
    <w:rsid w:val="001C0E9D"/>
    <w:rsid w:val="001C122B"/>
    <w:rsid w:val="001C1D18"/>
    <w:rsid w:val="001C2450"/>
    <w:rsid w:val="001C317C"/>
    <w:rsid w:val="001C42F3"/>
    <w:rsid w:val="001C52D6"/>
    <w:rsid w:val="001C5631"/>
    <w:rsid w:val="001C59F3"/>
    <w:rsid w:val="001C644E"/>
    <w:rsid w:val="001C7157"/>
    <w:rsid w:val="001C7387"/>
    <w:rsid w:val="001C7984"/>
    <w:rsid w:val="001D0186"/>
    <w:rsid w:val="001D0261"/>
    <w:rsid w:val="001D05B1"/>
    <w:rsid w:val="001D10DB"/>
    <w:rsid w:val="001D1677"/>
    <w:rsid w:val="001D1E1B"/>
    <w:rsid w:val="001D23B6"/>
    <w:rsid w:val="001D2CE4"/>
    <w:rsid w:val="001D3421"/>
    <w:rsid w:val="001D3AB7"/>
    <w:rsid w:val="001D476D"/>
    <w:rsid w:val="001D4F59"/>
    <w:rsid w:val="001D548F"/>
    <w:rsid w:val="001D5C67"/>
    <w:rsid w:val="001D5FDD"/>
    <w:rsid w:val="001D69E0"/>
    <w:rsid w:val="001D6B4D"/>
    <w:rsid w:val="001D7020"/>
    <w:rsid w:val="001D74B3"/>
    <w:rsid w:val="001E0263"/>
    <w:rsid w:val="001E0952"/>
    <w:rsid w:val="001E0DAE"/>
    <w:rsid w:val="001E1285"/>
    <w:rsid w:val="001E1DFB"/>
    <w:rsid w:val="001E2344"/>
    <w:rsid w:val="001E27BB"/>
    <w:rsid w:val="001E31F8"/>
    <w:rsid w:val="001E3B8C"/>
    <w:rsid w:val="001E3BC8"/>
    <w:rsid w:val="001E3EF4"/>
    <w:rsid w:val="001E3FD4"/>
    <w:rsid w:val="001E4B22"/>
    <w:rsid w:val="001E5003"/>
    <w:rsid w:val="001E50F9"/>
    <w:rsid w:val="001E5226"/>
    <w:rsid w:val="001E58A5"/>
    <w:rsid w:val="001E767E"/>
    <w:rsid w:val="001E7A1F"/>
    <w:rsid w:val="001F0483"/>
    <w:rsid w:val="001F11E4"/>
    <w:rsid w:val="001F146D"/>
    <w:rsid w:val="001F19FB"/>
    <w:rsid w:val="001F23EE"/>
    <w:rsid w:val="001F267E"/>
    <w:rsid w:val="001F42A3"/>
    <w:rsid w:val="001F45CB"/>
    <w:rsid w:val="001F52BE"/>
    <w:rsid w:val="001F5461"/>
    <w:rsid w:val="001F6226"/>
    <w:rsid w:val="001F76BB"/>
    <w:rsid w:val="001F7A34"/>
    <w:rsid w:val="001F7AE1"/>
    <w:rsid w:val="001F7BC8"/>
    <w:rsid w:val="00200178"/>
    <w:rsid w:val="00200F2E"/>
    <w:rsid w:val="00201126"/>
    <w:rsid w:val="002021A7"/>
    <w:rsid w:val="002027E5"/>
    <w:rsid w:val="00202CC4"/>
    <w:rsid w:val="00202E52"/>
    <w:rsid w:val="00203AB4"/>
    <w:rsid w:val="00203E8D"/>
    <w:rsid w:val="002047FF"/>
    <w:rsid w:val="00204811"/>
    <w:rsid w:val="0020487B"/>
    <w:rsid w:val="00204A45"/>
    <w:rsid w:val="00204CC1"/>
    <w:rsid w:val="00205CB3"/>
    <w:rsid w:val="00205CBA"/>
    <w:rsid w:val="0020623C"/>
    <w:rsid w:val="0020665E"/>
    <w:rsid w:val="002068E4"/>
    <w:rsid w:val="00206B30"/>
    <w:rsid w:val="00206CF5"/>
    <w:rsid w:val="002075E5"/>
    <w:rsid w:val="00207E49"/>
    <w:rsid w:val="00210836"/>
    <w:rsid w:val="00210AA5"/>
    <w:rsid w:val="00210E17"/>
    <w:rsid w:val="00210E1E"/>
    <w:rsid w:val="00211786"/>
    <w:rsid w:val="00211E29"/>
    <w:rsid w:val="00211E68"/>
    <w:rsid w:val="0021284A"/>
    <w:rsid w:val="002128F6"/>
    <w:rsid w:val="00212D85"/>
    <w:rsid w:val="00213C13"/>
    <w:rsid w:val="00213E4C"/>
    <w:rsid w:val="002144D6"/>
    <w:rsid w:val="00214E29"/>
    <w:rsid w:val="002150FB"/>
    <w:rsid w:val="002153E0"/>
    <w:rsid w:val="00215E7B"/>
    <w:rsid w:val="0021658E"/>
    <w:rsid w:val="0021680A"/>
    <w:rsid w:val="00216A68"/>
    <w:rsid w:val="00216CE0"/>
    <w:rsid w:val="00216F46"/>
    <w:rsid w:val="00216FA3"/>
    <w:rsid w:val="00217F30"/>
    <w:rsid w:val="002204C0"/>
    <w:rsid w:val="00220B93"/>
    <w:rsid w:val="0022210F"/>
    <w:rsid w:val="00222277"/>
    <w:rsid w:val="002225D0"/>
    <w:rsid w:val="002226B4"/>
    <w:rsid w:val="00222A3A"/>
    <w:rsid w:val="00223135"/>
    <w:rsid w:val="00223171"/>
    <w:rsid w:val="002233E2"/>
    <w:rsid w:val="00223474"/>
    <w:rsid w:val="002235EC"/>
    <w:rsid w:val="00223BE9"/>
    <w:rsid w:val="002242FF"/>
    <w:rsid w:val="00225749"/>
    <w:rsid w:val="00226014"/>
    <w:rsid w:val="00226792"/>
    <w:rsid w:val="00226A83"/>
    <w:rsid w:val="0022710C"/>
    <w:rsid w:val="0022736C"/>
    <w:rsid w:val="0022759D"/>
    <w:rsid w:val="0022784A"/>
    <w:rsid w:val="00227A61"/>
    <w:rsid w:val="00230520"/>
    <w:rsid w:val="00230C75"/>
    <w:rsid w:val="00230E3B"/>
    <w:rsid w:val="00231B23"/>
    <w:rsid w:val="00232553"/>
    <w:rsid w:val="002325BC"/>
    <w:rsid w:val="00232799"/>
    <w:rsid w:val="002335A5"/>
    <w:rsid w:val="002337C2"/>
    <w:rsid w:val="002339DF"/>
    <w:rsid w:val="00233DFA"/>
    <w:rsid w:val="00233EB4"/>
    <w:rsid w:val="0023449E"/>
    <w:rsid w:val="0023532C"/>
    <w:rsid w:val="00237349"/>
    <w:rsid w:val="00237354"/>
    <w:rsid w:val="002375A0"/>
    <w:rsid w:val="002379D1"/>
    <w:rsid w:val="002400DD"/>
    <w:rsid w:val="00240290"/>
    <w:rsid w:val="00240587"/>
    <w:rsid w:val="002410F6"/>
    <w:rsid w:val="00241CCA"/>
    <w:rsid w:val="00241DFD"/>
    <w:rsid w:val="002422FD"/>
    <w:rsid w:val="002426B5"/>
    <w:rsid w:val="00243000"/>
    <w:rsid w:val="00243798"/>
    <w:rsid w:val="00244901"/>
    <w:rsid w:val="0024575E"/>
    <w:rsid w:val="00245B14"/>
    <w:rsid w:val="00246352"/>
    <w:rsid w:val="00247924"/>
    <w:rsid w:val="00247D1C"/>
    <w:rsid w:val="00247F48"/>
    <w:rsid w:val="00250E22"/>
    <w:rsid w:val="00250E35"/>
    <w:rsid w:val="0025110A"/>
    <w:rsid w:val="002513CE"/>
    <w:rsid w:val="0025256E"/>
    <w:rsid w:val="0025331F"/>
    <w:rsid w:val="00253481"/>
    <w:rsid w:val="0025384E"/>
    <w:rsid w:val="00253D2A"/>
    <w:rsid w:val="00253D9B"/>
    <w:rsid w:val="00254044"/>
    <w:rsid w:val="0025442F"/>
    <w:rsid w:val="002548E8"/>
    <w:rsid w:val="00254EF2"/>
    <w:rsid w:val="00254F5C"/>
    <w:rsid w:val="00255781"/>
    <w:rsid w:val="00255E20"/>
    <w:rsid w:val="0025643C"/>
    <w:rsid w:val="002571FE"/>
    <w:rsid w:val="00257A05"/>
    <w:rsid w:val="00257B4B"/>
    <w:rsid w:val="00257D47"/>
    <w:rsid w:val="00260ABD"/>
    <w:rsid w:val="0026128B"/>
    <w:rsid w:val="00261608"/>
    <w:rsid w:val="00261872"/>
    <w:rsid w:val="00263242"/>
    <w:rsid w:val="00264383"/>
    <w:rsid w:val="002645D6"/>
    <w:rsid w:val="0026595C"/>
    <w:rsid w:val="00265BE1"/>
    <w:rsid w:val="00265C8C"/>
    <w:rsid w:val="00265E34"/>
    <w:rsid w:val="002662EB"/>
    <w:rsid w:val="0026642F"/>
    <w:rsid w:val="00266F66"/>
    <w:rsid w:val="00267318"/>
    <w:rsid w:val="00267EB8"/>
    <w:rsid w:val="0027057B"/>
    <w:rsid w:val="0027061E"/>
    <w:rsid w:val="002713C6"/>
    <w:rsid w:val="0027194B"/>
    <w:rsid w:val="0027251E"/>
    <w:rsid w:val="00272EBC"/>
    <w:rsid w:val="0027310B"/>
    <w:rsid w:val="002732E2"/>
    <w:rsid w:val="00274150"/>
    <w:rsid w:val="00274240"/>
    <w:rsid w:val="002743FB"/>
    <w:rsid w:val="00274544"/>
    <w:rsid w:val="00274D4F"/>
    <w:rsid w:val="00274F1E"/>
    <w:rsid w:val="002760DD"/>
    <w:rsid w:val="00276936"/>
    <w:rsid w:val="00277B28"/>
    <w:rsid w:val="00280956"/>
    <w:rsid w:val="00280EFC"/>
    <w:rsid w:val="0028237F"/>
    <w:rsid w:val="00283019"/>
    <w:rsid w:val="00284179"/>
    <w:rsid w:val="00284CB2"/>
    <w:rsid w:val="00284E32"/>
    <w:rsid w:val="00284EB1"/>
    <w:rsid w:val="00286A7F"/>
    <w:rsid w:val="00286DCC"/>
    <w:rsid w:val="00286E81"/>
    <w:rsid w:val="002872CB"/>
    <w:rsid w:val="002873A5"/>
    <w:rsid w:val="00287C1C"/>
    <w:rsid w:val="0029075A"/>
    <w:rsid w:val="002907C2"/>
    <w:rsid w:val="002910D2"/>
    <w:rsid w:val="0029159B"/>
    <w:rsid w:val="002916F4"/>
    <w:rsid w:val="002917E0"/>
    <w:rsid w:val="00291C96"/>
    <w:rsid w:val="00291EBA"/>
    <w:rsid w:val="002921D9"/>
    <w:rsid w:val="00292B81"/>
    <w:rsid w:val="00292E1E"/>
    <w:rsid w:val="00292FB2"/>
    <w:rsid w:val="0029328E"/>
    <w:rsid w:val="002935FF"/>
    <w:rsid w:val="00293C19"/>
    <w:rsid w:val="00294412"/>
    <w:rsid w:val="00294485"/>
    <w:rsid w:val="002946C1"/>
    <w:rsid w:val="002948E8"/>
    <w:rsid w:val="00294A9A"/>
    <w:rsid w:val="00294C1F"/>
    <w:rsid w:val="002953BD"/>
    <w:rsid w:val="00295895"/>
    <w:rsid w:val="00295D65"/>
    <w:rsid w:val="002962E1"/>
    <w:rsid w:val="00296BFE"/>
    <w:rsid w:val="00296C71"/>
    <w:rsid w:val="00296F0F"/>
    <w:rsid w:val="00297C4A"/>
    <w:rsid w:val="00297D8C"/>
    <w:rsid w:val="00297F00"/>
    <w:rsid w:val="002A037F"/>
    <w:rsid w:val="002A09E0"/>
    <w:rsid w:val="002A0B9A"/>
    <w:rsid w:val="002A1106"/>
    <w:rsid w:val="002A1143"/>
    <w:rsid w:val="002A163D"/>
    <w:rsid w:val="002A1DD3"/>
    <w:rsid w:val="002A1E26"/>
    <w:rsid w:val="002A211C"/>
    <w:rsid w:val="002A2189"/>
    <w:rsid w:val="002A230B"/>
    <w:rsid w:val="002A297B"/>
    <w:rsid w:val="002A2D3B"/>
    <w:rsid w:val="002A2FC0"/>
    <w:rsid w:val="002A32D3"/>
    <w:rsid w:val="002A3474"/>
    <w:rsid w:val="002A38FF"/>
    <w:rsid w:val="002A3B89"/>
    <w:rsid w:val="002A3C07"/>
    <w:rsid w:val="002A6F6F"/>
    <w:rsid w:val="002A73AE"/>
    <w:rsid w:val="002A7467"/>
    <w:rsid w:val="002A7E64"/>
    <w:rsid w:val="002B053A"/>
    <w:rsid w:val="002B0B9F"/>
    <w:rsid w:val="002B1191"/>
    <w:rsid w:val="002B16E0"/>
    <w:rsid w:val="002B1878"/>
    <w:rsid w:val="002B1E0D"/>
    <w:rsid w:val="002B1FF0"/>
    <w:rsid w:val="002B3424"/>
    <w:rsid w:val="002B3F37"/>
    <w:rsid w:val="002B3F42"/>
    <w:rsid w:val="002B43E7"/>
    <w:rsid w:val="002B5284"/>
    <w:rsid w:val="002B54A3"/>
    <w:rsid w:val="002B56C0"/>
    <w:rsid w:val="002B6CE2"/>
    <w:rsid w:val="002B756D"/>
    <w:rsid w:val="002B79D9"/>
    <w:rsid w:val="002C056C"/>
    <w:rsid w:val="002C107D"/>
    <w:rsid w:val="002C24A0"/>
    <w:rsid w:val="002C2641"/>
    <w:rsid w:val="002C3C5A"/>
    <w:rsid w:val="002C3EE7"/>
    <w:rsid w:val="002C4432"/>
    <w:rsid w:val="002C5276"/>
    <w:rsid w:val="002C551B"/>
    <w:rsid w:val="002C65E9"/>
    <w:rsid w:val="002C76D6"/>
    <w:rsid w:val="002C7BC7"/>
    <w:rsid w:val="002D035F"/>
    <w:rsid w:val="002D1BA0"/>
    <w:rsid w:val="002D1D01"/>
    <w:rsid w:val="002D1D7F"/>
    <w:rsid w:val="002D2EC6"/>
    <w:rsid w:val="002D2FAA"/>
    <w:rsid w:val="002D3043"/>
    <w:rsid w:val="002D340A"/>
    <w:rsid w:val="002D3AA6"/>
    <w:rsid w:val="002D41DB"/>
    <w:rsid w:val="002D4D74"/>
    <w:rsid w:val="002D60F5"/>
    <w:rsid w:val="002D61FB"/>
    <w:rsid w:val="002D6321"/>
    <w:rsid w:val="002D696A"/>
    <w:rsid w:val="002D6EB2"/>
    <w:rsid w:val="002E0743"/>
    <w:rsid w:val="002E0A39"/>
    <w:rsid w:val="002E0B13"/>
    <w:rsid w:val="002E1152"/>
    <w:rsid w:val="002E140B"/>
    <w:rsid w:val="002E2C5C"/>
    <w:rsid w:val="002E35D6"/>
    <w:rsid w:val="002E35E2"/>
    <w:rsid w:val="002E3B2C"/>
    <w:rsid w:val="002E408D"/>
    <w:rsid w:val="002E4759"/>
    <w:rsid w:val="002E4F6C"/>
    <w:rsid w:val="002E599B"/>
    <w:rsid w:val="002E5DB9"/>
    <w:rsid w:val="002E659B"/>
    <w:rsid w:val="002E6859"/>
    <w:rsid w:val="002E6C8A"/>
    <w:rsid w:val="002E7AF8"/>
    <w:rsid w:val="002E7C05"/>
    <w:rsid w:val="002E7CEA"/>
    <w:rsid w:val="002E7D06"/>
    <w:rsid w:val="002F0179"/>
    <w:rsid w:val="002F0F56"/>
    <w:rsid w:val="002F0FE8"/>
    <w:rsid w:val="002F1D84"/>
    <w:rsid w:val="002F263B"/>
    <w:rsid w:val="002F26F1"/>
    <w:rsid w:val="002F2BF9"/>
    <w:rsid w:val="002F34FD"/>
    <w:rsid w:val="002F36AC"/>
    <w:rsid w:val="002F3A93"/>
    <w:rsid w:val="002F4327"/>
    <w:rsid w:val="002F4349"/>
    <w:rsid w:val="002F4A3A"/>
    <w:rsid w:val="002F573A"/>
    <w:rsid w:val="002F5C19"/>
    <w:rsid w:val="002F635E"/>
    <w:rsid w:val="002F6455"/>
    <w:rsid w:val="002F75A0"/>
    <w:rsid w:val="00300007"/>
    <w:rsid w:val="00300056"/>
    <w:rsid w:val="0030011B"/>
    <w:rsid w:val="003001E6"/>
    <w:rsid w:val="0030064B"/>
    <w:rsid w:val="0030072E"/>
    <w:rsid w:val="00301237"/>
    <w:rsid w:val="00301B4E"/>
    <w:rsid w:val="00302177"/>
    <w:rsid w:val="0030256C"/>
    <w:rsid w:val="003026B4"/>
    <w:rsid w:val="00302C6F"/>
    <w:rsid w:val="0030392B"/>
    <w:rsid w:val="003040C6"/>
    <w:rsid w:val="00304567"/>
    <w:rsid w:val="00304BA1"/>
    <w:rsid w:val="00304F2B"/>
    <w:rsid w:val="00305214"/>
    <w:rsid w:val="00305319"/>
    <w:rsid w:val="00305608"/>
    <w:rsid w:val="003062FC"/>
    <w:rsid w:val="0030649C"/>
    <w:rsid w:val="00307931"/>
    <w:rsid w:val="00307E1F"/>
    <w:rsid w:val="00307F9D"/>
    <w:rsid w:val="0031086F"/>
    <w:rsid w:val="003109DA"/>
    <w:rsid w:val="00310F49"/>
    <w:rsid w:val="003110CA"/>
    <w:rsid w:val="003112E7"/>
    <w:rsid w:val="00311438"/>
    <w:rsid w:val="00311B51"/>
    <w:rsid w:val="00312038"/>
    <w:rsid w:val="00312120"/>
    <w:rsid w:val="00312481"/>
    <w:rsid w:val="00312995"/>
    <w:rsid w:val="0031332C"/>
    <w:rsid w:val="00313358"/>
    <w:rsid w:val="00313399"/>
    <w:rsid w:val="0031339B"/>
    <w:rsid w:val="00313782"/>
    <w:rsid w:val="00313EAB"/>
    <w:rsid w:val="00313F4C"/>
    <w:rsid w:val="00314585"/>
    <w:rsid w:val="003147FF"/>
    <w:rsid w:val="00314AE7"/>
    <w:rsid w:val="00314F08"/>
    <w:rsid w:val="00315026"/>
    <w:rsid w:val="00315183"/>
    <w:rsid w:val="0031584E"/>
    <w:rsid w:val="00316098"/>
    <w:rsid w:val="00316877"/>
    <w:rsid w:val="00317438"/>
    <w:rsid w:val="0031768B"/>
    <w:rsid w:val="00317A08"/>
    <w:rsid w:val="00317B4A"/>
    <w:rsid w:val="00320020"/>
    <w:rsid w:val="003204CA"/>
    <w:rsid w:val="00320762"/>
    <w:rsid w:val="003207B2"/>
    <w:rsid w:val="00320841"/>
    <w:rsid w:val="00320E22"/>
    <w:rsid w:val="00322543"/>
    <w:rsid w:val="0032414E"/>
    <w:rsid w:val="00324D1E"/>
    <w:rsid w:val="003253C9"/>
    <w:rsid w:val="00326233"/>
    <w:rsid w:val="003262CF"/>
    <w:rsid w:val="00326396"/>
    <w:rsid w:val="00326544"/>
    <w:rsid w:val="00326D14"/>
    <w:rsid w:val="00327370"/>
    <w:rsid w:val="003279F7"/>
    <w:rsid w:val="00327C67"/>
    <w:rsid w:val="0033017C"/>
    <w:rsid w:val="003301DC"/>
    <w:rsid w:val="003303EA"/>
    <w:rsid w:val="003310DE"/>
    <w:rsid w:val="003310ED"/>
    <w:rsid w:val="00331150"/>
    <w:rsid w:val="00331339"/>
    <w:rsid w:val="00331685"/>
    <w:rsid w:val="003319E8"/>
    <w:rsid w:val="00331A89"/>
    <w:rsid w:val="00331C87"/>
    <w:rsid w:val="00331DBE"/>
    <w:rsid w:val="00332268"/>
    <w:rsid w:val="003331BD"/>
    <w:rsid w:val="00333C8D"/>
    <w:rsid w:val="00335427"/>
    <w:rsid w:val="0033558E"/>
    <w:rsid w:val="00335865"/>
    <w:rsid w:val="00335F49"/>
    <w:rsid w:val="00336214"/>
    <w:rsid w:val="003366DE"/>
    <w:rsid w:val="003374A4"/>
    <w:rsid w:val="00337704"/>
    <w:rsid w:val="00337B54"/>
    <w:rsid w:val="00337B75"/>
    <w:rsid w:val="00342148"/>
    <w:rsid w:val="00343202"/>
    <w:rsid w:val="003437C1"/>
    <w:rsid w:val="00343DA9"/>
    <w:rsid w:val="003443AF"/>
    <w:rsid w:val="0034446C"/>
    <w:rsid w:val="00344C91"/>
    <w:rsid w:val="00344F65"/>
    <w:rsid w:val="00346B4B"/>
    <w:rsid w:val="00346FC5"/>
    <w:rsid w:val="003471A5"/>
    <w:rsid w:val="00347EDA"/>
    <w:rsid w:val="003503B6"/>
    <w:rsid w:val="003503C3"/>
    <w:rsid w:val="003510B2"/>
    <w:rsid w:val="003519CE"/>
    <w:rsid w:val="00352BF4"/>
    <w:rsid w:val="0035312A"/>
    <w:rsid w:val="00353406"/>
    <w:rsid w:val="003534F1"/>
    <w:rsid w:val="00353703"/>
    <w:rsid w:val="003538A7"/>
    <w:rsid w:val="00353FFF"/>
    <w:rsid w:val="003545BB"/>
    <w:rsid w:val="00354838"/>
    <w:rsid w:val="00354A55"/>
    <w:rsid w:val="00354F2B"/>
    <w:rsid w:val="00354F5C"/>
    <w:rsid w:val="00355456"/>
    <w:rsid w:val="0035625E"/>
    <w:rsid w:val="00360DE9"/>
    <w:rsid w:val="003616DE"/>
    <w:rsid w:val="00361718"/>
    <w:rsid w:val="003625C2"/>
    <w:rsid w:val="00363565"/>
    <w:rsid w:val="0036370B"/>
    <w:rsid w:val="003640D5"/>
    <w:rsid w:val="00364180"/>
    <w:rsid w:val="00364400"/>
    <w:rsid w:val="0036554B"/>
    <w:rsid w:val="00366DC2"/>
    <w:rsid w:val="00367846"/>
    <w:rsid w:val="00367923"/>
    <w:rsid w:val="0037044F"/>
    <w:rsid w:val="00370937"/>
    <w:rsid w:val="003710CD"/>
    <w:rsid w:val="00371D13"/>
    <w:rsid w:val="00371D70"/>
    <w:rsid w:val="00372072"/>
    <w:rsid w:val="003731C8"/>
    <w:rsid w:val="00373339"/>
    <w:rsid w:val="00373863"/>
    <w:rsid w:val="0037455E"/>
    <w:rsid w:val="003749FF"/>
    <w:rsid w:val="00375360"/>
    <w:rsid w:val="00375545"/>
    <w:rsid w:val="00375602"/>
    <w:rsid w:val="003762AC"/>
    <w:rsid w:val="003765AD"/>
    <w:rsid w:val="0037690F"/>
    <w:rsid w:val="00376962"/>
    <w:rsid w:val="00376B38"/>
    <w:rsid w:val="0037759C"/>
    <w:rsid w:val="003777AA"/>
    <w:rsid w:val="003779B4"/>
    <w:rsid w:val="003808A5"/>
    <w:rsid w:val="00381057"/>
    <w:rsid w:val="0038257E"/>
    <w:rsid w:val="0038267C"/>
    <w:rsid w:val="00382BC6"/>
    <w:rsid w:val="0038357B"/>
    <w:rsid w:val="003846A1"/>
    <w:rsid w:val="00385588"/>
    <w:rsid w:val="00385E4F"/>
    <w:rsid w:val="003860EE"/>
    <w:rsid w:val="003861BA"/>
    <w:rsid w:val="003861D1"/>
    <w:rsid w:val="003872D3"/>
    <w:rsid w:val="003876DE"/>
    <w:rsid w:val="00387CD6"/>
    <w:rsid w:val="00387EEF"/>
    <w:rsid w:val="00390083"/>
    <w:rsid w:val="003900A7"/>
    <w:rsid w:val="00391969"/>
    <w:rsid w:val="00391A2C"/>
    <w:rsid w:val="00391C15"/>
    <w:rsid w:val="003927B3"/>
    <w:rsid w:val="0039307F"/>
    <w:rsid w:val="0039347C"/>
    <w:rsid w:val="00393644"/>
    <w:rsid w:val="00393918"/>
    <w:rsid w:val="0039466B"/>
    <w:rsid w:val="00395349"/>
    <w:rsid w:val="00396DA7"/>
    <w:rsid w:val="003970DE"/>
    <w:rsid w:val="0039774B"/>
    <w:rsid w:val="003A1569"/>
    <w:rsid w:val="003A1633"/>
    <w:rsid w:val="003A19A9"/>
    <w:rsid w:val="003A2370"/>
    <w:rsid w:val="003A2B0B"/>
    <w:rsid w:val="003A2E6E"/>
    <w:rsid w:val="003A30DB"/>
    <w:rsid w:val="003A31E4"/>
    <w:rsid w:val="003A3219"/>
    <w:rsid w:val="003A3CA5"/>
    <w:rsid w:val="003A3E37"/>
    <w:rsid w:val="003A3EA0"/>
    <w:rsid w:val="003A41B4"/>
    <w:rsid w:val="003A47BD"/>
    <w:rsid w:val="003A4B6A"/>
    <w:rsid w:val="003A4BDF"/>
    <w:rsid w:val="003A5559"/>
    <w:rsid w:val="003A5965"/>
    <w:rsid w:val="003A61D3"/>
    <w:rsid w:val="003A644B"/>
    <w:rsid w:val="003A71C0"/>
    <w:rsid w:val="003A7234"/>
    <w:rsid w:val="003B0070"/>
    <w:rsid w:val="003B0A0B"/>
    <w:rsid w:val="003B100C"/>
    <w:rsid w:val="003B19A9"/>
    <w:rsid w:val="003B253B"/>
    <w:rsid w:val="003B2564"/>
    <w:rsid w:val="003B3332"/>
    <w:rsid w:val="003B3E4E"/>
    <w:rsid w:val="003B3F5F"/>
    <w:rsid w:val="003B413E"/>
    <w:rsid w:val="003B48B9"/>
    <w:rsid w:val="003B4AFA"/>
    <w:rsid w:val="003B5032"/>
    <w:rsid w:val="003B5AC3"/>
    <w:rsid w:val="003B6110"/>
    <w:rsid w:val="003B6945"/>
    <w:rsid w:val="003B6F69"/>
    <w:rsid w:val="003B7EF2"/>
    <w:rsid w:val="003C07AB"/>
    <w:rsid w:val="003C0BC7"/>
    <w:rsid w:val="003C0D00"/>
    <w:rsid w:val="003C0E1E"/>
    <w:rsid w:val="003C111A"/>
    <w:rsid w:val="003C1959"/>
    <w:rsid w:val="003C1AA3"/>
    <w:rsid w:val="003C1B59"/>
    <w:rsid w:val="003C2995"/>
    <w:rsid w:val="003C29C6"/>
    <w:rsid w:val="003C2DAA"/>
    <w:rsid w:val="003C3270"/>
    <w:rsid w:val="003C3756"/>
    <w:rsid w:val="003C393D"/>
    <w:rsid w:val="003C4D38"/>
    <w:rsid w:val="003C638C"/>
    <w:rsid w:val="003C63EC"/>
    <w:rsid w:val="003C6852"/>
    <w:rsid w:val="003C735D"/>
    <w:rsid w:val="003C73A6"/>
    <w:rsid w:val="003C75E0"/>
    <w:rsid w:val="003C7D7E"/>
    <w:rsid w:val="003C7F98"/>
    <w:rsid w:val="003D0334"/>
    <w:rsid w:val="003D0E81"/>
    <w:rsid w:val="003D11A3"/>
    <w:rsid w:val="003D12E0"/>
    <w:rsid w:val="003D241E"/>
    <w:rsid w:val="003D2B67"/>
    <w:rsid w:val="003D2B8F"/>
    <w:rsid w:val="003D2FF4"/>
    <w:rsid w:val="003D3959"/>
    <w:rsid w:val="003D3AA7"/>
    <w:rsid w:val="003D3B79"/>
    <w:rsid w:val="003D3E22"/>
    <w:rsid w:val="003D46CD"/>
    <w:rsid w:val="003D4CBA"/>
    <w:rsid w:val="003D5141"/>
    <w:rsid w:val="003D5A1D"/>
    <w:rsid w:val="003D5B9C"/>
    <w:rsid w:val="003D7A27"/>
    <w:rsid w:val="003D7E02"/>
    <w:rsid w:val="003E023A"/>
    <w:rsid w:val="003E04C8"/>
    <w:rsid w:val="003E055A"/>
    <w:rsid w:val="003E1078"/>
    <w:rsid w:val="003E10DA"/>
    <w:rsid w:val="003E1276"/>
    <w:rsid w:val="003E2149"/>
    <w:rsid w:val="003E26D6"/>
    <w:rsid w:val="003E2C0E"/>
    <w:rsid w:val="003E30AC"/>
    <w:rsid w:val="003E3C84"/>
    <w:rsid w:val="003E3FE0"/>
    <w:rsid w:val="003E4E1D"/>
    <w:rsid w:val="003E4E72"/>
    <w:rsid w:val="003E5A9E"/>
    <w:rsid w:val="003E61F2"/>
    <w:rsid w:val="003E6D2B"/>
    <w:rsid w:val="003F1543"/>
    <w:rsid w:val="003F2955"/>
    <w:rsid w:val="003F4687"/>
    <w:rsid w:val="003F482A"/>
    <w:rsid w:val="003F5936"/>
    <w:rsid w:val="003F5F78"/>
    <w:rsid w:val="003F6522"/>
    <w:rsid w:val="003F69EF"/>
    <w:rsid w:val="003F6B36"/>
    <w:rsid w:val="003F74DF"/>
    <w:rsid w:val="003F7AA0"/>
    <w:rsid w:val="003F7EF4"/>
    <w:rsid w:val="0040052C"/>
    <w:rsid w:val="00400E55"/>
    <w:rsid w:val="0040104D"/>
    <w:rsid w:val="0040182B"/>
    <w:rsid w:val="00401AAE"/>
    <w:rsid w:val="00401F9B"/>
    <w:rsid w:val="00402CEB"/>
    <w:rsid w:val="00403011"/>
    <w:rsid w:val="00403581"/>
    <w:rsid w:val="00403600"/>
    <w:rsid w:val="00403AE5"/>
    <w:rsid w:val="004041ED"/>
    <w:rsid w:val="00404712"/>
    <w:rsid w:val="00404AEF"/>
    <w:rsid w:val="00404B64"/>
    <w:rsid w:val="00405285"/>
    <w:rsid w:val="00405551"/>
    <w:rsid w:val="00406799"/>
    <w:rsid w:val="004078B1"/>
    <w:rsid w:val="004078E4"/>
    <w:rsid w:val="00407917"/>
    <w:rsid w:val="00407BE0"/>
    <w:rsid w:val="00407C67"/>
    <w:rsid w:val="00411799"/>
    <w:rsid w:val="004121DF"/>
    <w:rsid w:val="00412EF3"/>
    <w:rsid w:val="004133FE"/>
    <w:rsid w:val="004137AA"/>
    <w:rsid w:val="004140A4"/>
    <w:rsid w:val="00414678"/>
    <w:rsid w:val="00414D2E"/>
    <w:rsid w:val="0041503F"/>
    <w:rsid w:val="004153EB"/>
    <w:rsid w:val="00415520"/>
    <w:rsid w:val="00415ABA"/>
    <w:rsid w:val="00415C7C"/>
    <w:rsid w:val="00416B2F"/>
    <w:rsid w:val="00416B7F"/>
    <w:rsid w:val="004170DC"/>
    <w:rsid w:val="0042022C"/>
    <w:rsid w:val="0042045E"/>
    <w:rsid w:val="0042074E"/>
    <w:rsid w:val="00423B9C"/>
    <w:rsid w:val="00423FC1"/>
    <w:rsid w:val="0042473B"/>
    <w:rsid w:val="004251CC"/>
    <w:rsid w:val="00425473"/>
    <w:rsid w:val="00425645"/>
    <w:rsid w:val="00425A44"/>
    <w:rsid w:val="00425A64"/>
    <w:rsid w:val="004260B2"/>
    <w:rsid w:val="00426CB4"/>
    <w:rsid w:val="00427FF2"/>
    <w:rsid w:val="0043023C"/>
    <w:rsid w:val="00431595"/>
    <w:rsid w:val="004316B1"/>
    <w:rsid w:val="0043193B"/>
    <w:rsid w:val="00432162"/>
    <w:rsid w:val="004324AF"/>
    <w:rsid w:val="004327D9"/>
    <w:rsid w:val="00432821"/>
    <w:rsid w:val="004332A3"/>
    <w:rsid w:val="0043347E"/>
    <w:rsid w:val="00433D7D"/>
    <w:rsid w:val="00433F41"/>
    <w:rsid w:val="0043414F"/>
    <w:rsid w:val="0043450C"/>
    <w:rsid w:val="004348BB"/>
    <w:rsid w:val="004348F0"/>
    <w:rsid w:val="00434AC1"/>
    <w:rsid w:val="00434C9F"/>
    <w:rsid w:val="00435352"/>
    <w:rsid w:val="00435837"/>
    <w:rsid w:val="00435876"/>
    <w:rsid w:val="004358C1"/>
    <w:rsid w:val="004368D4"/>
    <w:rsid w:val="00436C7B"/>
    <w:rsid w:val="004404EC"/>
    <w:rsid w:val="00440991"/>
    <w:rsid w:val="00441F74"/>
    <w:rsid w:val="00442EE4"/>
    <w:rsid w:val="004434AA"/>
    <w:rsid w:val="0044356C"/>
    <w:rsid w:val="00443917"/>
    <w:rsid w:val="00443DFB"/>
    <w:rsid w:val="0044414D"/>
    <w:rsid w:val="00444818"/>
    <w:rsid w:val="004449EB"/>
    <w:rsid w:val="004450E2"/>
    <w:rsid w:val="004451A6"/>
    <w:rsid w:val="00445267"/>
    <w:rsid w:val="004457C2"/>
    <w:rsid w:val="00445840"/>
    <w:rsid w:val="00445B1D"/>
    <w:rsid w:val="00445C89"/>
    <w:rsid w:val="00445FB1"/>
    <w:rsid w:val="004464F9"/>
    <w:rsid w:val="00446665"/>
    <w:rsid w:val="004466B5"/>
    <w:rsid w:val="00446C86"/>
    <w:rsid w:val="00450065"/>
    <w:rsid w:val="0045025D"/>
    <w:rsid w:val="00450516"/>
    <w:rsid w:val="004507A0"/>
    <w:rsid w:val="00450957"/>
    <w:rsid w:val="00450EBA"/>
    <w:rsid w:val="00451CC2"/>
    <w:rsid w:val="004530C3"/>
    <w:rsid w:val="004532E8"/>
    <w:rsid w:val="0045340F"/>
    <w:rsid w:val="004541F0"/>
    <w:rsid w:val="00454863"/>
    <w:rsid w:val="0045493C"/>
    <w:rsid w:val="00454BF2"/>
    <w:rsid w:val="0045576E"/>
    <w:rsid w:val="00455F2B"/>
    <w:rsid w:val="004565BF"/>
    <w:rsid w:val="00456FD5"/>
    <w:rsid w:val="00457250"/>
    <w:rsid w:val="00457453"/>
    <w:rsid w:val="00457B28"/>
    <w:rsid w:val="004601DC"/>
    <w:rsid w:val="00460AF8"/>
    <w:rsid w:val="00460C4D"/>
    <w:rsid w:val="00461B5A"/>
    <w:rsid w:val="00461E22"/>
    <w:rsid w:val="00461F60"/>
    <w:rsid w:val="0046240C"/>
    <w:rsid w:val="00462938"/>
    <w:rsid w:val="00462FBE"/>
    <w:rsid w:val="00463410"/>
    <w:rsid w:val="0046382B"/>
    <w:rsid w:val="0046390C"/>
    <w:rsid w:val="004653F9"/>
    <w:rsid w:val="00465634"/>
    <w:rsid w:val="00466B3C"/>
    <w:rsid w:val="00466EF4"/>
    <w:rsid w:val="004679CF"/>
    <w:rsid w:val="004679D7"/>
    <w:rsid w:val="00471E8F"/>
    <w:rsid w:val="00472870"/>
    <w:rsid w:val="004729FF"/>
    <w:rsid w:val="00472CAB"/>
    <w:rsid w:val="00473198"/>
    <w:rsid w:val="00474AE0"/>
    <w:rsid w:val="00475443"/>
    <w:rsid w:val="00475E0D"/>
    <w:rsid w:val="00475F69"/>
    <w:rsid w:val="004768E0"/>
    <w:rsid w:val="00476B77"/>
    <w:rsid w:val="00477074"/>
    <w:rsid w:val="00477382"/>
    <w:rsid w:val="00477482"/>
    <w:rsid w:val="00477BB4"/>
    <w:rsid w:val="004800BD"/>
    <w:rsid w:val="00480D64"/>
    <w:rsid w:val="00480FFA"/>
    <w:rsid w:val="00481EC8"/>
    <w:rsid w:val="00482010"/>
    <w:rsid w:val="00482040"/>
    <w:rsid w:val="004821B5"/>
    <w:rsid w:val="004824B9"/>
    <w:rsid w:val="00482D58"/>
    <w:rsid w:val="00483780"/>
    <w:rsid w:val="004837DE"/>
    <w:rsid w:val="00483C71"/>
    <w:rsid w:val="00483DD2"/>
    <w:rsid w:val="0048440D"/>
    <w:rsid w:val="00484D1B"/>
    <w:rsid w:val="0048516F"/>
    <w:rsid w:val="004854FC"/>
    <w:rsid w:val="00486458"/>
    <w:rsid w:val="004875E0"/>
    <w:rsid w:val="00487617"/>
    <w:rsid w:val="00487A1A"/>
    <w:rsid w:val="0049027B"/>
    <w:rsid w:val="00490720"/>
    <w:rsid w:val="004911C8"/>
    <w:rsid w:val="00491F47"/>
    <w:rsid w:val="0049349E"/>
    <w:rsid w:val="00493DF8"/>
    <w:rsid w:val="00494125"/>
    <w:rsid w:val="004944FE"/>
    <w:rsid w:val="0049488A"/>
    <w:rsid w:val="00495212"/>
    <w:rsid w:val="00495C0C"/>
    <w:rsid w:val="00495D3B"/>
    <w:rsid w:val="0049627A"/>
    <w:rsid w:val="00496367"/>
    <w:rsid w:val="00497297"/>
    <w:rsid w:val="004A09B0"/>
    <w:rsid w:val="004A0B0C"/>
    <w:rsid w:val="004A0C42"/>
    <w:rsid w:val="004A1179"/>
    <w:rsid w:val="004A13F7"/>
    <w:rsid w:val="004A1A7D"/>
    <w:rsid w:val="004A283D"/>
    <w:rsid w:val="004A471D"/>
    <w:rsid w:val="004A5933"/>
    <w:rsid w:val="004A6034"/>
    <w:rsid w:val="004A65CD"/>
    <w:rsid w:val="004A6CD4"/>
    <w:rsid w:val="004A6D17"/>
    <w:rsid w:val="004A7155"/>
    <w:rsid w:val="004A7A6C"/>
    <w:rsid w:val="004A7C42"/>
    <w:rsid w:val="004A7DEB"/>
    <w:rsid w:val="004A7F3E"/>
    <w:rsid w:val="004B004D"/>
    <w:rsid w:val="004B108F"/>
    <w:rsid w:val="004B14F5"/>
    <w:rsid w:val="004B1D76"/>
    <w:rsid w:val="004B21FB"/>
    <w:rsid w:val="004B31FB"/>
    <w:rsid w:val="004B356D"/>
    <w:rsid w:val="004B3680"/>
    <w:rsid w:val="004B393B"/>
    <w:rsid w:val="004B3CE8"/>
    <w:rsid w:val="004B3D2D"/>
    <w:rsid w:val="004B51AC"/>
    <w:rsid w:val="004B7086"/>
    <w:rsid w:val="004B79A1"/>
    <w:rsid w:val="004B7A08"/>
    <w:rsid w:val="004B7D1A"/>
    <w:rsid w:val="004B7FD9"/>
    <w:rsid w:val="004C0F38"/>
    <w:rsid w:val="004C0F4E"/>
    <w:rsid w:val="004C0FEC"/>
    <w:rsid w:val="004C167E"/>
    <w:rsid w:val="004C171D"/>
    <w:rsid w:val="004C212A"/>
    <w:rsid w:val="004C22C9"/>
    <w:rsid w:val="004C2638"/>
    <w:rsid w:val="004C2784"/>
    <w:rsid w:val="004C3218"/>
    <w:rsid w:val="004C329A"/>
    <w:rsid w:val="004C3C20"/>
    <w:rsid w:val="004C4267"/>
    <w:rsid w:val="004C49EA"/>
    <w:rsid w:val="004C4E59"/>
    <w:rsid w:val="004C4EDA"/>
    <w:rsid w:val="004C52C5"/>
    <w:rsid w:val="004C5433"/>
    <w:rsid w:val="004C62B9"/>
    <w:rsid w:val="004C6749"/>
    <w:rsid w:val="004C6CE6"/>
    <w:rsid w:val="004C6EFD"/>
    <w:rsid w:val="004C6FA5"/>
    <w:rsid w:val="004C71FA"/>
    <w:rsid w:val="004C758A"/>
    <w:rsid w:val="004C78C0"/>
    <w:rsid w:val="004C7A0F"/>
    <w:rsid w:val="004C7EF5"/>
    <w:rsid w:val="004C7F4F"/>
    <w:rsid w:val="004D0614"/>
    <w:rsid w:val="004D08D3"/>
    <w:rsid w:val="004D12B1"/>
    <w:rsid w:val="004D1C0A"/>
    <w:rsid w:val="004D1E1C"/>
    <w:rsid w:val="004D2460"/>
    <w:rsid w:val="004D25F2"/>
    <w:rsid w:val="004D36A5"/>
    <w:rsid w:val="004D4A51"/>
    <w:rsid w:val="004D5372"/>
    <w:rsid w:val="004D5BDB"/>
    <w:rsid w:val="004D6E0C"/>
    <w:rsid w:val="004D6F69"/>
    <w:rsid w:val="004D7805"/>
    <w:rsid w:val="004E0C27"/>
    <w:rsid w:val="004E1E73"/>
    <w:rsid w:val="004E48C7"/>
    <w:rsid w:val="004E5AAE"/>
    <w:rsid w:val="004E6440"/>
    <w:rsid w:val="004E7E81"/>
    <w:rsid w:val="004E7F84"/>
    <w:rsid w:val="004F006F"/>
    <w:rsid w:val="004F0524"/>
    <w:rsid w:val="004F07A1"/>
    <w:rsid w:val="004F0907"/>
    <w:rsid w:val="004F2544"/>
    <w:rsid w:val="004F275F"/>
    <w:rsid w:val="004F2D14"/>
    <w:rsid w:val="004F3031"/>
    <w:rsid w:val="004F320F"/>
    <w:rsid w:val="004F36BD"/>
    <w:rsid w:val="004F3C71"/>
    <w:rsid w:val="004F3F8D"/>
    <w:rsid w:val="004F3F8E"/>
    <w:rsid w:val="004F5568"/>
    <w:rsid w:val="004F56AE"/>
    <w:rsid w:val="004F58F4"/>
    <w:rsid w:val="004F5A7A"/>
    <w:rsid w:val="004F5B8D"/>
    <w:rsid w:val="004F6BA0"/>
    <w:rsid w:val="004F77D1"/>
    <w:rsid w:val="004F7B20"/>
    <w:rsid w:val="004F7C1A"/>
    <w:rsid w:val="0050045B"/>
    <w:rsid w:val="0050080C"/>
    <w:rsid w:val="0050112D"/>
    <w:rsid w:val="00501637"/>
    <w:rsid w:val="00501CAF"/>
    <w:rsid w:val="00501FA8"/>
    <w:rsid w:val="0050211D"/>
    <w:rsid w:val="0050342D"/>
    <w:rsid w:val="00503C74"/>
    <w:rsid w:val="0050521D"/>
    <w:rsid w:val="005052A4"/>
    <w:rsid w:val="00505A71"/>
    <w:rsid w:val="00506270"/>
    <w:rsid w:val="00506FBA"/>
    <w:rsid w:val="005073FD"/>
    <w:rsid w:val="00510623"/>
    <w:rsid w:val="005115DF"/>
    <w:rsid w:val="00511600"/>
    <w:rsid w:val="00511E21"/>
    <w:rsid w:val="00511E30"/>
    <w:rsid w:val="00511F8F"/>
    <w:rsid w:val="00512897"/>
    <w:rsid w:val="005128AB"/>
    <w:rsid w:val="005131BA"/>
    <w:rsid w:val="005132DD"/>
    <w:rsid w:val="005134B4"/>
    <w:rsid w:val="005137E6"/>
    <w:rsid w:val="00514439"/>
    <w:rsid w:val="005149DE"/>
    <w:rsid w:val="00514AA0"/>
    <w:rsid w:val="0051616E"/>
    <w:rsid w:val="00516DE5"/>
    <w:rsid w:val="00516E24"/>
    <w:rsid w:val="00516F49"/>
    <w:rsid w:val="005178F1"/>
    <w:rsid w:val="005214E7"/>
    <w:rsid w:val="00521B25"/>
    <w:rsid w:val="00522233"/>
    <w:rsid w:val="005233CA"/>
    <w:rsid w:val="00523CDE"/>
    <w:rsid w:val="00523FD2"/>
    <w:rsid w:val="00524479"/>
    <w:rsid w:val="00524D75"/>
    <w:rsid w:val="00525E5D"/>
    <w:rsid w:val="005260BA"/>
    <w:rsid w:val="00526915"/>
    <w:rsid w:val="0052762B"/>
    <w:rsid w:val="005301A9"/>
    <w:rsid w:val="00530D6C"/>
    <w:rsid w:val="0053112E"/>
    <w:rsid w:val="005311D7"/>
    <w:rsid w:val="005317BC"/>
    <w:rsid w:val="00531AB6"/>
    <w:rsid w:val="00532277"/>
    <w:rsid w:val="005324C5"/>
    <w:rsid w:val="00532F5A"/>
    <w:rsid w:val="0053327C"/>
    <w:rsid w:val="00533713"/>
    <w:rsid w:val="00534C25"/>
    <w:rsid w:val="00534D71"/>
    <w:rsid w:val="005361A6"/>
    <w:rsid w:val="0054098E"/>
    <w:rsid w:val="005413A0"/>
    <w:rsid w:val="0054148C"/>
    <w:rsid w:val="0054385C"/>
    <w:rsid w:val="005443C1"/>
    <w:rsid w:val="005444B6"/>
    <w:rsid w:val="005444FF"/>
    <w:rsid w:val="00544B82"/>
    <w:rsid w:val="00545AFB"/>
    <w:rsid w:val="005468A2"/>
    <w:rsid w:val="00546E02"/>
    <w:rsid w:val="005471A9"/>
    <w:rsid w:val="0054768E"/>
    <w:rsid w:val="00547701"/>
    <w:rsid w:val="00547CE8"/>
    <w:rsid w:val="00547F2C"/>
    <w:rsid w:val="00550BB3"/>
    <w:rsid w:val="00550D06"/>
    <w:rsid w:val="005510DC"/>
    <w:rsid w:val="00551A16"/>
    <w:rsid w:val="00551D07"/>
    <w:rsid w:val="00551D27"/>
    <w:rsid w:val="00551EB5"/>
    <w:rsid w:val="00552509"/>
    <w:rsid w:val="00552A2F"/>
    <w:rsid w:val="00553027"/>
    <w:rsid w:val="00553A01"/>
    <w:rsid w:val="00554DBE"/>
    <w:rsid w:val="005555A9"/>
    <w:rsid w:val="005557A2"/>
    <w:rsid w:val="00555B33"/>
    <w:rsid w:val="00555CC6"/>
    <w:rsid w:val="0055637D"/>
    <w:rsid w:val="00556431"/>
    <w:rsid w:val="00557AFB"/>
    <w:rsid w:val="005607A2"/>
    <w:rsid w:val="00560A2D"/>
    <w:rsid w:val="00560CC3"/>
    <w:rsid w:val="00560E16"/>
    <w:rsid w:val="00561B29"/>
    <w:rsid w:val="005621DE"/>
    <w:rsid w:val="00562B73"/>
    <w:rsid w:val="00562B82"/>
    <w:rsid w:val="00562F8B"/>
    <w:rsid w:val="005636EA"/>
    <w:rsid w:val="00563B05"/>
    <w:rsid w:val="00563DAA"/>
    <w:rsid w:val="00563DE5"/>
    <w:rsid w:val="00564282"/>
    <w:rsid w:val="00564AAB"/>
    <w:rsid w:val="005656C2"/>
    <w:rsid w:val="00565C50"/>
    <w:rsid w:val="00566CC4"/>
    <w:rsid w:val="00566D4B"/>
    <w:rsid w:val="00566D5D"/>
    <w:rsid w:val="005671C7"/>
    <w:rsid w:val="005673C4"/>
    <w:rsid w:val="0056774A"/>
    <w:rsid w:val="00570AA1"/>
    <w:rsid w:val="00570FB1"/>
    <w:rsid w:val="00571311"/>
    <w:rsid w:val="0057133F"/>
    <w:rsid w:val="005725F1"/>
    <w:rsid w:val="005727B7"/>
    <w:rsid w:val="00572E62"/>
    <w:rsid w:val="00572E94"/>
    <w:rsid w:val="005740EE"/>
    <w:rsid w:val="00574421"/>
    <w:rsid w:val="005752E5"/>
    <w:rsid w:val="00575B7B"/>
    <w:rsid w:val="00575F08"/>
    <w:rsid w:val="00576191"/>
    <w:rsid w:val="00576196"/>
    <w:rsid w:val="00576BFC"/>
    <w:rsid w:val="00577666"/>
    <w:rsid w:val="005776F1"/>
    <w:rsid w:val="00577F2A"/>
    <w:rsid w:val="00580503"/>
    <w:rsid w:val="005815AF"/>
    <w:rsid w:val="00581690"/>
    <w:rsid w:val="005816B1"/>
    <w:rsid w:val="00582AE6"/>
    <w:rsid w:val="00582D3B"/>
    <w:rsid w:val="0058389E"/>
    <w:rsid w:val="00584679"/>
    <w:rsid w:val="00585651"/>
    <w:rsid w:val="00585ABA"/>
    <w:rsid w:val="00586B73"/>
    <w:rsid w:val="00587723"/>
    <w:rsid w:val="00587A4D"/>
    <w:rsid w:val="005901AF"/>
    <w:rsid w:val="005903E6"/>
    <w:rsid w:val="00590C65"/>
    <w:rsid w:val="00590DBF"/>
    <w:rsid w:val="00590E61"/>
    <w:rsid w:val="00590FBD"/>
    <w:rsid w:val="005910B9"/>
    <w:rsid w:val="0059121E"/>
    <w:rsid w:val="00591267"/>
    <w:rsid w:val="00591800"/>
    <w:rsid w:val="00591A1A"/>
    <w:rsid w:val="005921BD"/>
    <w:rsid w:val="00592DB3"/>
    <w:rsid w:val="00593B27"/>
    <w:rsid w:val="00593C0F"/>
    <w:rsid w:val="00594556"/>
    <w:rsid w:val="00594EAB"/>
    <w:rsid w:val="00595245"/>
    <w:rsid w:val="005959D1"/>
    <w:rsid w:val="00595F8F"/>
    <w:rsid w:val="0059650E"/>
    <w:rsid w:val="00596F8E"/>
    <w:rsid w:val="00597ED5"/>
    <w:rsid w:val="005A0546"/>
    <w:rsid w:val="005A0A1B"/>
    <w:rsid w:val="005A0A47"/>
    <w:rsid w:val="005A0D68"/>
    <w:rsid w:val="005A10F7"/>
    <w:rsid w:val="005A1450"/>
    <w:rsid w:val="005A14F8"/>
    <w:rsid w:val="005A16E9"/>
    <w:rsid w:val="005A1AC9"/>
    <w:rsid w:val="005A1F70"/>
    <w:rsid w:val="005A2D57"/>
    <w:rsid w:val="005A332C"/>
    <w:rsid w:val="005A4865"/>
    <w:rsid w:val="005A49EA"/>
    <w:rsid w:val="005A4FCF"/>
    <w:rsid w:val="005A52E2"/>
    <w:rsid w:val="005A5508"/>
    <w:rsid w:val="005A5CEF"/>
    <w:rsid w:val="005A625D"/>
    <w:rsid w:val="005A7107"/>
    <w:rsid w:val="005A76FB"/>
    <w:rsid w:val="005A782B"/>
    <w:rsid w:val="005A7B67"/>
    <w:rsid w:val="005B0922"/>
    <w:rsid w:val="005B0BF9"/>
    <w:rsid w:val="005B1972"/>
    <w:rsid w:val="005B1D2F"/>
    <w:rsid w:val="005B2253"/>
    <w:rsid w:val="005B2394"/>
    <w:rsid w:val="005B2599"/>
    <w:rsid w:val="005B25A8"/>
    <w:rsid w:val="005B2ADE"/>
    <w:rsid w:val="005B2FB0"/>
    <w:rsid w:val="005B3280"/>
    <w:rsid w:val="005B379C"/>
    <w:rsid w:val="005B37D0"/>
    <w:rsid w:val="005B3FF6"/>
    <w:rsid w:val="005B45C5"/>
    <w:rsid w:val="005B5142"/>
    <w:rsid w:val="005B6457"/>
    <w:rsid w:val="005B65D3"/>
    <w:rsid w:val="005B7406"/>
    <w:rsid w:val="005C0309"/>
    <w:rsid w:val="005C07BF"/>
    <w:rsid w:val="005C07F0"/>
    <w:rsid w:val="005C0B95"/>
    <w:rsid w:val="005C151D"/>
    <w:rsid w:val="005C191F"/>
    <w:rsid w:val="005C22F9"/>
    <w:rsid w:val="005C27E4"/>
    <w:rsid w:val="005C2940"/>
    <w:rsid w:val="005C31C9"/>
    <w:rsid w:val="005C3431"/>
    <w:rsid w:val="005C649D"/>
    <w:rsid w:val="005C71E1"/>
    <w:rsid w:val="005C73A2"/>
    <w:rsid w:val="005D0122"/>
    <w:rsid w:val="005D1041"/>
    <w:rsid w:val="005D1846"/>
    <w:rsid w:val="005D3ABE"/>
    <w:rsid w:val="005D3EE2"/>
    <w:rsid w:val="005D460C"/>
    <w:rsid w:val="005D4BC5"/>
    <w:rsid w:val="005D4BF6"/>
    <w:rsid w:val="005D4F8A"/>
    <w:rsid w:val="005D5699"/>
    <w:rsid w:val="005D5CC3"/>
    <w:rsid w:val="005D62FF"/>
    <w:rsid w:val="005D7801"/>
    <w:rsid w:val="005E09FF"/>
    <w:rsid w:val="005E0A14"/>
    <w:rsid w:val="005E0D38"/>
    <w:rsid w:val="005E0E90"/>
    <w:rsid w:val="005E1F8F"/>
    <w:rsid w:val="005E33C7"/>
    <w:rsid w:val="005E3428"/>
    <w:rsid w:val="005E363F"/>
    <w:rsid w:val="005E3D00"/>
    <w:rsid w:val="005E4620"/>
    <w:rsid w:val="005E496B"/>
    <w:rsid w:val="005E4A0E"/>
    <w:rsid w:val="005E59A4"/>
    <w:rsid w:val="005E59C8"/>
    <w:rsid w:val="005E5F49"/>
    <w:rsid w:val="005E70FB"/>
    <w:rsid w:val="005E76F1"/>
    <w:rsid w:val="005E7933"/>
    <w:rsid w:val="005E7A90"/>
    <w:rsid w:val="005E7E5C"/>
    <w:rsid w:val="005F02DA"/>
    <w:rsid w:val="005F02E1"/>
    <w:rsid w:val="005F04BB"/>
    <w:rsid w:val="005F0915"/>
    <w:rsid w:val="005F1561"/>
    <w:rsid w:val="005F1F64"/>
    <w:rsid w:val="005F2429"/>
    <w:rsid w:val="005F2A8F"/>
    <w:rsid w:val="005F2F8B"/>
    <w:rsid w:val="005F37A4"/>
    <w:rsid w:val="005F4177"/>
    <w:rsid w:val="005F4489"/>
    <w:rsid w:val="005F50DF"/>
    <w:rsid w:val="005F520E"/>
    <w:rsid w:val="005F79F7"/>
    <w:rsid w:val="005F7A15"/>
    <w:rsid w:val="005F7AC4"/>
    <w:rsid w:val="006003CD"/>
    <w:rsid w:val="0060047F"/>
    <w:rsid w:val="006004DD"/>
    <w:rsid w:val="00600C6F"/>
    <w:rsid w:val="006014B3"/>
    <w:rsid w:val="00601E1E"/>
    <w:rsid w:val="00602976"/>
    <w:rsid w:val="00603CD4"/>
    <w:rsid w:val="00604484"/>
    <w:rsid w:val="00604BFF"/>
    <w:rsid w:val="00604D4A"/>
    <w:rsid w:val="006054CE"/>
    <w:rsid w:val="00605D13"/>
    <w:rsid w:val="0060637F"/>
    <w:rsid w:val="0060673D"/>
    <w:rsid w:val="00606C4A"/>
    <w:rsid w:val="00606E3B"/>
    <w:rsid w:val="00606F9C"/>
    <w:rsid w:val="00607823"/>
    <w:rsid w:val="00607D67"/>
    <w:rsid w:val="00611750"/>
    <w:rsid w:val="006117AE"/>
    <w:rsid w:val="0061200A"/>
    <w:rsid w:val="006123A9"/>
    <w:rsid w:val="00612B75"/>
    <w:rsid w:val="00612C5D"/>
    <w:rsid w:val="00612CCB"/>
    <w:rsid w:val="00612E59"/>
    <w:rsid w:val="0061382B"/>
    <w:rsid w:val="006139C3"/>
    <w:rsid w:val="00613E77"/>
    <w:rsid w:val="006142BE"/>
    <w:rsid w:val="00614633"/>
    <w:rsid w:val="00615777"/>
    <w:rsid w:val="00615B4A"/>
    <w:rsid w:val="00615D0D"/>
    <w:rsid w:val="00615ECE"/>
    <w:rsid w:val="00616349"/>
    <w:rsid w:val="006163C5"/>
    <w:rsid w:val="00616B61"/>
    <w:rsid w:val="006171A1"/>
    <w:rsid w:val="00617202"/>
    <w:rsid w:val="00617832"/>
    <w:rsid w:val="00617C12"/>
    <w:rsid w:val="00617E85"/>
    <w:rsid w:val="00617F13"/>
    <w:rsid w:val="00620EA5"/>
    <w:rsid w:val="006210B6"/>
    <w:rsid w:val="006217C9"/>
    <w:rsid w:val="006219DF"/>
    <w:rsid w:val="006231CC"/>
    <w:rsid w:val="0062362A"/>
    <w:rsid w:val="00624610"/>
    <w:rsid w:val="006258E3"/>
    <w:rsid w:val="0062631F"/>
    <w:rsid w:val="006263A4"/>
    <w:rsid w:val="0062655E"/>
    <w:rsid w:val="006268A1"/>
    <w:rsid w:val="006269CE"/>
    <w:rsid w:val="006276FD"/>
    <w:rsid w:val="00627D2A"/>
    <w:rsid w:val="006303E4"/>
    <w:rsid w:val="00630419"/>
    <w:rsid w:val="006311F5"/>
    <w:rsid w:val="00631629"/>
    <w:rsid w:val="006329D1"/>
    <w:rsid w:val="006330D0"/>
    <w:rsid w:val="0063319C"/>
    <w:rsid w:val="00633D92"/>
    <w:rsid w:val="006347B5"/>
    <w:rsid w:val="006351F3"/>
    <w:rsid w:val="0063550A"/>
    <w:rsid w:val="006355BD"/>
    <w:rsid w:val="00635BCE"/>
    <w:rsid w:val="006365B8"/>
    <w:rsid w:val="00636AE9"/>
    <w:rsid w:val="00636E22"/>
    <w:rsid w:val="00636FFE"/>
    <w:rsid w:val="0063709C"/>
    <w:rsid w:val="006372FE"/>
    <w:rsid w:val="00637558"/>
    <w:rsid w:val="006375E2"/>
    <w:rsid w:val="006400D1"/>
    <w:rsid w:val="00640493"/>
    <w:rsid w:val="0064158C"/>
    <w:rsid w:val="00641802"/>
    <w:rsid w:val="00641CBF"/>
    <w:rsid w:val="0064200D"/>
    <w:rsid w:val="00642E19"/>
    <w:rsid w:val="0064307F"/>
    <w:rsid w:val="006431ED"/>
    <w:rsid w:val="006438F9"/>
    <w:rsid w:val="00643DFA"/>
    <w:rsid w:val="0064471F"/>
    <w:rsid w:val="00644E76"/>
    <w:rsid w:val="00645051"/>
    <w:rsid w:val="006456C5"/>
    <w:rsid w:val="00645E2A"/>
    <w:rsid w:val="00645E2D"/>
    <w:rsid w:val="00646457"/>
    <w:rsid w:val="00646F8C"/>
    <w:rsid w:val="00647D71"/>
    <w:rsid w:val="00651D68"/>
    <w:rsid w:val="00652096"/>
    <w:rsid w:val="006527CE"/>
    <w:rsid w:val="00652B80"/>
    <w:rsid w:val="00653CE1"/>
    <w:rsid w:val="00654385"/>
    <w:rsid w:val="00655250"/>
    <w:rsid w:val="00655857"/>
    <w:rsid w:val="006560B2"/>
    <w:rsid w:val="006562CB"/>
    <w:rsid w:val="00656F1C"/>
    <w:rsid w:val="00656F25"/>
    <w:rsid w:val="006571F3"/>
    <w:rsid w:val="00657EEA"/>
    <w:rsid w:val="0066068A"/>
    <w:rsid w:val="00661054"/>
    <w:rsid w:val="00661142"/>
    <w:rsid w:val="00661BDC"/>
    <w:rsid w:val="0066220C"/>
    <w:rsid w:val="006631DE"/>
    <w:rsid w:val="0066346C"/>
    <w:rsid w:val="00663AA3"/>
    <w:rsid w:val="00663BE7"/>
    <w:rsid w:val="00663DB9"/>
    <w:rsid w:val="006646DE"/>
    <w:rsid w:val="0066489D"/>
    <w:rsid w:val="006652BA"/>
    <w:rsid w:val="0066581E"/>
    <w:rsid w:val="00665880"/>
    <w:rsid w:val="00665AA8"/>
    <w:rsid w:val="00665B2B"/>
    <w:rsid w:val="006664C0"/>
    <w:rsid w:val="006667ED"/>
    <w:rsid w:val="00667262"/>
    <w:rsid w:val="00667BF6"/>
    <w:rsid w:val="00667CBB"/>
    <w:rsid w:val="0067004E"/>
    <w:rsid w:val="00671609"/>
    <w:rsid w:val="00671E18"/>
    <w:rsid w:val="0067208A"/>
    <w:rsid w:val="00672603"/>
    <w:rsid w:val="006727EF"/>
    <w:rsid w:val="0067292C"/>
    <w:rsid w:val="00673FC2"/>
    <w:rsid w:val="00673FC3"/>
    <w:rsid w:val="006744A2"/>
    <w:rsid w:val="00675779"/>
    <w:rsid w:val="006759C8"/>
    <w:rsid w:val="00675FBC"/>
    <w:rsid w:val="00676034"/>
    <w:rsid w:val="0067635F"/>
    <w:rsid w:val="0067697E"/>
    <w:rsid w:val="0067719C"/>
    <w:rsid w:val="00677761"/>
    <w:rsid w:val="00677A93"/>
    <w:rsid w:val="00677EF0"/>
    <w:rsid w:val="006803F8"/>
    <w:rsid w:val="00680782"/>
    <w:rsid w:val="00680D0F"/>
    <w:rsid w:val="006810A1"/>
    <w:rsid w:val="006810AD"/>
    <w:rsid w:val="00681748"/>
    <w:rsid w:val="00681A2E"/>
    <w:rsid w:val="00681C52"/>
    <w:rsid w:val="00681F7F"/>
    <w:rsid w:val="006821D4"/>
    <w:rsid w:val="00682601"/>
    <w:rsid w:val="0068391A"/>
    <w:rsid w:val="00683EDD"/>
    <w:rsid w:val="00684EE9"/>
    <w:rsid w:val="0068556B"/>
    <w:rsid w:val="00685B16"/>
    <w:rsid w:val="006866FE"/>
    <w:rsid w:val="006867FE"/>
    <w:rsid w:val="00686BCE"/>
    <w:rsid w:val="00687037"/>
    <w:rsid w:val="006870B7"/>
    <w:rsid w:val="00687233"/>
    <w:rsid w:val="00690013"/>
    <w:rsid w:val="006903EC"/>
    <w:rsid w:val="00690ECD"/>
    <w:rsid w:val="006917F8"/>
    <w:rsid w:val="00692309"/>
    <w:rsid w:val="00692C76"/>
    <w:rsid w:val="006931FD"/>
    <w:rsid w:val="00693921"/>
    <w:rsid w:val="00693995"/>
    <w:rsid w:val="00693DAD"/>
    <w:rsid w:val="0069450E"/>
    <w:rsid w:val="00694CBD"/>
    <w:rsid w:val="00695C87"/>
    <w:rsid w:val="00696576"/>
    <w:rsid w:val="00696E82"/>
    <w:rsid w:val="00696EEA"/>
    <w:rsid w:val="006A0276"/>
    <w:rsid w:val="006A05CC"/>
    <w:rsid w:val="006A0BF0"/>
    <w:rsid w:val="006A0E38"/>
    <w:rsid w:val="006A0EB2"/>
    <w:rsid w:val="006A11AE"/>
    <w:rsid w:val="006A17B5"/>
    <w:rsid w:val="006A1F4E"/>
    <w:rsid w:val="006A23A8"/>
    <w:rsid w:val="006A2FCF"/>
    <w:rsid w:val="006A3A90"/>
    <w:rsid w:val="006A41F8"/>
    <w:rsid w:val="006A4D5D"/>
    <w:rsid w:val="006A58FD"/>
    <w:rsid w:val="006A5AD1"/>
    <w:rsid w:val="006A5BC2"/>
    <w:rsid w:val="006A5BC8"/>
    <w:rsid w:val="006A5F6F"/>
    <w:rsid w:val="006A7698"/>
    <w:rsid w:val="006B03C5"/>
    <w:rsid w:val="006B0F13"/>
    <w:rsid w:val="006B0F1E"/>
    <w:rsid w:val="006B1E89"/>
    <w:rsid w:val="006B2056"/>
    <w:rsid w:val="006B282F"/>
    <w:rsid w:val="006B2F12"/>
    <w:rsid w:val="006B453F"/>
    <w:rsid w:val="006B4614"/>
    <w:rsid w:val="006B55E5"/>
    <w:rsid w:val="006B747A"/>
    <w:rsid w:val="006C0262"/>
    <w:rsid w:val="006C1AEF"/>
    <w:rsid w:val="006C24BF"/>
    <w:rsid w:val="006C2522"/>
    <w:rsid w:val="006C2C93"/>
    <w:rsid w:val="006C30E6"/>
    <w:rsid w:val="006C32EC"/>
    <w:rsid w:val="006C3AE5"/>
    <w:rsid w:val="006C595D"/>
    <w:rsid w:val="006C5E60"/>
    <w:rsid w:val="006C616B"/>
    <w:rsid w:val="006C67FD"/>
    <w:rsid w:val="006C7A53"/>
    <w:rsid w:val="006D033F"/>
    <w:rsid w:val="006D08BD"/>
    <w:rsid w:val="006D2592"/>
    <w:rsid w:val="006D36A3"/>
    <w:rsid w:val="006D4137"/>
    <w:rsid w:val="006D421C"/>
    <w:rsid w:val="006D4250"/>
    <w:rsid w:val="006D427B"/>
    <w:rsid w:val="006D4325"/>
    <w:rsid w:val="006D4789"/>
    <w:rsid w:val="006D4F37"/>
    <w:rsid w:val="006D522E"/>
    <w:rsid w:val="006D5701"/>
    <w:rsid w:val="006D5FB3"/>
    <w:rsid w:val="006D70DD"/>
    <w:rsid w:val="006D76CF"/>
    <w:rsid w:val="006E0437"/>
    <w:rsid w:val="006E0BA2"/>
    <w:rsid w:val="006E0D89"/>
    <w:rsid w:val="006E186E"/>
    <w:rsid w:val="006E1FF4"/>
    <w:rsid w:val="006E2192"/>
    <w:rsid w:val="006E2812"/>
    <w:rsid w:val="006E34F5"/>
    <w:rsid w:val="006E379B"/>
    <w:rsid w:val="006E3A83"/>
    <w:rsid w:val="006E4F6E"/>
    <w:rsid w:val="006E56CF"/>
    <w:rsid w:val="006E5948"/>
    <w:rsid w:val="006E5ED7"/>
    <w:rsid w:val="006E60AB"/>
    <w:rsid w:val="006E6525"/>
    <w:rsid w:val="006E6875"/>
    <w:rsid w:val="006E7153"/>
    <w:rsid w:val="006E7D2A"/>
    <w:rsid w:val="006F1EB8"/>
    <w:rsid w:val="006F289D"/>
    <w:rsid w:val="006F29BF"/>
    <w:rsid w:val="006F2A3F"/>
    <w:rsid w:val="006F2B6C"/>
    <w:rsid w:val="006F2BE9"/>
    <w:rsid w:val="006F3292"/>
    <w:rsid w:val="006F3302"/>
    <w:rsid w:val="006F3697"/>
    <w:rsid w:val="006F42D4"/>
    <w:rsid w:val="006F43DA"/>
    <w:rsid w:val="006F46D8"/>
    <w:rsid w:val="006F49DB"/>
    <w:rsid w:val="006F4A86"/>
    <w:rsid w:val="006F4F0F"/>
    <w:rsid w:val="006F5E93"/>
    <w:rsid w:val="006F6312"/>
    <w:rsid w:val="006F684B"/>
    <w:rsid w:val="006F6C22"/>
    <w:rsid w:val="006F7CA3"/>
    <w:rsid w:val="007005D8"/>
    <w:rsid w:val="007007F3"/>
    <w:rsid w:val="00700966"/>
    <w:rsid w:val="00700EAF"/>
    <w:rsid w:val="007018AD"/>
    <w:rsid w:val="00701973"/>
    <w:rsid w:val="00701B24"/>
    <w:rsid w:val="00702488"/>
    <w:rsid w:val="00702876"/>
    <w:rsid w:val="00702F66"/>
    <w:rsid w:val="00703068"/>
    <w:rsid w:val="007030E3"/>
    <w:rsid w:val="007033D7"/>
    <w:rsid w:val="007038B2"/>
    <w:rsid w:val="00703B00"/>
    <w:rsid w:val="00705300"/>
    <w:rsid w:val="00705376"/>
    <w:rsid w:val="00705381"/>
    <w:rsid w:val="00706DF9"/>
    <w:rsid w:val="007072BD"/>
    <w:rsid w:val="00707768"/>
    <w:rsid w:val="00707849"/>
    <w:rsid w:val="0071075F"/>
    <w:rsid w:val="00710DCA"/>
    <w:rsid w:val="00711294"/>
    <w:rsid w:val="00711367"/>
    <w:rsid w:val="00711806"/>
    <w:rsid w:val="007125E4"/>
    <w:rsid w:val="00712791"/>
    <w:rsid w:val="00713DD4"/>
    <w:rsid w:val="00714B7A"/>
    <w:rsid w:val="007155E0"/>
    <w:rsid w:val="00715B9F"/>
    <w:rsid w:val="0071672E"/>
    <w:rsid w:val="007175A0"/>
    <w:rsid w:val="0071775E"/>
    <w:rsid w:val="007208B2"/>
    <w:rsid w:val="00720A01"/>
    <w:rsid w:val="00721BDB"/>
    <w:rsid w:val="00722826"/>
    <w:rsid w:val="00723089"/>
    <w:rsid w:val="007233E5"/>
    <w:rsid w:val="00723B41"/>
    <w:rsid w:val="00723BB5"/>
    <w:rsid w:val="00726522"/>
    <w:rsid w:val="00727BFB"/>
    <w:rsid w:val="00727DA2"/>
    <w:rsid w:val="00727FC9"/>
    <w:rsid w:val="007308BA"/>
    <w:rsid w:val="007310EE"/>
    <w:rsid w:val="0073117D"/>
    <w:rsid w:val="00731530"/>
    <w:rsid w:val="007319C6"/>
    <w:rsid w:val="00731CEC"/>
    <w:rsid w:val="00731DFA"/>
    <w:rsid w:val="00731EB7"/>
    <w:rsid w:val="00732A04"/>
    <w:rsid w:val="007341EC"/>
    <w:rsid w:val="00735637"/>
    <w:rsid w:val="00735BE7"/>
    <w:rsid w:val="00735E48"/>
    <w:rsid w:val="007363C2"/>
    <w:rsid w:val="00737F92"/>
    <w:rsid w:val="00740B7E"/>
    <w:rsid w:val="0074120A"/>
    <w:rsid w:val="00741946"/>
    <w:rsid w:val="00741BCB"/>
    <w:rsid w:val="00741C70"/>
    <w:rsid w:val="00741F57"/>
    <w:rsid w:val="00742326"/>
    <w:rsid w:val="00743276"/>
    <w:rsid w:val="00744509"/>
    <w:rsid w:val="00744A6C"/>
    <w:rsid w:val="00744D3F"/>
    <w:rsid w:val="00744F9B"/>
    <w:rsid w:val="00745340"/>
    <w:rsid w:val="0074711E"/>
    <w:rsid w:val="00747427"/>
    <w:rsid w:val="007477C7"/>
    <w:rsid w:val="00747C30"/>
    <w:rsid w:val="00747C9A"/>
    <w:rsid w:val="00747FAD"/>
    <w:rsid w:val="0075022C"/>
    <w:rsid w:val="00752101"/>
    <w:rsid w:val="00752534"/>
    <w:rsid w:val="00752909"/>
    <w:rsid w:val="0075297D"/>
    <w:rsid w:val="00753439"/>
    <w:rsid w:val="00753931"/>
    <w:rsid w:val="00753F26"/>
    <w:rsid w:val="00754446"/>
    <w:rsid w:val="00755362"/>
    <w:rsid w:val="007559C1"/>
    <w:rsid w:val="00756386"/>
    <w:rsid w:val="0075703A"/>
    <w:rsid w:val="0075722D"/>
    <w:rsid w:val="0075753B"/>
    <w:rsid w:val="00757DF5"/>
    <w:rsid w:val="00757EA3"/>
    <w:rsid w:val="00757F6F"/>
    <w:rsid w:val="00757F7B"/>
    <w:rsid w:val="0076008F"/>
    <w:rsid w:val="007605B6"/>
    <w:rsid w:val="0076069D"/>
    <w:rsid w:val="00760BCA"/>
    <w:rsid w:val="00761D6D"/>
    <w:rsid w:val="007629CE"/>
    <w:rsid w:val="00762BB2"/>
    <w:rsid w:val="00762FF7"/>
    <w:rsid w:val="00763208"/>
    <w:rsid w:val="00764184"/>
    <w:rsid w:val="00764C38"/>
    <w:rsid w:val="00764EA5"/>
    <w:rsid w:val="007653A3"/>
    <w:rsid w:val="0076589F"/>
    <w:rsid w:val="00766290"/>
    <w:rsid w:val="00766404"/>
    <w:rsid w:val="0076640F"/>
    <w:rsid w:val="00766549"/>
    <w:rsid w:val="0076675C"/>
    <w:rsid w:val="00767A41"/>
    <w:rsid w:val="00767A78"/>
    <w:rsid w:val="00767D65"/>
    <w:rsid w:val="00767DB9"/>
    <w:rsid w:val="00767F42"/>
    <w:rsid w:val="00770FB6"/>
    <w:rsid w:val="00771A77"/>
    <w:rsid w:val="00771AB3"/>
    <w:rsid w:val="00772D8C"/>
    <w:rsid w:val="00772D99"/>
    <w:rsid w:val="007747B1"/>
    <w:rsid w:val="00774955"/>
    <w:rsid w:val="007758B7"/>
    <w:rsid w:val="00775971"/>
    <w:rsid w:val="00775EC3"/>
    <w:rsid w:val="0077615B"/>
    <w:rsid w:val="00776E6C"/>
    <w:rsid w:val="007802C1"/>
    <w:rsid w:val="00780500"/>
    <w:rsid w:val="007808DE"/>
    <w:rsid w:val="00780BAB"/>
    <w:rsid w:val="007829D7"/>
    <w:rsid w:val="00782AA0"/>
    <w:rsid w:val="00782E4F"/>
    <w:rsid w:val="00783BC8"/>
    <w:rsid w:val="00783CDC"/>
    <w:rsid w:val="00783E75"/>
    <w:rsid w:val="00784AA6"/>
    <w:rsid w:val="00784ABC"/>
    <w:rsid w:val="00785C00"/>
    <w:rsid w:val="00785CF8"/>
    <w:rsid w:val="00786754"/>
    <w:rsid w:val="00786B8A"/>
    <w:rsid w:val="00787380"/>
    <w:rsid w:val="007875DD"/>
    <w:rsid w:val="0078766C"/>
    <w:rsid w:val="00787775"/>
    <w:rsid w:val="00791010"/>
    <w:rsid w:val="007916F9"/>
    <w:rsid w:val="00791792"/>
    <w:rsid w:val="00791F26"/>
    <w:rsid w:val="007924D1"/>
    <w:rsid w:val="00792905"/>
    <w:rsid w:val="00792A60"/>
    <w:rsid w:val="00793063"/>
    <w:rsid w:val="00793123"/>
    <w:rsid w:val="0079357E"/>
    <w:rsid w:val="00793787"/>
    <w:rsid w:val="00793B1E"/>
    <w:rsid w:val="00793CC4"/>
    <w:rsid w:val="00795199"/>
    <w:rsid w:val="007959CC"/>
    <w:rsid w:val="00795B1F"/>
    <w:rsid w:val="00796010"/>
    <w:rsid w:val="007960C2"/>
    <w:rsid w:val="007962DA"/>
    <w:rsid w:val="00796464"/>
    <w:rsid w:val="007967C6"/>
    <w:rsid w:val="00796EB2"/>
    <w:rsid w:val="00796F7C"/>
    <w:rsid w:val="007977B0"/>
    <w:rsid w:val="00797DD9"/>
    <w:rsid w:val="007A22BE"/>
    <w:rsid w:val="007A2C64"/>
    <w:rsid w:val="007A3EC9"/>
    <w:rsid w:val="007A5202"/>
    <w:rsid w:val="007A55CE"/>
    <w:rsid w:val="007A5744"/>
    <w:rsid w:val="007A62C1"/>
    <w:rsid w:val="007A6C1A"/>
    <w:rsid w:val="007A6C29"/>
    <w:rsid w:val="007A72E9"/>
    <w:rsid w:val="007A7B92"/>
    <w:rsid w:val="007A7F1B"/>
    <w:rsid w:val="007B026C"/>
    <w:rsid w:val="007B0843"/>
    <w:rsid w:val="007B2776"/>
    <w:rsid w:val="007B285F"/>
    <w:rsid w:val="007B2F65"/>
    <w:rsid w:val="007B3D23"/>
    <w:rsid w:val="007B4939"/>
    <w:rsid w:val="007B562E"/>
    <w:rsid w:val="007B58FB"/>
    <w:rsid w:val="007B5C35"/>
    <w:rsid w:val="007B6AD0"/>
    <w:rsid w:val="007B6B51"/>
    <w:rsid w:val="007B6F37"/>
    <w:rsid w:val="007B7436"/>
    <w:rsid w:val="007B7E57"/>
    <w:rsid w:val="007C0E69"/>
    <w:rsid w:val="007C11EF"/>
    <w:rsid w:val="007C1516"/>
    <w:rsid w:val="007C232F"/>
    <w:rsid w:val="007C2600"/>
    <w:rsid w:val="007C265D"/>
    <w:rsid w:val="007C2C1E"/>
    <w:rsid w:val="007C2C8F"/>
    <w:rsid w:val="007C356A"/>
    <w:rsid w:val="007C356B"/>
    <w:rsid w:val="007C3C22"/>
    <w:rsid w:val="007C3E52"/>
    <w:rsid w:val="007C6052"/>
    <w:rsid w:val="007C63AB"/>
    <w:rsid w:val="007C6C5A"/>
    <w:rsid w:val="007C6C7A"/>
    <w:rsid w:val="007C713D"/>
    <w:rsid w:val="007C7291"/>
    <w:rsid w:val="007C7BF3"/>
    <w:rsid w:val="007C7DFB"/>
    <w:rsid w:val="007D014A"/>
    <w:rsid w:val="007D0804"/>
    <w:rsid w:val="007D09E9"/>
    <w:rsid w:val="007D0B71"/>
    <w:rsid w:val="007D1116"/>
    <w:rsid w:val="007D1B5E"/>
    <w:rsid w:val="007D1B61"/>
    <w:rsid w:val="007D24BC"/>
    <w:rsid w:val="007D280D"/>
    <w:rsid w:val="007D312B"/>
    <w:rsid w:val="007D313F"/>
    <w:rsid w:val="007D4C21"/>
    <w:rsid w:val="007D561D"/>
    <w:rsid w:val="007D5B7E"/>
    <w:rsid w:val="007D5FB1"/>
    <w:rsid w:val="007D6132"/>
    <w:rsid w:val="007D6BA3"/>
    <w:rsid w:val="007E0A4C"/>
    <w:rsid w:val="007E0B00"/>
    <w:rsid w:val="007E0B5B"/>
    <w:rsid w:val="007E124F"/>
    <w:rsid w:val="007E17BB"/>
    <w:rsid w:val="007E19F9"/>
    <w:rsid w:val="007E3225"/>
    <w:rsid w:val="007E382E"/>
    <w:rsid w:val="007E3DA0"/>
    <w:rsid w:val="007E3E1D"/>
    <w:rsid w:val="007E4557"/>
    <w:rsid w:val="007E466F"/>
    <w:rsid w:val="007E4DBB"/>
    <w:rsid w:val="007E4E0A"/>
    <w:rsid w:val="007E5504"/>
    <w:rsid w:val="007E5528"/>
    <w:rsid w:val="007E5DFE"/>
    <w:rsid w:val="007E678D"/>
    <w:rsid w:val="007E6D3E"/>
    <w:rsid w:val="007E7128"/>
    <w:rsid w:val="007E7943"/>
    <w:rsid w:val="007F1043"/>
    <w:rsid w:val="007F1171"/>
    <w:rsid w:val="007F1319"/>
    <w:rsid w:val="007F1B2E"/>
    <w:rsid w:val="007F24C1"/>
    <w:rsid w:val="007F2B7E"/>
    <w:rsid w:val="007F3344"/>
    <w:rsid w:val="007F38C6"/>
    <w:rsid w:val="007F4536"/>
    <w:rsid w:val="007F477B"/>
    <w:rsid w:val="007F47F5"/>
    <w:rsid w:val="007F4CA6"/>
    <w:rsid w:val="007F5206"/>
    <w:rsid w:val="007F5BA8"/>
    <w:rsid w:val="007F5E3B"/>
    <w:rsid w:val="007F6D88"/>
    <w:rsid w:val="007F6E66"/>
    <w:rsid w:val="00800DCD"/>
    <w:rsid w:val="0080165B"/>
    <w:rsid w:val="00801F60"/>
    <w:rsid w:val="008035E5"/>
    <w:rsid w:val="00803E77"/>
    <w:rsid w:val="008042E0"/>
    <w:rsid w:val="0080437F"/>
    <w:rsid w:val="008051AB"/>
    <w:rsid w:val="008053AF"/>
    <w:rsid w:val="0080586F"/>
    <w:rsid w:val="00805E3E"/>
    <w:rsid w:val="00805F83"/>
    <w:rsid w:val="008061F7"/>
    <w:rsid w:val="0080639C"/>
    <w:rsid w:val="00806B7F"/>
    <w:rsid w:val="00807EE3"/>
    <w:rsid w:val="00807EF5"/>
    <w:rsid w:val="0081107B"/>
    <w:rsid w:val="008111A2"/>
    <w:rsid w:val="00811224"/>
    <w:rsid w:val="00811F53"/>
    <w:rsid w:val="00812B87"/>
    <w:rsid w:val="0081423E"/>
    <w:rsid w:val="0081458B"/>
    <w:rsid w:val="008147ED"/>
    <w:rsid w:val="0081516F"/>
    <w:rsid w:val="00815A84"/>
    <w:rsid w:val="00815EF2"/>
    <w:rsid w:val="00816827"/>
    <w:rsid w:val="00817689"/>
    <w:rsid w:val="00817D6E"/>
    <w:rsid w:val="00820C57"/>
    <w:rsid w:val="00820DBE"/>
    <w:rsid w:val="00821A11"/>
    <w:rsid w:val="00821D9B"/>
    <w:rsid w:val="008222B0"/>
    <w:rsid w:val="008225A1"/>
    <w:rsid w:val="00822695"/>
    <w:rsid w:val="00822E51"/>
    <w:rsid w:val="00823B32"/>
    <w:rsid w:val="008240D2"/>
    <w:rsid w:val="00825003"/>
    <w:rsid w:val="0082784F"/>
    <w:rsid w:val="00830180"/>
    <w:rsid w:val="008312AE"/>
    <w:rsid w:val="0083163D"/>
    <w:rsid w:val="00831AE2"/>
    <w:rsid w:val="008336EC"/>
    <w:rsid w:val="0083380D"/>
    <w:rsid w:val="0083418F"/>
    <w:rsid w:val="0083459D"/>
    <w:rsid w:val="008360A5"/>
    <w:rsid w:val="008362D6"/>
    <w:rsid w:val="00836812"/>
    <w:rsid w:val="00837505"/>
    <w:rsid w:val="00837572"/>
    <w:rsid w:val="008376B1"/>
    <w:rsid w:val="008377D4"/>
    <w:rsid w:val="0084016E"/>
    <w:rsid w:val="0084060F"/>
    <w:rsid w:val="00840E58"/>
    <w:rsid w:val="00841C5D"/>
    <w:rsid w:val="008422C0"/>
    <w:rsid w:val="0084263C"/>
    <w:rsid w:val="00843B1D"/>
    <w:rsid w:val="00843BBB"/>
    <w:rsid w:val="008440D5"/>
    <w:rsid w:val="008441F2"/>
    <w:rsid w:val="008455B9"/>
    <w:rsid w:val="00845901"/>
    <w:rsid w:val="00846E5E"/>
    <w:rsid w:val="00846FE7"/>
    <w:rsid w:val="008471BC"/>
    <w:rsid w:val="00850011"/>
    <w:rsid w:val="008500C2"/>
    <w:rsid w:val="008501E8"/>
    <w:rsid w:val="00850597"/>
    <w:rsid w:val="00850627"/>
    <w:rsid w:val="00850B48"/>
    <w:rsid w:val="00850C62"/>
    <w:rsid w:val="00850DFC"/>
    <w:rsid w:val="008519DA"/>
    <w:rsid w:val="00851D30"/>
    <w:rsid w:val="0085215A"/>
    <w:rsid w:val="008525D7"/>
    <w:rsid w:val="00852902"/>
    <w:rsid w:val="00852BDD"/>
    <w:rsid w:val="00852EC8"/>
    <w:rsid w:val="0085365E"/>
    <w:rsid w:val="00853ECD"/>
    <w:rsid w:val="00854025"/>
    <w:rsid w:val="008542BC"/>
    <w:rsid w:val="008543DB"/>
    <w:rsid w:val="008549BB"/>
    <w:rsid w:val="0085518C"/>
    <w:rsid w:val="008558F5"/>
    <w:rsid w:val="00855941"/>
    <w:rsid w:val="008576D5"/>
    <w:rsid w:val="008578F2"/>
    <w:rsid w:val="008579D4"/>
    <w:rsid w:val="00857C4C"/>
    <w:rsid w:val="008600E6"/>
    <w:rsid w:val="00861159"/>
    <w:rsid w:val="00861283"/>
    <w:rsid w:val="00861389"/>
    <w:rsid w:val="00861ABE"/>
    <w:rsid w:val="00861C9A"/>
    <w:rsid w:val="008624B0"/>
    <w:rsid w:val="008628ED"/>
    <w:rsid w:val="00863817"/>
    <w:rsid w:val="008641EE"/>
    <w:rsid w:val="00865854"/>
    <w:rsid w:val="008666B1"/>
    <w:rsid w:val="00866884"/>
    <w:rsid w:val="008672B0"/>
    <w:rsid w:val="00867533"/>
    <w:rsid w:val="00867670"/>
    <w:rsid w:val="0086793B"/>
    <w:rsid w:val="00867A6B"/>
    <w:rsid w:val="00867AB3"/>
    <w:rsid w:val="00867BCB"/>
    <w:rsid w:val="00870162"/>
    <w:rsid w:val="0087169F"/>
    <w:rsid w:val="0087236D"/>
    <w:rsid w:val="00872A3D"/>
    <w:rsid w:val="008736B5"/>
    <w:rsid w:val="00873A37"/>
    <w:rsid w:val="00874908"/>
    <w:rsid w:val="00875660"/>
    <w:rsid w:val="00875BDA"/>
    <w:rsid w:val="00876754"/>
    <w:rsid w:val="0087692E"/>
    <w:rsid w:val="00877C65"/>
    <w:rsid w:val="00877DB7"/>
    <w:rsid w:val="0088027F"/>
    <w:rsid w:val="00880605"/>
    <w:rsid w:val="00880734"/>
    <w:rsid w:val="008813B5"/>
    <w:rsid w:val="00881629"/>
    <w:rsid w:val="0088166C"/>
    <w:rsid w:val="00881A86"/>
    <w:rsid w:val="0088302E"/>
    <w:rsid w:val="0088374C"/>
    <w:rsid w:val="00883EFF"/>
    <w:rsid w:val="008842B4"/>
    <w:rsid w:val="008849C9"/>
    <w:rsid w:val="008858D8"/>
    <w:rsid w:val="008866CB"/>
    <w:rsid w:val="00887174"/>
    <w:rsid w:val="008873D3"/>
    <w:rsid w:val="00887C96"/>
    <w:rsid w:val="00890F63"/>
    <w:rsid w:val="0089167F"/>
    <w:rsid w:val="00891C80"/>
    <w:rsid w:val="00891F1A"/>
    <w:rsid w:val="00892429"/>
    <w:rsid w:val="0089331C"/>
    <w:rsid w:val="008945E6"/>
    <w:rsid w:val="0089483C"/>
    <w:rsid w:val="008948C9"/>
    <w:rsid w:val="008964B4"/>
    <w:rsid w:val="00896EF0"/>
    <w:rsid w:val="0089789A"/>
    <w:rsid w:val="00897E84"/>
    <w:rsid w:val="008A0132"/>
    <w:rsid w:val="008A0158"/>
    <w:rsid w:val="008A0399"/>
    <w:rsid w:val="008A165F"/>
    <w:rsid w:val="008A1B68"/>
    <w:rsid w:val="008A263A"/>
    <w:rsid w:val="008A2778"/>
    <w:rsid w:val="008A29CD"/>
    <w:rsid w:val="008A2F1B"/>
    <w:rsid w:val="008A335B"/>
    <w:rsid w:val="008A395A"/>
    <w:rsid w:val="008A435C"/>
    <w:rsid w:val="008A4565"/>
    <w:rsid w:val="008A45BC"/>
    <w:rsid w:val="008A4D83"/>
    <w:rsid w:val="008A50B9"/>
    <w:rsid w:val="008A53EA"/>
    <w:rsid w:val="008A54AE"/>
    <w:rsid w:val="008A569A"/>
    <w:rsid w:val="008A6ABA"/>
    <w:rsid w:val="008A6AD0"/>
    <w:rsid w:val="008A6BDE"/>
    <w:rsid w:val="008A6CE9"/>
    <w:rsid w:val="008A7053"/>
    <w:rsid w:val="008A7849"/>
    <w:rsid w:val="008A79F2"/>
    <w:rsid w:val="008B0156"/>
    <w:rsid w:val="008B1423"/>
    <w:rsid w:val="008B193E"/>
    <w:rsid w:val="008B1EFD"/>
    <w:rsid w:val="008B1F30"/>
    <w:rsid w:val="008B2190"/>
    <w:rsid w:val="008B3785"/>
    <w:rsid w:val="008B5F92"/>
    <w:rsid w:val="008B6144"/>
    <w:rsid w:val="008B70E9"/>
    <w:rsid w:val="008B724E"/>
    <w:rsid w:val="008B7749"/>
    <w:rsid w:val="008B7A58"/>
    <w:rsid w:val="008C24A4"/>
    <w:rsid w:val="008C24B2"/>
    <w:rsid w:val="008C3A04"/>
    <w:rsid w:val="008C3C96"/>
    <w:rsid w:val="008C46BA"/>
    <w:rsid w:val="008C4A76"/>
    <w:rsid w:val="008C4FD6"/>
    <w:rsid w:val="008C5CE3"/>
    <w:rsid w:val="008C62DC"/>
    <w:rsid w:val="008C74D7"/>
    <w:rsid w:val="008C7619"/>
    <w:rsid w:val="008C7E6B"/>
    <w:rsid w:val="008C7F43"/>
    <w:rsid w:val="008C7FAC"/>
    <w:rsid w:val="008D005D"/>
    <w:rsid w:val="008D0575"/>
    <w:rsid w:val="008D05BD"/>
    <w:rsid w:val="008D127A"/>
    <w:rsid w:val="008D14A5"/>
    <w:rsid w:val="008D1E10"/>
    <w:rsid w:val="008D24E6"/>
    <w:rsid w:val="008D2818"/>
    <w:rsid w:val="008D2CD1"/>
    <w:rsid w:val="008D2E60"/>
    <w:rsid w:val="008D3116"/>
    <w:rsid w:val="008D342C"/>
    <w:rsid w:val="008D3693"/>
    <w:rsid w:val="008D4388"/>
    <w:rsid w:val="008D44A6"/>
    <w:rsid w:val="008D53CF"/>
    <w:rsid w:val="008D53D9"/>
    <w:rsid w:val="008D5496"/>
    <w:rsid w:val="008D5580"/>
    <w:rsid w:val="008D5857"/>
    <w:rsid w:val="008D5A55"/>
    <w:rsid w:val="008D6B1F"/>
    <w:rsid w:val="008D7130"/>
    <w:rsid w:val="008D7801"/>
    <w:rsid w:val="008D784E"/>
    <w:rsid w:val="008D7A35"/>
    <w:rsid w:val="008E0BEE"/>
    <w:rsid w:val="008E12CC"/>
    <w:rsid w:val="008E130A"/>
    <w:rsid w:val="008E13DD"/>
    <w:rsid w:val="008E151E"/>
    <w:rsid w:val="008E1813"/>
    <w:rsid w:val="008E1956"/>
    <w:rsid w:val="008E1CB2"/>
    <w:rsid w:val="008E1D2F"/>
    <w:rsid w:val="008E20AC"/>
    <w:rsid w:val="008E26FF"/>
    <w:rsid w:val="008E2B73"/>
    <w:rsid w:val="008E31D6"/>
    <w:rsid w:val="008E32AE"/>
    <w:rsid w:val="008E36EC"/>
    <w:rsid w:val="008E3D64"/>
    <w:rsid w:val="008E3E02"/>
    <w:rsid w:val="008E3FDE"/>
    <w:rsid w:val="008E45F8"/>
    <w:rsid w:val="008E5B4E"/>
    <w:rsid w:val="008E6308"/>
    <w:rsid w:val="008E633F"/>
    <w:rsid w:val="008E6914"/>
    <w:rsid w:val="008E75F0"/>
    <w:rsid w:val="008E76BC"/>
    <w:rsid w:val="008E798B"/>
    <w:rsid w:val="008F00E5"/>
    <w:rsid w:val="008F155C"/>
    <w:rsid w:val="008F1A8B"/>
    <w:rsid w:val="008F222A"/>
    <w:rsid w:val="008F23D3"/>
    <w:rsid w:val="008F2841"/>
    <w:rsid w:val="008F3453"/>
    <w:rsid w:val="008F3780"/>
    <w:rsid w:val="008F3DED"/>
    <w:rsid w:val="008F40BC"/>
    <w:rsid w:val="008F4590"/>
    <w:rsid w:val="008F474C"/>
    <w:rsid w:val="008F4BBE"/>
    <w:rsid w:val="008F4C12"/>
    <w:rsid w:val="008F5565"/>
    <w:rsid w:val="008F55DB"/>
    <w:rsid w:val="008F5ED2"/>
    <w:rsid w:val="008F6C99"/>
    <w:rsid w:val="008F77C2"/>
    <w:rsid w:val="00900420"/>
    <w:rsid w:val="00901495"/>
    <w:rsid w:val="0090198E"/>
    <w:rsid w:val="00902D5F"/>
    <w:rsid w:val="00902EED"/>
    <w:rsid w:val="00903DFC"/>
    <w:rsid w:val="0090487D"/>
    <w:rsid w:val="009048FD"/>
    <w:rsid w:val="00904A62"/>
    <w:rsid w:val="00904B88"/>
    <w:rsid w:val="009059EC"/>
    <w:rsid w:val="00906CE9"/>
    <w:rsid w:val="00906D4C"/>
    <w:rsid w:val="00906DC9"/>
    <w:rsid w:val="0090772F"/>
    <w:rsid w:val="00907768"/>
    <w:rsid w:val="00907E07"/>
    <w:rsid w:val="0091036D"/>
    <w:rsid w:val="00910DDE"/>
    <w:rsid w:val="009111EC"/>
    <w:rsid w:val="009112B8"/>
    <w:rsid w:val="00912418"/>
    <w:rsid w:val="009126D7"/>
    <w:rsid w:val="00912A95"/>
    <w:rsid w:val="00912D32"/>
    <w:rsid w:val="0091328F"/>
    <w:rsid w:val="00914693"/>
    <w:rsid w:val="00914DAA"/>
    <w:rsid w:val="00914F92"/>
    <w:rsid w:val="00916944"/>
    <w:rsid w:val="00917F78"/>
    <w:rsid w:val="00921A42"/>
    <w:rsid w:val="00922E6E"/>
    <w:rsid w:val="00924910"/>
    <w:rsid w:val="00924C83"/>
    <w:rsid w:val="00925C81"/>
    <w:rsid w:val="009264CA"/>
    <w:rsid w:val="00926F38"/>
    <w:rsid w:val="00926F61"/>
    <w:rsid w:val="0092725A"/>
    <w:rsid w:val="009273A6"/>
    <w:rsid w:val="009273A8"/>
    <w:rsid w:val="009276C3"/>
    <w:rsid w:val="00930F5A"/>
    <w:rsid w:val="00931675"/>
    <w:rsid w:val="00932545"/>
    <w:rsid w:val="00932771"/>
    <w:rsid w:val="00932845"/>
    <w:rsid w:val="00932945"/>
    <w:rsid w:val="00932AF5"/>
    <w:rsid w:val="00934A2E"/>
    <w:rsid w:val="00934B10"/>
    <w:rsid w:val="00934FC1"/>
    <w:rsid w:val="00935243"/>
    <w:rsid w:val="0093524B"/>
    <w:rsid w:val="00935562"/>
    <w:rsid w:val="00935815"/>
    <w:rsid w:val="009367B7"/>
    <w:rsid w:val="0093689F"/>
    <w:rsid w:val="00936A8B"/>
    <w:rsid w:val="0093759A"/>
    <w:rsid w:val="00937E64"/>
    <w:rsid w:val="0094085B"/>
    <w:rsid w:val="00940916"/>
    <w:rsid w:val="00940A1F"/>
    <w:rsid w:val="00940C8B"/>
    <w:rsid w:val="00941993"/>
    <w:rsid w:val="00941BD1"/>
    <w:rsid w:val="00941FE9"/>
    <w:rsid w:val="009431C8"/>
    <w:rsid w:val="00943A20"/>
    <w:rsid w:val="0094450C"/>
    <w:rsid w:val="009453EE"/>
    <w:rsid w:val="00945DCB"/>
    <w:rsid w:val="009460B1"/>
    <w:rsid w:val="009465DF"/>
    <w:rsid w:val="00946B70"/>
    <w:rsid w:val="00946DF9"/>
    <w:rsid w:val="00946ED8"/>
    <w:rsid w:val="00950314"/>
    <w:rsid w:val="00950499"/>
    <w:rsid w:val="00950840"/>
    <w:rsid w:val="00951226"/>
    <w:rsid w:val="00951525"/>
    <w:rsid w:val="0095158E"/>
    <w:rsid w:val="00951911"/>
    <w:rsid w:val="0095196D"/>
    <w:rsid w:val="00951FC3"/>
    <w:rsid w:val="009520E1"/>
    <w:rsid w:val="0095236D"/>
    <w:rsid w:val="00952EA0"/>
    <w:rsid w:val="00953417"/>
    <w:rsid w:val="00953573"/>
    <w:rsid w:val="00953A63"/>
    <w:rsid w:val="00953FF5"/>
    <w:rsid w:val="009544D4"/>
    <w:rsid w:val="009551F3"/>
    <w:rsid w:val="00955737"/>
    <w:rsid w:val="00955A68"/>
    <w:rsid w:val="00956280"/>
    <w:rsid w:val="00956722"/>
    <w:rsid w:val="00956B6C"/>
    <w:rsid w:val="00956C76"/>
    <w:rsid w:val="00957A27"/>
    <w:rsid w:val="00957AFC"/>
    <w:rsid w:val="00960559"/>
    <w:rsid w:val="009610EC"/>
    <w:rsid w:val="00963B9B"/>
    <w:rsid w:val="0096456C"/>
    <w:rsid w:val="00964805"/>
    <w:rsid w:val="009648F4"/>
    <w:rsid w:val="00964991"/>
    <w:rsid w:val="00964AC8"/>
    <w:rsid w:val="00964AD1"/>
    <w:rsid w:val="009650D4"/>
    <w:rsid w:val="00965203"/>
    <w:rsid w:val="0096583D"/>
    <w:rsid w:val="0096599E"/>
    <w:rsid w:val="00965ED4"/>
    <w:rsid w:val="00966585"/>
    <w:rsid w:val="00967225"/>
    <w:rsid w:val="00967780"/>
    <w:rsid w:val="00967E73"/>
    <w:rsid w:val="00970931"/>
    <w:rsid w:val="00970A31"/>
    <w:rsid w:val="00970AD4"/>
    <w:rsid w:val="009713AB"/>
    <w:rsid w:val="00972BBC"/>
    <w:rsid w:val="00972C57"/>
    <w:rsid w:val="00972FC1"/>
    <w:rsid w:val="009730C9"/>
    <w:rsid w:val="0097319E"/>
    <w:rsid w:val="00974E66"/>
    <w:rsid w:val="0097581B"/>
    <w:rsid w:val="0097616E"/>
    <w:rsid w:val="00976332"/>
    <w:rsid w:val="00977024"/>
    <w:rsid w:val="00977162"/>
    <w:rsid w:val="00977297"/>
    <w:rsid w:val="00977796"/>
    <w:rsid w:val="009779AD"/>
    <w:rsid w:val="009779CC"/>
    <w:rsid w:val="009809AE"/>
    <w:rsid w:val="00980F7A"/>
    <w:rsid w:val="00981611"/>
    <w:rsid w:val="00981C61"/>
    <w:rsid w:val="00982B34"/>
    <w:rsid w:val="00982FE7"/>
    <w:rsid w:val="00983210"/>
    <w:rsid w:val="0098351E"/>
    <w:rsid w:val="00983D39"/>
    <w:rsid w:val="00983F90"/>
    <w:rsid w:val="00984354"/>
    <w:rsid w:val="00984E21"/>
    <w:rsid w:val="009850E3"/>
    <w:rsid w:val="00985CF0"/>
    <w:rsid w:val="00986251"/>
    <w:rsid w:val="00986575"/>
    <w:rsid w:val="00986F52"/>
    <w:rsid w:val="00987576"/>
    <w:rsid w:val="00987813"/>
    <w:rsid w:val="00987BB1"/>
    <w:rsid w:val="00987ED1"/>
    <w:rsid w:val="00990098"/>
    <w:rsid w:val="00990DB9"/>
    <w:rsid w:val="00991574"/>
    <w:rsid w:val="00991BD2"/>
    <w:rsid w:val="00991E3D"/>
    <w:rsid w:val="009924CA"/>
    <w:rsid w:val="009927E4"/>
    <w:rsid w:val="00992CF6"/>
    <w:rsid w:val="0099331F"/>
    <w:rsid w:val="009937AC"/>
    <w:rsid w:val="00993E86"/>
    <w:rsid w:val="00993F25"/>
    <w:rsid w:val="00995055"/>
    <w:rsid w:val="00995065"/>
    <w:rsid w:val="00996113"/>
    <w:rsid w:val="00996AE9"/>
    <w:rsid w:val="00996C96"/>
    <w:rsid w:val="00997643"/>
    <w:rsid w:val="009977A3"/>
    <w:rsid w:val="00997A14"/>
    <w:rsid w:val="009A043B"/>
    <w:rsid w:val="009A0A33"/>
    <w:rsid w:val="009A260D"/>
    <w:rsid w:val="009A268D"/>
    <w:rsid w:val="009A2702"/>
    <w:rsid w:val="009A2E00"/>
    <w:rsid w:val="009A30E1"/>
    <w:rsid w:val="009A32E9"/>
    <w:rsid w:val="009A3FC9"/>
    <w:rsid w:val="009A4201"/>
    <w:rsid w:val="009A4BA7"/>
    <w:rsid w:val="009A4E9A"/>
    <w:rsid w:val="009A6B2C"/>
    <w:rsid w:val="009A70AB"/>
    <w:rsid w:val="009B0A08"/>
    <w:rsid w:val="009B0A5F"/>
    <w:rsid w:val="009B0AF1"/>
    <w:rsid w:val="009B0FE9"/>
    <w:rsid w:val="009B1968"/>
    <w:rsid w:val="009B1ED4"/>
    <w:rsid w:val="009B1F57"/>
    <w:rsid w:val="009B200A"/>
    <w:rsid w:val="009B2DC3"/>
    <w:rsid w:val="009B4B80"/>
    <w:rsid w:val="009B7143"/>
    <w:rsid w:val="009C04EA"/>
    <w:rsid w:val="009C0883"/>
    <w:rsid w:val="009C0985"/>
    <w:rsid w:val="009C1A1A"/>
    <w:rsid w:val="009C1F66"/>
    <w:rsid w:val="009C21FF"/>
    <w:rsid w:val="009C2C03"/>
    <w:rsid w:val="009C31C9"/>
    <w:rsid w:val="009C343F"/>
    <w:rsid w:val="009C38EA"/>
    <w:rsid w:val="009C4AB8"/>
    <w:rsid w:val="009C5436"/>
    <w:rsid w:val="009C571B"/>
    <w:rsid w:val="009C58C4"/>
    <w:rsid w:val="009C607B"/>
    <w:rsid w:val="009C63EA"/>
    <w:rsid w:val="009C68AB"/>
    <w:rsid w:val="009C6941"/>
    <w:rsid w:val="009D0090"/>
    <w:rsid w:val="009D084F"/>
    <w:rsid w:val="009D0936"/>
    <w:rsid w:val="009D0AE7"/>
    <w:rsid w:val="009D143B"/>
    <w:rsid w:val="009D1779"/>
    <w:rsid w:val="009D1DC6"/>
    <w:rsid w:val="009D1F95"/>
    <w:rsid w:val="009D2652"/>
    <w:rsid w:val="009D39E1"/>
    <w:rsid w:val="009D3D4D"/>
    <w:rsid w:val="009D3E0A"/>
    <w:rsid w:val="009D523D"/>
    <w:rsid w:val="009D53A8"/>
    <w:rsid w:val="009D5482"/>
    <w:rsid w:val="009D5B7D"/>
    <w:rsid w:val="009D5D15"/>
    <w:rsid w:val="009D68CA"/>
    <w:rsid w:val="009D68DC"/>
    <w:rsid w:val="009D70CE"/>
    <w:rsid w:val="009D7159"/>
    <w:rsid w:val="009E0BA1"/>
    <w:rsid w:val="009E0EFD"/>
    <w:rsid w:val="009E0F0B"/>
    <w:rsid w:val="009E12E3"/>
    <w:rsid w:val="009E1418"/>
    <w:rsid w:val="009E1A00"/>
    <w:rsid w:val="009E1DDF"/>
    <w:rsid w:val="009E1F1C"/>
    <w:rsid w:val="009E23AC"/>
    <w:rsid w:val="009E27AB"/>
    <w:rsid w:val="009E30AA"/>
    <w:rsid w:val="009E31E8"/>
    <w:rsid w:val="009E36C3"/>
    <w:rsid w:val="009E3B3D"/>
    <w:rsid w:val="009E3D8D"/>
    <w:rsid w:val="009E3E04"/>
    <w:rsid w:val="009E46C0"/>
    <w:rsid w:val="009E47AD"/>
    <w:rsid w:val="009E48AA"/>
    <w:rsid w:val="009E4A85"/>
    <w:rsid w:val="009E4F96"/>
    <w:rsid w:val="009E5036"/>
    <w:rsid w:val="009E524B"/>
    <w:rsid w:val="009E55B4"/>
    <w:rsid w:val="009E5D9F"/>
    <w:rsid w:val="009E5DFC"/>
    <w:rsid w:val="009E5FBD"/>
    <w:rsid w:val="009E60C4"/>
    <w:rsid w:val="009E7142"/>
    <w:rsid w:val="009E754D"/>
    <w:rsid w:val="009F044C"/>
    <w:rsid w:val="009F0691"/>
    <w:rsid w:val="009F0B29"/>
    <w:rsid w:val="009F0C4F"/>
    <w:rsid w:val="009F1097"/>
    <w:rsid w:val="009F19E4"/>
    <w:rsid w:val="009F1BDB"/>
    <w:rsid w:val="009F1D75"/>
    <w:rsid w:val="009F1FDC"/>
    <w:rsid w:val="009F255B"/>
    <w:rsid w:val="009F2A03"/>
    <w:rsid w:val="009F3032"/>
    <w:rsid w:val="009F3525"/>
    <w:rsid w:val="009F36EA"/>
    <w:rsid w:val="009F4064"/>
    <w:rsid w:val="009F446E"/>
    <w:rsid w:val="009F4B19"/>
    <w:rsid w:val="009F5735"/>
    <w:rsid w:val="009F59B4"/>
    <w:rsid w:val="009F61DB"/>
    <w:rsid w:val="009F6664"/>
    <w:rsid w:val="009F6C3E"/>
    <w:rsid w:val="009F6CD9"/>
    <w:rsid w:val="009F760F"/>
    <w:rsid w:val="009F7CD3"/>
    <w:rsid w:val="00A0051E"/>
    <w:rsid w:val="00A006FC"/>
    <w:rsid w:val="00A00BF7"/>
    <w:rsid w:val="00A022CD"/>
    <w:rsid w:val="00A02C3D"/>
    <w:rsid w:val="00A032C3"/>
    <w:rsid w:val="00A03586"/>
    <w:rsid w:val="00A037B5"/>
    <w:rsid w:val="00A05C9E"/>
    <w:rsid w:val="00A05E43"/>
    <w:rsid w:val="00A0619D"/>
    <w:rsid w:val="00A06C69"/>
    <w:rsid w:val="00A10385"/>
    <w:rsid w:val="00A10556"/>
    <w:rsid w:val="00A10671"/>
    <w:rsid w:val="00A11DF1"/>
    <w:rsid w:val="00A127A7"/>
    <w:rsid w:val="00A12D30"/>
    <w:rsid w:val="00A12E8A"/>
    <w:rsid w:val="00A134B1"/>
    <w:rsid w:val="00A14133"/>
    <w:rsid w:val="00A147B9"/>
    <w:rsid w:val="00A14C36"/>
    <w:rsid w:val="00A14D79"/>
    <w:rsid w:val="00A150D8"/>
    <w:rsid w:val="00A15415"/>
    <w:rsid w:val="00A15A05"/>
    <w:rsid w:val="00A15BBC"/>
    <w:rsid w:val="00A16052"/>
    <w:rsid w:val="00A160F2"/>
    <w:rsid w:val="00A16622"/>
    <w:rsid w:val="00A16B0B"/>
    <w:rsid w:val="00A17F87"/>
    <w:rsid w:val="00A20ACB"/>
    <w:rsid w:val="00A216FC"/>
    <w:rsid w:val="00A2211B"/>
    <w:rsid w:val="00A2297C"/>
    <w:rsid w:val="00A2393A"/>
    <w:rsid w:val="00A241A2"/>
    <w:rsid w:val="00A241FB"/>
    <w:rsid w:val="00A249D4"/>
    <w:rsid w:val="00A24A51"/>
    <w:rsid w:val="00A24AE3"/>
    <w:rsid w:val="00A24EAD"/>
    <w:rsid w:val="00A25376"/>
    <w:rsid w:val="00A261BA"/>
    <w:rsid w:val="00A26892"/>
    <w:rsid w:val="00A26B1F"/>
    <w:rsid w:val="00A2742B"/>
    <w:rsid w:val="00A2759C"/>
    <w:rsid w:val="00A309CF"/>
    <w:rsid w:val="00A31315"/>
    <w:rsid w:val="00A320B6"/>
    <w:rsid w:val="00A3213B"/>
    <w:rsid w:val="00A332C5"/>
    <w:rsid w:val="00A33E06"/>
    <w:rsid w:val="00A343F4"/>
    <w:rsid w:val="00A34887"/>
    <w:rsid w:val="00A364FA"/>
    <w:rsid w:val="00A36E7C"/>
    <w:rsid w:val="00A36F35"/>
    <w:rsid w:val="00A3700E"/>
    <w:rsid w:val="00A37540"/>
    <w:rsid w:val="00A376FD"/>
    <w:rsid w:val="00A4158C"/>
    <w:rsid w:val="00A41A4C"/>
    <w:rsid w:val="00A4239E"/>
    <w:rsid w:val="00A432FB"/>
    <w:rsid w:val="00A434D8"/>
    <w:rsid w:val="00A43A7E"/>
    <w:rsid w:val="00A43B25"/>
    <w:rsid w:val="00A44123"/>
    <w:rsid w:val="00A44D8D"/>
    <w:rsid w:val="00A45232"/>
    <w:rsid w:val="00A45997"/>
    <w:rsid w:val="00A45C37"/>
    <w:rsid w:val="00A468C5"/>
    <w:rsid w:val="00A4699F"/>
    <w:rsid w:val="00A469F0"/>
    <w:rsid w:val="00A46AA8"/>
    <w:rsid w:val="00A46B5E"/>
    <w:rsid w:val="00A46DEC"/>
    <w:rsid w:val="00A47346"/>
    <w:rsid w:val="00A473FF"/>
    <w:rsid w:val="00A47578"/>
    <w:rsid w:val="00A47A29"/>
    <w:rsid w:val="00A47CAF"/>
    <w:rsid w:val="00A50056"/>
    <w:rsid w:val="00A509AE"/>
    <w:rsid w:val="00A50A9C"/>
    <w:rsid w:val="00A515E6"/>
    <w:rsid w:val="00A52347"/>
    <w:rsid w:val="00A52DEC"/>
    <w:rsid w:val="00A53D3F"/>
    <w:rsid w:val="00A53FE8"/>
    <w:rsid w:val="00A5410E"/>
    <w:rsid w:val="00A547A8"/>
    <w:rsid w:val="00A547FB"/>
    <w:rsid w:val="00A54C30"/>
    <w:rsid w:val="00A551FF"/>
    <w:rsid w:val="00A571AF"/>
    <w:rsid w:val="00A57F0E"/>
    <w:rsid w:val="00A603BC"/>
    <w:rsid w:val="00A60CD0"/>
    <w:rsid w:val="00A6107F"/>
    <w:rsid w:val="00A615F6"/>
    <w:rsid w:val="00A61755"/>
    <w:rsid w:val="00A61D6A"/>
    <w:rsid w:val="00A6252F"/>
    <w:rsid w:val="00A6275D"/>
    <w:rsid w:val="00A630A8"/>
    <w:rsid w:val="00A636BD"/>
    <w:rsid w:val="00A63FA2"/>
    <w:rsid w:val="00A640DB"/>
    <w:rsid w:val="00A64AE2"/>
    <w:rsid w:val="00A64F39"/>
    <w:rsid w:val="00A66193"/>
    <w:rsid w:val="00A66495"/>
    <w:rsid w:val="00A66585"/>
    <w:rsid w:val="00A66697"/>
    <w:rsid w:val="00A668BC"/>
    <w:rsid w:val="00A66C53"/>
    <w:rsid w:val="00A66E8F"/>
    <w:rsid w:val="00A67F42"/>
    <w:rsid w:val="00A7081C"/>
    <w:rsid w:val="00A70EED"/>
    <w:rsid w:val="00A70EF4"/>
    <w:rsid w:val="00A710DE"/>
    <w:rsid w:val="00A711F9"/>
    <w:rsid w:val="00A719C9"/>
    <w:rsid w:val="00A71BF6"/>
    <w:rsid w:val="00A71CFD"/>
    <w:rsid w:val="00A72293"/>
    <w:rsid w:val="00A73FC8"/>
    <w:rsid w:val="00A74C6C"/>
    <w:rsid w:val="00A75510"/>
    <w:rsid w:val="00A75816"/>
    <w:rsid w:val="00A75CD8"/>
    <w:rsid w:val="00A75D53"/>
    <w:rsid w:val="00A7712A"/>
    <w:rsid w:val="00A77AA2"/>
    <w:rsid w:val="00A77D0B"/>
    <w:rsid w:val="00A81799"/>
    <w:rsid w:val="00A819A8"/>
    <w:rsid w:val="00A81BCC"/>
    <w:rsid w:val="00A81C9E"/>
    <w:rsid w:val="00A82B35"/>
    <w:rsid w:val="00A833FB"/>
    <w:rsid w:val="00A8368D"/>
    <w:rsid w:val="00A836B0"/>
    <w:rsid w:val="00A83AF2"/>
    <w:rsid w:val="00A8563A"/>
    <w:rsid w:val="00A857C6"/>
    <w:rsid w:val="00A861E7"/>
    <w:rsid w:val="00A86222"/>
    <w:rsid w:val="00A86B1F"/>
    <w:rsid w:val="00A86BC6"/>
    <w:rsid w:val="00A8724B"/>
    <w:rsid w:val="00A873FD"/>
    <w:rsid w:val="00A87860"/>
    <w:rsid w:val="00A87E5D"/>
    <w:rsid w:val="00A9003F"/>
    <w:rsid w:val="00A90ADC"/>
    <w:rsid w:val="00A91184"/>
    <w:rsid w:val="00A91426"/>
    <w:rsid w:val="00A91E3F"/>
    <w:rsid w:val="00A927C0"/>
    <w:rsid w:val="00A92CB7"/>
    <w:rsid w:val="00A93546"/>
    <w:rsid w:val="00A938EE"/>
    <w:rsid w:val="00A93CF9"/>
    <w:rsid w:val="00A9419F"/>
    <w:rsid w:val="00A949C2"/>
    <w:rsid w:val="00A94C22"/>
    <w:rsid w:val="00A94C87"/>
    <w:rsid w:val="00A94D67"/>
    <w:rsid w:val="00A953EB"/>
    <w:rsid w:val="00A95B19"/>
    <w:rsid w:val="00A95B95"/>
    <w:rsid w:val="00A979BC"/>
    <w:rsid w:val="00AA0088"/>
    <w:rsid w:val="00AA022E"/>
    <w:rsid w:val="00AA06B8"/>
    <w:rsid w:val="00AA0A38"/>
    <w:rsid w:val="00AA0D73"/>
    <w:rsid w:val="00AA129E"/>
    <w:rsid w:val="00AA1981"/>
    <w:rsid w:val="00AA1F2A"/>
    <w:rsid w:val="00AA234C"/>
    <w:rsid w:val="00AA238F"/>
    <w:rsid w:val="00AA2A16"/>
    <w:rsid w:val="00AA2AB1"/>
    <w:rsid w:val="00AA2FDF"/>
    <w:rsid w:val="00AA34DB"/>
    <w:rsid w:val="00AA35A4"/>
    <w:rsid w:val="00AA4072"/>
    <w:rsid w:val="00AA51B6"/>
    <w:rsid w:val="00AA59F3"/>
    <w:rsid w:val="00AA5DB1"/>
    <w:rsid w:val="00AA5E38"/>
    <w:rsid w:val="00AA608D"/>
    <w:rsid w:val="00AB0302"/>
    <w:rsid w:val="00AB087F"/>
    <w:rsid w:val="00AB0E89"/>
    <w:rsid w:val="00AB1412"/>
    <w:rsid w:val="00AB1A83"/>
    <w:rsid w:val="00AB1FEB"/>
    <w:rsid w:val="00AB23B0"/>
    <w:rsid w:val="00AB2AC5"/>
    <w:rsid w:val="00AB3EF1"/>
    <w:rsid w:val="00AB4178"/>
    <w:rsid w:val="00AB4BD4"/>
    <w:rsid w:val="00AB4EF9"/>
    <w:rsid w:val="00AB4F8C"/>
    <w:rsid w:val="00AB6A3E"/>
    <w:rsid w:val="00AB6CA9"/>
    <w:rsid w:val="00AB7416"/>
    <w:rsid w:val="00AB7FA6"/>
    <w:rsid w:val="00AC0A92"/>
    <w:rsid w:val="00AC0EAC"/>
    <w:rsid w:val="00AC291E"/>
    <w:rsid w:val="00AC295B"/>
    <w:rsid w:val="00AC3557"/>
    <w:rsid w:val="00AC3879"/>
    <w:rsid w:val="00AC3993"/>
    <w:rsid w:val="00AC3A81"/>
    <w:rsid w:val="00AC3C3D"/>
    <w:rsid w:val="00AC4170"/>
    <w:rsid w:val="00AC44DE"/>
    <w:rsid w:val="00AC455B"/>
    <w:rsid w:val="00AC4822"/>
    <w:rsid w:val="00AC4B42"/>
    <w:rsid w:val="00AC4B62"/>
    <w:rsid w:val="00AC50C0"/>
    <w:rsid w:val="00AC52BD"/>
    <w:rsid w:val="00AC53E0"/>
    <w:rsid w:val="00AC654D"/>
    <w:rsid w:val="00AC66FE"/>
    <w:rsid w:val="00AC6994"/>
    <w:rsid w:val="00AC6BBA"/>
    <w:rsid w:val="00AC6F68"/>
    <w:rsid w:val="00AD0540"/>
    <w:rsid w:val="00AD1682"/>
    <w:rsid w:val="00AD1C54"/>
    <w:rsid w:val="00AD2477"/>
    <w:rsid w:val="00AD3C86"/>
    <w:rsid w:val="00AD42FB"/>
    <w:rsid w:val="00AD4B6A"/>
    <w:rsid w:val="00AD4EC3"/>
    <w:rsid w:val="00AD5720"/>
    <w:rsid w:val="00AD589A"/>
    <w:rsid w:val="00AD59CE"/>
    <w:rsid w:val="00AD68EB"/>
    <w:rsid w:val="00AD69B1"/>
    <w:rsid w:val="00AD71A2"/>
    <w:rsid w:val="00AD72AE"/>
    <w:rsid w:val="00AD744E"/>
    <w:rsid w:val="00AE003D"/>
    <w:rsid w:val="00AE0117"/>
    <w:rsid w:val="00AE057A"/>
    <w:rsid w:val="00AE0C8D"/>
    <w:rsid w:val="00AE0EFF"/>
    <w:rsid w:val="00AE0FFF"/>
    <w:rsid w:val="00AE18F1"/>
    <w:rsid w:val="00AE1B1B"/>
    <w:rsid w:val="00AE2301"/>
    <w:rsid w:val="00AE2691"/>
    <w:rsid w:val="00AE2C83"/>
    <w:rsid w:val="00AE2F78"/>
    <w:rsid w:val="00AE44B7"/>
    <w:rsid w:val="00AE4740"/>
    <w:rsid w:val="00AE5262"/>
    <w:rsid w:val="00AE5935"/>
    <w:rsid w:val="00AE5BF0"/>
    <w:rsid w:val="00AE5E63"/>
    <w:rsid w:val="00AE6285"/>
    <w:rsid w:val="00AE62E9"/>
    <w:rsid w:val="00AE6F08"/>
    <w:rsid w:val="00AE7740"/>
    <w:rsid w:val="00AE77A7"/>
    <w:rsid w:val="00AF083F"/>
    <w:rsid w:val="00AF0E45"/>
    <w:rsid w:val="00AF0F03"/>
    <w:rsid w:val="00AF11E1"/>
    <w:rsid w:val="00AF1A44"/>
    <w:rsid w:val="00AF1D37"/>
    <w:rsid w:val="00AF2041"/>
    <w:rsid w:val="00AF2A61"/>
    <w:rsid w:val="00AF313D"/>
    <w:rsid w:val="00AF3B54"/>
    <w:rsid w:val="00AF4373"/>
    <w:rsid w:val="00AF4B86"/>
    <w:rsid w:val="00AF4C23"/>
    <w:rsid w:val="00AF4E7C"/>
    <w:rsid w:val="00AF520D"/>
    <w:rsid w:val="00AF5B8F"/>
    <w:rsid w:val="00AF5BDD"/>
    <w:rsid w:val="00AF5ECF"/>
    <w:rsid w:val="00AF62AD"/>
    <w:rsid w:val="00AF634E"/>
    <w:rsid w:val="00AF63EB"/>
    <w:rsid w:val="00AF63F2"/>
    <w:rsid w:val="00AF6505"/>
    <w:rsid w:val="00AF6995"/>
    <w:rsid w:val="00AF6ACB"/>
    <w:rsid w:val="00AF6F7C"/>
    <w:rsid w:val="00AF77ED"/>
    <w:rsid w:val="00B00C6C"/>
    <w:rsid w:val="00B02A87"/>
    <w:rsid w:val="00B02C19"/>
    <w:rsid w:val="00B02DD0"/>
    <w:rsid w:val="00B02F53"/>
    <w:rsid w:val="00B03160"/>
    <w:rsid w:val="00B04516"/>
    <w:rsid w:val="00B04578"/>
    <w:rsid w:val="00B05D60"/>
    <w:rsid w:val="00B05F14"/>
    <w:rsid w:val="00B06312"/>
    <w:rsid w:val="00B06A45"/>
    <w:rsid w:val="00B06BFF"/>
    <w:rsid w:val="00B06F67"/>
    <w:rsid w:val="00B06FE5"/>
    <w:rsid w:val="00B10BB9"/>
    <w:rsid w:val="00B112A2"/>
    <w:rsid w:val="00B1207D"/>
    <w:rsid w:val="00B138DA"/>
    <w:rsid w:val="00B14B30"/>
    <w:rsid w:val="00B14F49"/>
    <w:rsid w:val="00B15C27"/>
    <w:rsid w:val="00B15CE9"/>
    <w:rsid w:val="00B15DF6"/>
    <w:rsid w:val="00B164C3"/>
    <w:rsid w:val="00B17305"/>
    <w:rsid w:val="00B17F3E"/>
    <w:rsid w:val="00B2014E"/>
    <w:rsid w:val="00B2197D"/>
    <w:rsid w:val="00B21B75"/>
    <w:rsid w:val="00B22A67"/>
    <w:rsid w:val="00B2314B"/>
    <w:rsid w:val="00B24798"/>
    <w:rsid w:val="00B24B83"/>
    <w:rsid w:val="00B24CED"/>
    <w:rsid w:val="00B24D5B"/>
    <w:rsid w:val="00B25854"/>
    <w:rsid w:val="00B261A4"/>
    <w:rsid w:val="00B265DB"/>
    <w:rsid w:val="00B26AC8"/>
    <w:rsid w:val="00B26FF3"/>
    <w:rsid w:val="00B27B90"/>
    <w:rsid w:val="00B30D86"/>
    <w:rsid w:val="00B317B4"/>
    <w:rsid w:val="00B31ACE"/>
    <w:rsid w:val="00B31D39"/>
    <w:rsid w:val="00B325BE"/>
    <w:rsid w:val="00B3347A"/>
    <w:rsid w:val="00B338AF"/>
    <w:rsid w:val="00B34A1E"/>
    <w:rsid w:val="00B34B89"/>
    <w:rsid w:val="00B3569B"/>
    <w:rsid w:val="00B35891"/>
    <w:rsid w:val="00B35DF8"/>
    <w:rsid w:val="00B3709C"/>
    <w:rsid w:val="00B370F5"/>
    <w:rsid w:val="00B3748D"/>
    <w:rsid w:val="00B40B10"/>
    <w:rsid w:val="00B41100"/>
    <w:rsid w:val="00B417AE"/>
    <w:rsid w:val="00B41BA6"/>
    <w:rsid w:val="00B41FF9"/>
    <w:rsid w:val="00B42B0F"/>
    <w:rsid w:val="00B42D62"/>
    <w:rsid w:val="00B42E2B"/>
    <w:rsid w:val="00B436EB"/>
    <w:rsid w:val="00B4426A"/>
    <w:rsid w:val="00B44ED0"/>
    <w:rsid w:val="00B4533A"/>
    <w:rsid w:val="00B45864"/>
    <w:rsid w:val="00B45C3E"/>
    <w:rsid w:val="00B45C45"/>
    <w:rsid w:val="00B46BC0"/>
    <w:rsid w:val="00B470FC"/>
    <w:rsid w:val="00B473F5"/>
    <w:rsid w:val="00B47F3C"/>
    <w:rsid w:val="00B5005A"/>
    <w:rsid w:val="00B50C25"/>
    <w:rsid w:val="00B51075"/>
    <w:rsid w:val="00B52478"/>
    <w:rsid w:val="00B533A1"/>
    <w:rsid w:val="00B535CE"/>
    <w:rsid w:val="00B535E4"/>
    <w:rsid w:val="00B53838"/>
    <w:rsid w:val="00B53D9D"/>
    <w:rsid w:val="00B53F1E"/>
    <w:rsid w:val="00B54A2B"/>
    <w:rsid w:val="00B54DEC"/>
    <w:rsid w:val="00B55848"/>
    <w:rsid w:val="00B55BA4"/>
    <w:rsid w:val="00B567AE"/>
    <w:rsid w:val="00B569F0"/>
    <w:rsid w:val="00B56B63"/>
    <w:rsid w:val="00B56CBB"/>
    <w:rsid w:val="00B56DE8"/>
    <w:rsid w:val="00B5718A"/>
    <w:rsid w:val="00B57AAB"/>
    <w:rsid w:val="00B57FC1"/>
    <w:rsid w:val="00B6000F"/>
    <w:rsid w:val="00B6034F"/>
    <w:rsid w:val="00B60354"/>
    <w:rsid w:val="00B60C85"/>
    <w:rsid w:val="00B6107D"/>
    <w:rsid w:val="00B612F1"/>
    <w:rsid w:val="00B61EC3"/>
    <w:rsid w:val="00B621F1"/>
    <w:rsid w:val="00B62247"/>
    <w:rsid w:val="00B62526"/>
    <w:rsid w:val="00B629C7"/>
    <w:rsid w:val="00B63212"/>
    <w:rsid w:val="00B635E3"/>
    <w:rsid w:val="00B63A1E"/>
    <w:rsid w:val="00B63A40"/>
    <w:rsid w:val="00B6438E"/>
    <w:rsid w:val="00B6473A"/>
    <w:rsid w:val="00B656C9"/>
    <w:rsid w:val="00B6597F"/>
    <w:rsid w:val="00B65D37"/>
    <w:rsid w:val="00B66209"/>
    <w:rsid w:val="00B66A5F"/>
    <w:rsid w:val="00B6748A"/>
    <w:rsid w:val="00B67AB5"/>
    <w:rsid w:val="00B701A9"/>
    <w:rsid w:val="00B70753"/>
    <w:rsid w:val="00B714AE"/>
    <w:rsid w:val="00B71990"/>
    <w:rsid w:val="00B720ED"/>
    <w:rsid w:val="00B7211E"/>
    <w:rsid w:val="00B7363E"/>
    <w:rsid w:val="00B736F3"/>
    <w:rsid w:val="00B7380F"/>
    <w:rsid w:val="00B740C0"/>
    <w:rsid w:val="00B7472B"/>
    <w:rsid w:val="00B74AD6"/>
    <w:rsid w:val="00B74B02"/>
    <w:rsid w:val="00B74D06"/>
    <w:rsid w:val="00B74F9E"/>
    <w:rsid w:val="00B76312"/>
    <w:rsid w:val="00B770D1"/>
    <w:rsid w:val="00B80518"/>
    <w:rsid w:val="00B807D1"/>
    <w:rsid w:val="00B80C48"/>
    <w:rsid w:val="00B8276A"/>
    <w:rsid w:val="00B83029"/>
    <w:rsid w:val="00B83143"/>
    <w:rsid w:val="00B83347"/>
    <w:rsid w:val="00B8334D"/>
    <w:rsid w:val="00B841FA"/>
    <w:rsid w:val="00B84D73"/>
    <w:rsid w:val="00B853A4"/>
    <w:rsid w:val="00B8547C"/>
    <w:rsid w:val="00B85489"/>
    <w:rsid w:val="00B8549D"/>
    <w:rsid w:val="00B862D1"/>
    <w:rsid w:val="00B86305"/>
    <w:rsid w:val="00B863DA"/>
    <w:rsid w:val="00B86FF3"/>
    <w:rsid w:val="00B87895"/>
    <w:rsid w:val="00B87D75"/>
    <w:rsid w:val="00B87E87"/>
    <w:rsid w:val="00B90211"/>
    <w:rsid w:val="00B9024E"/>
    <w:rsid w:val="00B90346"/>
    <w:rsid w:val="00B9079F"/>
    <w:rsid w:val="00B90E71"/>
    <w:rsid w:val="00B90ED6"/>
    <w:rsid w:val="00B9206B"/>
    <w:rsid w:val="00B924A5"/>
    <w:rsid w:val="00B92D30"/>
    <w:rsid w:val="00B92E34"/>
    <w:rsid w:val="00B92FAA"/>
    <w:rsid w:val="00B932C3"/>
    <w:rsid w:val="00B93773"/>
    <w:rsid w:val="00B93E47"/>
    <w:rsid w:val="00B93E4E"/>
    <w:rsid w:val="00B94542"/>
    <w:rsid w:val="00B94A6B"/>
    <w:rsid w:val="00B95F87"/>
    <w:rsid w:val="00B97377"/>
    <w:rsid w:val="00B9764A"/>
    <w:rsid w:val="00B9774F"/>
    <w:rsid w:val="00B97BA6"/>
    <w:rsid w:val="00BA0133"/>
    <w:rsid w:val="00BA0207"/>
    <w:rsid w:val="00BA02EA"/>
    <w:rsid w:val="00BA176C"/>
    <w:rsid w:val="00BA299A"/>
    <w:rsid w:val="00BA32B6"/>
    <w:rsid w:val="00BA437A"/>
    <w:rsid w:val="00BA4751"/>
    <w:rsid w:val="00BA4946"/>
    <w:rsid w:val="00BA49F6"/>
    <w:rsid w:val="00BA5488"/>
    <w:rsid w:val="00BA56AE"/>
    <w:rsid w:val="00BA5729"/>
    <w:rsid w:val="00BA57A6"/>
    <w:rsid w:val="00BA5F47"/>
    <w:rsid w:val="00BA6194"/>
    <w:rsid w:val="00BA70EE"/>
    <w:rsid w:val="00BA73AA"/>
    <w:rsid w:val="00BA7A2A"/>
    <w:rsid w:val="00BA7B51"/>
    <w:rsid w:val="00BA7CDE"/>
    <w:rsid w:val="00BB06DF"/>
    <w:rsid w:val="00BB157D"/>
    <w:rsid w:val="00BB18BB"/>
    <w:rsid w:val="00BB1ABF"/>
    <w:rsid w:val="00BB2B53"/>
    <w:rsid w:val="00BB32EE"/>
    <w:rsid w:val="00BB3528"/>
    <w:rsid w:val="00BB3CC9"/>
    <w:rsid w:val="00BB438D"/>
    <w:rsid w:val="00BB440D"/>
    <w:rsid w:val="00BB68F1"/>
    <w:rsid w:val="00BB693C"/>
    <w:rsid w:val="00BB73A7"/>
    <w:rsid w:val="00BB799B"/>
    <w:rsid w:val="00BB7D58"/>
    <w:rsid w:val="00BC03B5"/>
    <w:rsid w:val="00BC0672"/>
    <w:rsid w:val="00BC08A0"/>
    <w:rsid w:val="00BC0CC9"/>
    <w:rsid w:val="00BC0F6F"/>
    <w:rsid w:val="00BC104E"/>
    <w:rsid w:val="00BC1DB6"/>
    <w:rsid w:val="00BC1E61"/>
    <w:rsid w:val="00BC22B6"/>
    <w:rsid w:val="00BC27B8"/>
    <w:rsid w:val="00BC2E16"/>
    <w:rsid w:val="00BC32BC"/>
    <w:rsid w:val="00BC3D2E"/>
    <w:rsid w:val="00BC3F3B"/>
    <w:rsid w:val="00BC3F93"/>
    <w:rsid w:val="00BC4154"/>
    <w:rsid w:val="00BC4C74"/>
    <w:rsid w:val="00BC4D23"/>
    <w:rsid w:val="00BC5C26"/>
    <w:rsid w:val="00BC5D86"/>
    <w:rsid w:val="00BC6EE6"/>
    <w:rsid w:val="00BC741E"/>
    <w:rsid w:val="00BC7ACC"/>
    <w:rsid w:val="00BD0362"/>
    <w:rsid w:val="00BD0C7D"/>
    <w:rsid w:val="00BD1244"/>
    <w:rsid w:val="00BD1380"/>
    <w:rsid w:val="00BD20E8"/>
    <w:rsid w:val="00BD28FC"/>
    <w:rsid w:val="00BD2BDB"/>
    <w:rsid w:val="00BD4040"/>
    <w:rsid w:val="00BD441D"/>
    <w:rsid w:val="00BD49B4"/>
    <w:rsid w:val="00BD4CA6"/>
    <w:rsid w:val="00BD53ED"/>
    <w:rsid w:val="00BD5420"/>
    <w:rsid w:val="00BD5815"/>
    <w:rsid w:val="00BD6364"/>
    <w:rsid w:val="00BD708D"/>
    <w:rsid w:val="00BD71B3"/>
    <w:rsid w:val="00BD7369"/>
    <w:rsid w:val="00BD7853"/>
    <w:rsid w:val="00BD7CF2"/>
    <w:rsid w:val="00BD7F38"/>
    <w:rsid w:val="00BD7F84"/>
    <w:rsid w:val="00BE0025"/>
    <w:rsid w:val="00BE0696"/>
    <w:rsid w:val="00BE0F38"/>
    <w:rsid w:val="00BE1684"/>
    <w:rsid w:val="00BE233C"/>
    <w:rsid w:val="00BE24AE"/>
    <w:rsid w:val="00BE26CE"/>
    <w:rsid w:val="00BE2A87"/>
    <w:rsid w:val="00BE3121"/>
    <w:rsid w:val="00BE312D"/>
    <w:rsid w:val="00BE32D3"/>
    <w:rsid w:val="00BE34A0"/>
    <w:rsid w:val="00BE354A"/>
    <w:rsid w:val="00BE3AE6"/>
    <w:rsid w:val="00BE44D8"/>
    <w:rsid w:val="00BE490A"/>
    <w:rsid w:val="00BE6354"/>
    <w:rsid w:val="00BE6DD1"/>
    <w:rsid w:val="00BE6F06"/>
    <w:rsid w:val="00BE70DE"/>
    <w:rsid w:val="00BE7B0A"/>
    <w:rsid w:val="00BE7B9D"/>
    <w:rsid w:val="00BE7BC0"/>
    <w:rsid w:val="00BF0A91"/>
    <w:rsid w:val="00BF0C03"/>
    <w:rsid w:val="00BF0ED9"/>
    <w:rsid w:val="00BF127D"/>
    <w:rsid w:val="00BF1297"/>
    <w:rsid w:val="00BF1516"/>
    <w:rsid w:val="00BF183B"/>
    <w:rsid w:val="00BF1B32"/>
    <w:rsid w:val="00BF2164"/>
    <w:rsid w:val="00BF22CF"/>
    <w:rsid w:val="00BF2830"/>
    <w:rsid w:val="00BF2C5E"/>
    <w:rsid w:val="00BF326B"/>
    <w:rsid w:val="00BF3A27"/>
    <w:rsid w:val="00BF4078"/>
    <w:rsid w:val="00BF43E0"/>
    <w:rsid w:val="00BF43E7"/>
    <w:rsid w:val="00BF4551"/>
    <w:rsid w:val="00BF514D"/>
    <w:rsid w:val="00BF5BED"/>
    <w:rsid w:val="00BF643C"/>
    <w:rsid w:val="00BF6D8A"/>
    <w:rsid w:val="00BF70B7"/>
    <w:rsid w:val="00BF732C"/>
    <w:rsid w:val="00BF74D4"/>
    <w:rsid w:val="00BF7BB6"/>
    <w:rsid w:val="00C0005E"/>
    <w:rsid w:val="00C002EF"/>
    <w:rsid w:val="00C0035A"/>
    <w:rsid w:val="00C015E1"/>
    <w:rsid w:val="00C0190B"/>
    <w:rsid w:val="00C01A38"/>
    <w:rsid w:val="00C01B1D"/>
    <w:rsid w:val="00C01BD6"/>
    <w:rsid w:val="00C01C9C"/>
    <w:rsid w:val="00C030C3"/>
    <w:rsid w:val="00C0319F"/>
    <w:rsid w:val="00C04229"/>
    <w:rsid w:val="00C0429E"/>
    <w:rsid w:val="00C04373"/>
    <w:rsid w:val="00C04577"/>
    <w:rsid w:val="00C04851"/>
    <w:rsid w:val="00C05D70"/>
    <w:rsid w:val="00C0638E"/>
    <w:rsid w:val="00C06483"/>
    <w:rsid w:val="00C06E26"/>
    <w:rsid w:val="00C0727C"/>
    <w:rsid w:val="00C1072E"/>
    <w:rsid w:val="00C11126"/>
    <w:rsid w:val="00C117F9"/>
    <w:rsid w:val="00C11811"/>
    <w:rsid w:val="00C1243A"/>
    <w:rsid w:val="00C12BF9"/>
    <w:rsid w:val="00C12C81"/>
    <w:rsid w:val="00C130B6"/>
    <w:rsid w:val="00C13CEC"/>
    <w:rsid w:val="00C15346"/>
    <w:rsid w:val="00C15AF2"/>
    <w:rsid w:val="00C16689"/>
    <w:rsid w:val="00C16A4B"/>
    <w:rsid w:val="00C17CEA"/>
    <w:rsid w:val="00C17FF3"/>
    <w:rsid w:val="00C21070"/>
    <w:rsid w:val="00C21764"/>
    <w:rsid w:val="00C22060"/>
    <w:rsid w:val="00C22870"/>
    <w:rsid w:val="00C23105"/>
    <w:rsid w:val="00C2332E"/>
    <w:rsid w:val="00C23CE6"/>
    <w:rsid w:val="00C24432"/>
    <w:rsid w:val="00C255B6"/>
    <w:rsid w:val="00C2584D"/>
    <w:rsid w:val="00C261AE"/>
    <w:rsid w:val="00C268B9"/>
    <w:rsid w:val="00C26A45"/>
    <w:rsid w:val="00C26DB6"/>
    <w:rsid w:val="00C271EF"/>
    <w:rsid w:val="00C27D63"/>
    <w:rsid w:val="00C303FA"/>
    <w:rsid w:val="00C31038"/>
    <w:rsid w:val="00C31214"/>
    <w:rsid w:val="00C321FB"/>
    <w:rsid w:val="00C325B2"/>
    <w:rsid w:val="00C32C40"/>
    <w:rsid w:val="00C33271"/>
    <w:rsid w:val="00C33442"/>
    <w:rsid w:val="00C338E0"/>
    <w:rsid w:val="00C33F04"/>
    <w:rsid w:val="00C3530E"/>
    <w:rsid w:val="00C3593D"/>
    <w:rsid w:val="00C35D2A"/>
    <w:rsid w:val="00C36BDD"/>
    <w:rsid w:val="00C37F45"/>
    <w:rsid w:val="00C4073D"/>
    <w:rsid w:val="00C40BE7"/>
    <w:rsid w:val="00C410EB"/>
    <w:rsid w:val="00C41E10"/>
    <w:rsid w:val="00C41FA9"/>
    <w:rsid w:val="00C42A79"/>
    <w:rsid w:val="00C42E71"/>
    <w:rsid w:val="00C437C0"/>
    <w:rsid w:val="00C44068"/>
    <w:rsid w:val="00C44330"/>
    <w:rsid w:val="00C449C4"/>
    <w:rsid w:val="00C44E7B"/>
    <w:rsid w:val="00C452F0"/>
    <w:rsid w:val="00C459D0"/>
    <w:rsid w:val="00C45FD3"/>
    <w:rsid w:val="00C46B00"/>
    <w:rsid w:val="00C478DE"/>
    <w:rsid w:val="00C47909"/>
    <w:rsid w:val="00C47D4B"/>
    <w:rsid w:val="00C503F6"/>
    <w:rsid w:val="00C50B35"/>
    <w:rsid w:val="00C513F9"/>
    <w:rsid w:val="00C51F7B"/>
    <w:rsid w:val="00C52951"/>
    <w:rsid w:val="00C52991"/>
    <w:rsid w:val="00C5352F"/>
    <w:rsid w:val="00C53CFF"/>
    <w:rsid w:val="00C54682"/>
    <w:rsid w:val="00C5542D"/>
    <w:rsid w:val="00C5578A"/>
    <w:rsid w:val="00C56077"/>
    <w:rsid w:val="00C56A66"/>
    <w:rsid w:val="00C57127"/>
    <w:rsid w:val="00C572DA"/>
    <w:rsid w:val="00C57C1E"/>
    <w:rsid w:val="00C600A8"/>
    <w:rsid w:val="00C606CF"/>
    <w:rsid w:val="00C6124A"/>
    <w:rsid w:val="00C6191B"/>
    <w:rsid w:val="00C61B64"/>
    <w:rsid w:val="00C61C8B"/>
    <w:rsid w:val="00C63220"/>
    <w:rsid w:val="00C63AFB"/>
    <w:rsid w:val="00C63CD8"/>
    <w:rsid w:val="00C64E4A"/>
    <w:rsid w:val="00C65C7E"/>
    <w:rsid w:val="00C66C8F"/>
    <w:rsid w:val="00C671B9"/>
    <w:rsid w:val="00C70018"/>
    <w:rsid w:val="00C707EF"/>
    <w:rsid w:val="00C708CF"/>
    <w:rsid w:val="00C71176"/>
    <w:rsid w:val="00C71440"/>
    <w:rsid w:val="00C72157"/>
    <w:rsid w:val="00C72284"/>
    <w:rsid w:val="00C737FF"/>
    <w:rsid w:val="00C73ED0"/>
    <w:rsid w:val="00C741A0"/>
    <w:rsid w:val="00C74290"/>
    <w:rsid w:val="00C74359"/>
    <w:rsid w:val="00C74728"/>
    <w:rsid w:val="00C74843"/>
    <w:rsid w:val="00C74CEE"/>
    <w:rsid w:val="00C75618"/>
    <w:rsid w:val="00C75E59"/>
    <w:rsid w:val="00C76788"/>
    <w:rsid w:val="00C76B92"/>
    <w:rsid w:val="00C76F8D"/>
    <w:rsid w:val="00C7779E"/>
    <w:rsid w:val="00C80279"/>
    <w:rsid w:val="00C802D6"/>
    <w:rsid w:val="00C8047A"/>
    <w:rsid w:val="00C80872"/>
    <w:rsid w:val="00C80BB2"/>
    <w:rsid w:val="00C810AD"/>
    <w:rsid w:val="00C810E8"/>
    <w:rsid w:val="00C81C14"/>
    <w:rsid w:val="00C824BE"/>
    <w:rsid w:val="00C831F9"/>
    <w:rsid w:val="00C8508C"/>
    <w:rsid w:val="00C850F4"/>
    <w:rsid w:val="00C851AA"/>
    <w:rsid w:val="00C8608B"/>
    <w:rsid w:val="00C86440"/>
    <w:rsid w:val="00C86C9D"/>
    <w:rsid w:val="00C871D6"/>
    <w:rsid w:val="00C87547"/>
    <w:rsid w:val="00C87817"/>
    <w:rsid w:val="00C8789D"/>
    <w:rsid w:val="00C901D5"/>
    <w:rsid w:val="00C90762"/>
    <w:rsid w:val="00C90925"/>
    <w:rsid w:val="00C90FC6"/>
    <w:rsid w:val="00C91E56"/>
    <w:rsid w:val="00C92608"/>
    <w:rsid w:val="00C9289D"/>
    <w:rsid w:val="00C92AF0"/>
    <w:rsid w:val="00C932DE"/>
    <w:rsid w:val="00C93C93"/>
    <w:rsid w:val="00C95304"/>
    <w:rsid w:val="00C96AE8"/>
    <w:rsid w:val="00C96ECC"/>
    <w:rsid w:val="00C96F47"/>
    <w:rsid w:val="00C97011"/>
    <w:rsid w:val="00C9739D"/>
    <w:rsid w:val="00C97F00"/>
    <w:rsid w:val="00CA02A7"/>
    <w:rsid w:val="00CA035C"/>
    <w:rsid w:val="00CA07B7"/>
    <w:rsid w:val="00CA0D70"/>
    <w:rsid w:val="00CA1147"/>
    <w:rsid w:val="00CA1491"/>
    <w:rsid w:val="00CA1520"/>
    <w:rsid w:val="00CA1A1F"/>
    <w:rsid w:val="00CA2770"/>
    <w:rsid w:val="00CA2959"/>
    <w:rsid w:val="00CA3300"/>
    <w:rsid w:val="00CA3BB0"/>
    <w:rsid w:val="00CA4781"/>
    <w:rsid w:val="00CA4813"/>
    <w:rsid w:val="00CA53E7"/>
    <w:rsid w:val="00CA56AE"/>
    <w:rsid w:val="00CA5A53"/>
    <w:rsid w:val="00CA5CA6"/>
    <w:rsid w:val="00CA5FA0"/>
    <w:rsid w:val="00CA60DC"/>
    <w:rsid w:val="00CA6427"/>
    <w:rsid w:val="00CA6EAF"/>
    <w:rsid w:val="00CA7090"/>
    <w:rsid w:val="00CA7232"/>
    <w:rsid w:val="00CA73E5"/>
    <w:rsid w:val="00CA74FA"/>
    <w:rsid w:val="00CB09B5"/>
    <w:rsid w:val="00CB0A27"/>
    <w:rsid w:val="00CB10FC"/>
    <w:rsid w:val="00CB1A31"/>
    <w:rsid w:val="00CB1B14"/>
    <w:rsid w:val="00CB1B9C"/>
    <w:rsid w:val="00CB2008"/>
    <w:rsid w:val="00CB2388"/>
    <w:rsid w:val="00CB3855"/>
    <w:rsid w:val="00CB447B"/>
    <w:rsid w:val="00CB4563"/>
    <w:rsid w:val="00CB46CF"/>
    <w:rsid w:val="00CB5D4C"/>
    <w:rsid w:val="00CB64C0"/>
    <w:rsid w:val="00CB6664"/>
    <w:rsid w:val="00CB6C0A"/>
    <w:rsid w:val="00CB7913"/>
    <w:rsid w:val="00CC0C52"/>
    <w:rsid w:val="00CC1079"/>
    <w:rsid w:val="00CC1A69"/>
    <w:rsid w:val="00CC3FC6"/>
    <w:rsid w:val="00CC4208"/>
    <w:rsid w:val="00CC47A1"/>
    <w:rsid w:val="00CC47D3"/>
    <w:rsid w:val="00CC4ABE"/>
    <w:rsid w:val="00CC4CE5"/>
    <w:rsid w:val="00CC5365"/>
    <w:rsid w:val="00CC5CB7"/>
    <w:rsid w:val="00CC6572"/>
    <w:rsid w:val="00CC73E7"/>
    <w:rsid w:val="00CC77FF"/>
    <w:rsid w:val="00CD01EA"/>
    <w:rsid w:val="00CD02A9"/>
    <w:rsid w:val="00CD031F"/>
    <w:rsid w:val="00CD06B5"/>
    <w:rsid w:val="00CD093E"/>
    <w:rsid w:val="00CD0966"/>
    <w:rsid w:val="00CD0EF1"/>
    <w:rsid w:val="00CD11F1"/>
    <w:rsid w:val="00CD1E06"/>
    <w:rsid w:val="00CD28AD"/>
    <w:rsid w:val="00CD2B10"/>
    <w:rsid w:val="00CD401A"/>
    <w:rsid w:val="00CD55E1"/>
    <w:rsid w:val="00CD7154"/>
    <w:rsid w:val="00CD7634"/>
    <w:rsid w:val="00CE022A"/>
    <w:rsid w:val="00CE0A1A"/>
    <w:rsid w:val="00CE2C70"/>
    <w:rsid w:val="00CE3811"/>
    <w:rsid w:val="00CE3A28"/>
    <w:rsid w:val="00CE429E"/>
    <w:rsid w:val="00CE430C"/>
    <w:rsid w:val="00CE446D"/>
    <w:rsid w:val="00CE4F56"/>
    <w:rsid w:val="00CE4F9F"/>
    <w:rsid w:val="00CE5E40"/>
    <w:rsid w:val="00CE653B"/>
    <w:rsid w:val="00CE6B38"/>
    <w:rsid w:val="00CF0661"/>
    <w:rsid w:val="00CF07C9"/>
    <w:rsid w:val="00CF0B28"/>
    <w:rsid w:val="00CF0C9E"/>
    <w:rsid w:val="00CF1440"/>
    <w:rsid w:val="00CF15AC"/>
    <w:rsid w:val="00CF1925"/>
    <w:rsid w:val="00CF1D7F"/>
    <w:rsid w:val="00CF32D8"/>
    <w:rsid w:val="00CF42CF"/>
    <w:rsid w:val="00CF44DF"/>
    <w:rsid w:val="00CF4725"/>
    <w:rsid w:val="00CF48BD"/>
    <w:rsid w:val="00CF4947"/>
    <w:rsid w:val="00CF512E"/>
    <w:rsid w:val="00CF6291"/>
    <w:rsid w:val="00CF651C"/>
    <w:rsid w:val="00CF686C"/>
    <w:rsid w:val="00CF6D84"/>
    <w:rsid w:val="00CF6F4A"/>
    <w:rsid w:val="00CF7174"/>
    <w:rsid w:val="00CF72DB"/>
    <w:rsid w:val="00CF7323"/>
    <w:rsid w:val="00CF7436"/>
    <w:rsid w:val="00CF7A9D"/>
    <w:rsid w:val="00CF7BE2"/>
    <w:rsid w:val="00D00175"/>
    <w:rsid w:val="00D00A99"/>
    <w:rsid w:val="00D02491"/>
    <w:rsid w:val="00D02974"/>
    <w:rsid w:val="00D02B26"/>
    <w:rsid w:val="00D031F0"/>
    <w:rsid w:val="00D03381"/>
    <w:rsid w:val="00D04344"/>
    <w:rsid w:val="00D0439B"/>
    <w:rsid w:val="00D0470B"/>
    <w:rsid w:val="00D0471A"/>
    <w:rsid w:val="00D052FA"/>
    <w:rsid w:val="00D05382"/>
    <w:rsid w:val="00D05503"/>
    <w:rsid w:val="00D05DE7"/>
    <w:rsid w:val="00D062D2"/>
    <w:rsid w:val="00D06F0D"/>
    <w:rsid w:val="00D07D4F"/>
    <w:rsid w:val="00D07FD1"/>
    <w:rsid w:val="00D1030B"/>
    <w:rsid w:val="00D1039D"/>
    <w:rsid w:val="00D10A3D"/>
    <w:rsid w:val="00D10B9B"/>
    <w:rsid w:val="00D11057"/>
    <w:rsid w:val="00D1199C"/>
    <w:rsid w:val="00D11C30"/>
    <w:rsid w:val="00D123FD"/>
    <w:rsid w:val="00D1280E"/>
    <w:rsid w:val="00D14D83"/>
    <w:rsid w:val="00D1593A"/>
    <w:rsid w:val="00D15FDA"/>
    <w:rsid w:val="00D16332"/>
    <w:rsid w:val="00D164CC"/>
    <w:rsid w:val="00D164E0"/>
    <w:rsid w:val="00D1661C"/>
    <w:rsid w:val="00D16C9D"/>
    <w:rsid w:val="00D17084"/>
    <w:rsid w:val="00D20342"/>
    <w:rsid w:val="00D21032"/>
    <w:rsid w:val="00D223D8"/>
    <w:rsid w:val="00D22604"/>
    <w:rsid w:val="00D22A10"/>
    <w:rsid w:val="00D230B8"/>
    <w:rsid w:val="00D2335D"/>
    <w:rsid w:val="00D24263"/>
    <w:rsid w:val="00D2452E"/>
    <w:rsid w:val="00D249AF"/>
    <w:rsid w:val="00D24BAB"/>
    <w:rsid w:val="00D2515C"/>
    <w:rsid w:val="00D26E7D"/>
    <w:rsid w:val="00D27630"/>
    <w:rsid w:val="00D30BA3"/>
    <w:rsid w:val="00D30BC8"/>
    <w:rsid w:val="00D314D2"/>
    <w:rsid w:val="00D3168F"/>
    <w:rsid w:val="00D31B14"/>
    <w:rsid w:val="00D31F71"/>
    <w:rsid w:val="00D327E5"/>
    <w:rsid w:val="00D32EF4"/>
    <w:rsid w:val="00D3327F"/>
    <w:rsid w:val="00D33BAF"/>
    <w:rsid w:val="00D34520"/>
    <w:rsid w:val="00D345DB"/>
    <w:rsid w:val="00D34A7D"/>
    <w:rsid w:val="00D34B48"/>
    <w:rsid w:val="00D34B83"/>
    <w:rsid w:val="00D34B84"/>
    <w:rsid w:val="00D36AE1"/>
    <w:rsid w:val="00D36D98"/>
    <w:rsid w:val="00D36EBC"/>
    <w:rsid w:val="00D36ED0"/>
    <w:rsid w:val="00D3716D"/>
    <w:rsid w:val="00D371FB"/>
    <w:rsid w:val="00D37570"/>
    <w:rsid w:val="00D3782C"/>
    <w:rsid w:val="00D4147A"/>
    <w:rsid w:val="00D4180F"/>
    <w:rsid w:val="00D4354A"/>
    <w:rsid w:val="00D43766"/>
    <w:rsid w:val="00D43863"/>
    <w:rsid w:val="00D439F7"/>
    <w:rsid w:val="00D44086"/>
    <w:rsid w:val="00D44163"/>
    <w:rsid w:val="00D44A3F"/>
    <w:rsid w:val="00D45463"/>
    <w:rsid w:val="00D45591"/>
    <w:rsid w:val="00D45735"/>
    <w:rsid w:val="00D45837"/>
    <w:rsid w:val="00D46149"/>
    <w:rsid w:val="00D46E16"/>
    <w:rsid w:val="00D475D4"/>
    <w:rsid w:val="00D47C54"/>
    <w:rsid w:val="00D501AE"/>
    <w:rsid w:val="00D501DD"/>
    <w:rsid w:val="00D508A1"/>
    <w:rsid w:val="00D509D1"/>
    <w:rsid w:val="00D51897"/>
    <w:rsid w:val="00D5222A"/>
    <w:rsid w:val="00D52700"/>
    <w:rsid w:val="00D532E7"/>
    <w:rsid w:val="00D534D6"/>
    <w:rsid w:val="00D53B14"/>
    <w:rsid w:val="00D5490D"/>
    <w:rsid w:val="00D559BB"/>
    <w:rsid w:val="00D55A83"/>
    <w:rsid w:val="00D56F51"/>
    <w:rsid w:val="00D571FD"/>
    <w:rsid w:val="00D572D1"/>
    <w:rsid w:val="00D5784C"/>
    <w:rsid w:val="00D60DA4"/>
    <w:rsid w:val="00D6197A"/>
    <w:rsid w:val="00D61CA8"/>
    <w:rsid w:val="00D620AE"/>
    <w:rsid w:val="00D6219C"/>
    <w:rsid w:val="00D625FE"/>
    <w:rsid w:val="00D62B01"/>
    <w:rsid w:val="00D63129"/>
    <w:rsid w:val="00D63368"/>
    <w:rsid w:val="00D636DE"/>
    <w:rsid w:val="00D650C1"/>
    <w:rsid w:val="00D65C6A"/>
    <w:rsid w:val="00D66060"/>
    <w:rsid w:val="00D66EB7"/>
    <w:rsid w:val="00D70789"/>
    <w:rsid w:val="00D70AA1"/>
    <w:rsid w:val="00D71250"/>
    <w:rsid w:val="00D71686"/>
    <w:rsid w:val="00D7196C"/>
    <w:rsid w:val="00D71A47"/>
    <w:rsid w:val="00D72E77"/>
    <w:rsid w:val="00D73568"/>
    <w:rsid w:val="00D73A6E"/>
    <w:rsid w:val="00D74033"/>
    <w:rsid w:val="00D74A6C"/>
    <w:rsid w:val="00D75747"/>
    <w:rsid w:val="00D7610C"/>
    <w:rsid w:val="00D76C3A"/>
    <w:rsid w:val="00D776CA"/>
    <w:rsid w:val="00D77925"/>
    <w:rsid w:val="00D8008D"/>
    <w:rsid w:val="00D8048C"/>
    <w:rsid w:val="00D80A4E"/>
    <w:rsid w:val="00D80CB3"/>
    <w:rsid w:val="00D80EDB"/>
    <w:rsid w:val="00D82ADE"/>
    <w:rsid w:val="00D82F91"/>
    <w:rsid w:val="00D8318A"/>
    <w:rsid w:val="00D832DC"/>
    <w:rsid w:val="00D8330C"/>
    <w:rsid w:val="00D83CE0"/>
    <w:rsid w:val="00D843EC"/>
    <w:rsid w:val="00D84990"/>
    <w:rsid w:val="00D84E56"/>
    <w:rsid w:val="00D85439"/>
    <w:rsid w:val="00D85E09"/>
    <w:rsid w:val="00D85E9C"/>
    <w:rsid w:val="00D86250"/>
    <w:rsid w:val="00D869A0"/>
    <w:rsid w:val="00D86B24"/>
    <w:rsid w:val="00D86CF3"/>
    <w:rsid w:val="00D87693"/>
    <w:rsid w:val="00D901A7"/>
    <w:rsid w:val="00D90B8D"/>
    <w:rsid w:val="00D9180C"/>
    <w:rsid w:val="00D91837"/>
    <w:rsid w:val="00D91E82"/>
    <w:rsid w:val="00D92012"/>
    <w:rsid w:val="00D93672"/>
    <w:rsid w:val="00D93673"/>
    <w:rsid w:val="00D93EB7"/>
    <w:rsid w:val="00D94F1F"/>
    <w:rsid w:val="00D952E4"/>
    <w:rsid w:val="00D954F9"/>
    <w:rsid w:val="00D959EE"/>
    <w:rsid w:val="00D95E2C"/>
    <w:rsid w:val="00D95F8C"/>
    <w:rsid w:val="00D96689"/>
    <w:rsid w:val="00D96A94"/>
    <w:rsid w:val="00D96C42"/>
    <w:rsid w:val="00D96E5F"/>
    <w:rsid w:val="00D970C8"/>
    <w:rsid w:val="00D970D3"/>
    <w:rsid w:val="00D975B5"/>
    <w:rsid w:val="00D97E8F"/>
    <w:rsid w:val="00D97F17"/>
    <w:rsid w:val="00DA038A"/>
    <w:rsid w:val="00DA0D95"/>
    <w:rsid w:val="00DA0FE1"/>
    <w:rsid w:val="00DA10FD"/>
    <w:rsid w:val="00DA1370"/>
    <w:rsid w:val="00DA19C1"/>
    <w:rsid w:val="00DA233C"/>
    <w:rsid w:val="00DA32B9"/>
    <w:rsid w:val="00DA3622"/>
    <w:rsid w:val="00DA4781"/>
    <w:rsid w:val="00DA490D"/>
    <w:rsid w:val="00DA498C"/>
    <w:rsid w:val="00DA503D"/>
    <w:rsid w:val="00DA52ED"/>
    <w:rsid w:val="00DA68CF"/>
    <w:rsid w:val="00DA6C61"/>
    <w:rsid w:val="00DA781B"/>
    <w:rsid w:val="00DA7B5A"/>
    <w:rsid w:val="00DB0408"/>
    <w:rsid w:val="00DB09E6"/>
    <w:rsid w:val="00DB0D6F"/>
    <w:rsid w:val="00DB0DFF"/>
    <w:rsid w:val="00DB1372"/>
    <w:rsid w:val="00DB1A29"/>
    <w:rsid w:val="00DB232A"/>
    <w:rsid w:val="00DB24C7"/>
    <w:rsid w:val="00DB32B8"/>
    <w:rsid w:val="00DB36C4"/>
    <w:rsid w:val="00DB3DA5"/>
    <w:rsid w:val="00DB3F04"/>
    <w:rsid w:val="00DB4406"/>
    <w:rsid w:val="00DB4C64"/>
    <w:rsid w:val="00DB5083"/>
    <w:rsid w:val="00DB59EB"/>
    <w:rsid w:val="00DB635C"/>
    <w:rsid w:val="00DB71D9"/>
    <w:rsid w:val="00DB7565"/>
    <w:rsid w:val="00DB75CD"/>
    <w:rsid w:val="00DB7BC7"/>
    <w:rsid w:val="00DB7C2E"/>
    <w:rsid w:val="00DC0333"/>
    <w:rsid w:val="00DC03FA"/>
    <w:rsid w:val="00DC1395"/>
    <w:rsid w:val="00DC383B"/>
    <w:rsid w:val="00DC3E09"/>
    <w:rsid w:val="00DC41C2"/>
    <w:rsid w:val="00DC4660"/>
    <w:rsid w:val="00DC475D"/>
    <w:rsid w:val="00DC527D"/>
    <w:rsid w:val="00DC534D"/>
    <w:rsid w:val="00DC5FFB"/>
    <w:rsid w:val="00DC64A3"/>
    <w:rsid w:val="00DC7FB2"/>
    <w:rsid w:val="00DD0489"/>
    <w:rsid w:val="00DD0792"/>
    <w:rsid w:val="00DD07F5"/>
    <w:rsid w:val="00DD0D32"/>
    <w:rsid w:val="00DD2456"/>
    <w:rsid w:val="00DD2708"/>
    <w:rsid w:val="00DD2E91"/>
    <w:rsid w:val="00DD37AD"/>
    <w:rsid w:val="00DD3902"/>
    <w:rsid w:val="00DD4343"/>
    <w:rsid w:val="00DD4FA0"/>
    <w:rsid w:val="00DD5DD3"/>
    <w:rsid w:val="00DD6BA5"/>
    <w:rsid w:val="00DE0181"/>
    <w:rsid w:val="00DE0392"/>
    <w:rsid w:val="00DE05B8"/>
    <w:rsid w:val="00DE0A4F"/>
    <w:rsid w:val="00DE11AB"/>
    <w:rsid w:val="00DE1414"/>
    <w:rsid w:val="00DE1FB2"/>
    <w:rsid w:val="00DE2E6D"/>
    <w:rsid w:val="00DE30E4"/>
    <w:rsid w:val="00DE33B9"/>
    <w:rsid w:val="00DE3949"/>
    <w:rsid w:val="00DE3D7D"/>
    <w:rsid w:val="00DE4109"/>
    <w:rsid w:val="00DE4399"/>
    <w:rsid w:val="00DE4701"/>
    <w:rsid w:val="00DE54AF"/>
    <w:rsid w:val="00DE5A90"/>
    <w:rsid w:val="00DE6BF7"/>
    <w:rsid w:val="00DE6C94"/>
    <w:rsid w:val="00DF08EE"/>
    <w:rsid w:val="00DF0F8F"/>
    <w:rsid w:val="00DF11BF"/>
    <w:rsid w:val="00DF1CBE"/>
    <w:rsid w:val="00DF2308"/>
    <w:rsid w:val="00DF2BD3"/>
    <w:rsid w:val="00DF2C73"/>
    <w:rsid w:val="00DF3059"/>
    <w:rsid w:val="00DF3CB7"/>
    <w:rsid w:val="00DF4270"/>
    <w:rsid w:val="00DF4B84"/>
    <w:rsid w:val="00DF5794"/>
    <w:rsid w:val="00DF6783"/>
    <w:rsid w:val="00DF6B29"/>
    <w:rsid w:val="00DF7C85"/>
    <w:rsid w:val="00DF7F38"/>
    <w:rsid w:val="00E0040C"/>
    <w:rsid w:val="00E015B4"/>
    <w:rsid w:val="00E017BC"/>
    <w:rsid w:val="00E01CFD"/>
    <w:rsid w:val="00E022D3"/>
    <w:rsid w:val="00E0316D"/>
    <w:rsid w:val="00E034D7"/>
    <w:rsid w:val="00E036FA"/>
    <w:rsid w:val="00E03C59"/>
    <w:rsid w:val="00E05288"/>
    <w:rsid w:val="00E05C7E"/>
    <w:rsid w:val="00E05CC3"/>
    <w:rsid w:val="00E05FF7"/>
    <w:rsid w:val="00E06004"/>
    <w:rsid w:val="00E06278"/>
    <w:rsid w:val="00E06AB3"/>
    <w:rsid w:val="00E0730D"/>
    <w:rsid w:val="00E073A7"/>
    <w:rsid w:val="00E0745E"/>
    <w:rsid w:val="00E07530"/>
    <w:rsid w:val="00E078B5"/>
    <w:rsid w:val="00E10256"/>
    <w:rsid w:val="00E10E63"/>
    <w:rsid w:val="00E10FA9"/>
    <w:rsid w:val="00E11CC6"/>
    <w:rsid w:val="00E120CF"/>
    <w:rsid w:val="00E12505"/>
    <w:rsid w:val="00E12B41"/>
    <w:rsid w:val="00E133C2"/>
    <w:rsid w:val="00E135C1"/>
    <w:rsid w:val="00E13ADE"/>
    <w:rsid w:val="00E145A3"/>
    <w:rsid w:val="00E149C0"/>
    <w:rsid w:val="00E14D0B"/>
    <w:rsid w:val="00E14F4C"/>
    <w:rsid w:val="00E15A14"/>
    <w:rsid w:val="00E15B72"/>
    <w:rsid w:val="00E15CFF"/>
    <w:rsid w:val="00E15E5B"/>
    <w:rsid w:val="00E16076"/>
    <w:rsid w:val="00E160A2"/>
    <w:rsid w:val="00E1653E"/>
    <w:rsid w:val="00E16694"/>
    <w:rsid w:val="00E16FB0"/>
    <w:rsid w:val="00E17035"/>
    <w:rsid w:val="00E208DA"/>
    <w:rsid w:val="00E2147D"/>
    <w:rsid w:val="00E214B9"/>
    <w:rsid w:val="00E2154F"/>
    <w:rsid w:val="00E21C6B"/>
    <w:rsid w:val="00E21C9F"/>
    <w:rsid w:val="00E21CF4"/>
    <w:rsid w:val="00E21F8D"/>
    <w:rsid w:val="00E2215C"/>
    <w:rsid w:val="00E232D0"/>
    <w:rsid w:val="00E24A37"/>
    <w:rsid w:val="00E24A5A"/>
    <w:rsid w:val="00E24A84"/>
    <w:rsid w:val="00E251D7"/>
    <w:rsid w:val="00E2590A"/>
    <w:rsid w:val="00E25DB6"/>
    <w:rsid w:val="00E26C32"/>
    <w:rsid w:val="00E273CC"/>
    <w:rsid w:val="00E2742B"/>
    <w:rsid w:val="00E3037F"/>
    <w:rsid w:val="00E309FD"/>
    <w:rsid w:val="00E315B2"/>
    <w:rsid w:val="00E321A5"/>
    <w:rsid w:val="00E32714"/>
    <w:rsid w:val="00E327C8"/>
    <w:rsid w:val="00E33529"/>
    <w:rsid w:val="00E3359F"/>
    <w:rsid w:val="00E33E91"/>
    <w:rsid w:val="00E33EC8"/>
    <w:rsid w:val="00E3427A"/>
    <w:rsid w:val="00E34459"/>
    <w:rsid w:val="00E345D2"/>
    <w:rsid w:val="00E34A7A"/>
    <w:rsid w:val="00E36AF1"/>
    <w:rsid w:val="00E375E0"/>
    <w:rsid w:val="00E402D0"/>
    <w:rsid w:val="00E40965"/>
    <w:rsid w:val="00E415C8"/>
    <w:rsid w:val="00E419C5"/>
    <w:rsid w:val="00E42388"/>
    <w:rsid w:val="00E44274"/>
    <w:rsid w:val="00E444CB"/>
    <w:rsid w:val="00E44669"/>
    <w:rsid w:val="00E453A6"/>
    <w:rsid w:val="00E46076"/>
    <w:rsid w:val="00E4649A"/>
    <w:rsid w:val="00E472CA"/>
    <w:rsid w:val="00E4794C"/>
    <w:rsid w:val="00E47973"/>
    <w:rsid w:val="00E5049D"/>
    <w:rsid w:val="00E5066D"/>
    <w:rsid w:val="00E51494"/>
    <w:rsid w:val="00E51E4A"/>
    <w:rsid w:val="00E522FB"/>
    <w:rsid w:val="00E53AEA"/>
    <w:rsid w:val="00E53DF7"/>
    <w:rsid w:val="00E547D2"/>
    <w:rsid w:val="00E548AC"/>
    <w:rsid w:val="00E556E6"/>
    <w:rsid w:val="00E5592F"/>
    <w:rsid w:val="00E55E6A"/>
    <w:rsid w:val="00E563C0"/>
    <w:rsid w:val="00E565C3"/>
    <w:rsid w:val="00E5676B"/>
    <w:rsid w:val="00E56772"/>
    <w:rsid w:val="00E5726B"/>
    <w:rsid w:val="00E579F4"/>
    <w:rsid w:val="00E619C7"/>
    <w:rsid w:val="00E61D94"/>
    <w:rsid w:val="00E620C8"/>
    <w:rsid w:val="00E620FD"/>
    <w:rsid w:val="00E62E71"/>
    <w:rsid w:val="00E630CD"/>
    <w:rsid w:val="00E630F1"/>
    <w:rsid w:val="00E63CA8"/>
    <w:rsid w:val="00E63FE9"/>
    <w:rsid w:val="00E64617"/>
    <w:rsid w:val="00E6478F"/>
    <w:rsid w:val="00E64E33"/>
    <w:rsid w:val="00E6515C"/>
    <w:rsid w:val="00E65211"/>
    <w:rsid w:val="00E6533F"/>
    <w:rsid w:val="00E66AD7"/>
    <w:rsid w:val="00E67753"/>
    <w:rsid w:val="00E67D39"/>
    <w:rsid w:val="00E70495"/>
    <w:rsid w:val="00E7134A"/>
    <w:rsid w:val="00E7203D"/>
    <w:rsid w:val="00E735FE"/>
    <w:rsid w:val="00E73A7F"/>
    <w:rsid w:val="00E73C44"/>
    <w:rsid w:val="00E744C5"/>
    <w:rsid w:val="00E74D8B"/>
    <w:rsid w:val="00E753B0"/>
    <w:rsid w:val="00E75CCA"/>
    <w:rsid w:val="00E761AF"/>
    <w:rsid w:val="00E76279"/>
    <w:rsid w:val="00E76BC5"/>
    <w:rsid w:val="00E76F91"/>
    <w:rsid w:val="00E77467"/>
    <w:rsid w:val="00E80156"/>
    <w:rsid w:val="00E803B6"/>
    <w:rsid w:val="00E80DBC"/>
    <w:rsid w:val="00E80F89"/>
    <w:rsid w:val="00E81242"/>
    <w:rsid w:val="00E81BBB"/>
    <w:rsid w:val="00E82B28"/>
    <w:rsid w:val="00E84704"/>
    <w:rsid w:val="00E85058"/>
    <w:rsid w:val="00E85342"/>
    <w:rsid w:val="00E85B00"/>
    <w:rsid w:val="00E85D8A"/>
    <w:rsid w:val="00E85EA8"/>
    <w:rsid w:val="00E865E1"/>
    <w:rsid w:val="00E86979"/>
    <w:rsid w:val="00E86E90"/>
    <w:rsid w:val="00E871C4"/>
    <w:rsid w:val="00E87575"/>
    <w:rsid w:val="00E87B3C"/>
    <w:rsid w:val="00E87E71"/>
    <w:rsid w:val="00E9005E"/>
    <w:rsid w:val="00E90AA4"/>
    <w:rsid w:val="00E90B18"/>
    <w:rsid w:val="00E90BFD"/>
    <w:rsid w:val="00E915F7"/>
    <w:rsid w:val="00E91AB9"/>
    <w:rsid w:val="00E927E9"/>
    <w:rsid w:val="00E92CF9"/>
    <w:rsid w:val="00E939D4"/>
    <w:rsid w:val="00E93CD1"/>
    <w:rsid w:val="00E95003"/>
    <w:rsid w:val="00E95F9D"/>
    <w:rsid w:val="00E96A35"/>
    <w:rsid w:val="00E96AB3"/>
    <w:rsid w:val="00E97EDD"/>
    <w:rsid w:val="00EA02F7"/>
    <w:rsid w:val="00EA0C9B"/>
    <w:rsid w:val="00EA21CA"/>
    <w:rsid w:val="00EA2485"/>
    <w:rsid w:val="00EA2DCE"/>
    <w:rsid w:val="00EA3825"/>
    <w:rsid w:val="00EA3DCC"/>
    <w:rsid w:val="00EA525C"/>
    <w:rsid w:val="00EA591C"/>
    <w:rsid w:val="00EA6075"/>
    <w:rsid w:val="00EA6469"/>
    <w:rsid w:val="00EA6522"/>
    <w:rsid w:val="00EA7239"/>
    <w:rsid w:val="00EA7B78"/>
    <w:rsid w:val="00EA7D4D"/>
    <w:rsid w:val="00EB0260"/>
    <w:rsid w:val="00EB0396"/>
    <w:rsid w:val="00EB04F1"/>
    <w:rsid w:val="00EB0F3F"/>
    <w:rsid w:val="00EB1958"/>
    <w:rsid w:val="00EB1FEA"/>
    <w:rsid w:val="00EB2364"/>
    <w:rsid w:val="00EB3437"/>
    <w:rsid w:val="00EB35F0"/>
    <w:rsid w:val="00EB43F7"/>
    <w:rsid w:val="00EB5D33"/>
    <w:rsid w:val="00EB6038"/>
    <w:rsid w:val="00EB73A1"/>
    <w:rsid w:val="00EB74E5"/>
    <w:rsid w:val="00EB7A6E"/>
    <w:rsid w:val="00EC02CE"/>
    <w:rsid w:val="00EC08C0"/>
    <w:rsid w:val="00EC1D73"/>
    <w:rsid w:val="00EC2942"/>
    <w:rsid w:val="00EC2B70"/>
    <w:rsid w:val="00EC2C18"/>
    <w:rsid w:val="00EC37C1"/>
    <w:rsid w:val="00EC3CC8"/>
    <w:rsid w:val="00EC3D2D"/>
    <w:rsid w:val="00EC3DE5"/>
    <w:rsid w:val="00EC4C9B"/>
    <w:rsid w:val="00EC5165"/>
    <w:rsid w:val="00EC5547"/>
    <w:rsid w:val="00EC616B"/>
    <w:rsid w:val="00EC6B07"/>
    <w:rsid w:val="00EC7217"/>
    <w:rsid w:val="00EC740B"/>
    <w:rsid w:val="00ED0596"/>
    <w:rsid w:val="00ED068D"/>
    <w:rsid w:val="00ED072D"/>
    <w:rsid w:val="00ED117B"/>
    <w:rsid w:val="00ED1305"/>
    <w:rsid w:val="00ED182C"/>
    <w:rsid w:val="00ED1B4D"/>
    <w:rsid w:val="00ED1B95"/>
    <w:rsid w:val="00ED1F30"/>
    <w:rsid w:val="00ED2208"/>
    <w:rsid w:val="00ED2276"/>
    <w:rsid w:val="00ED2777"/>
    <w:rsid w:val="00ED2A2F"/>
    <w:rsid w:val="00ED2EBC"/>
    <w:rsid w:val="00ED2F30"/>
    <w:rsid w:val="00ED3246"/>
    <w:rsid w:val="00ED3D2C"/>
    <w:rsid w:val="00ED4002"/>
    <w:rsid w:val="00ED45C1"/>
    <w:rsid w:val="00ED4E4F"/>
    <w:rsid w:val="00ED4FE0"/>
    <w:rsid w:val="00ED58D8"/>
    <w:rsid w:val="00ED5957"/>
    <w:rsid w:val="00ED6235"/>
    <w:rsid w:val="00ED6486"/>
    <w:rsid w:val="00ED7441"/>
    <w:rsid w:val="00ED7840"/>
    <w:rsid w:val="00ED78FE"/>
    <w:rsid w:val="00ED7D3B"/>
    <w:rsid w:val="00EE0993"/>
    <w:rsid w:val="00EE0B9E"/>
    <w:rsid w:val="00EE1566"/>
    <w:rsid w:val="00EE15A6"/>
    <w:rsid w:val="00EE1C86"/>
    <w:rsid w:val="00EE2243"/>
    <w:rsid w:val="00EE23E2"/>
    <w:rsid w:val="00EE24E8"/>
    <w:rsid w:val="00EE3063"/>
    <w:rsid w:val="00EE342A"/>
    <w:rsid w:val="00EE43B5"/>
    <w:rsid w:val="00EE44E0"/>
    <w:rsid w:val="00EE4F35"/>
    <w:rsid w:val="00EE4F98"/>
    <w:rsid w:val="00EE53D8"/>
    <w:rsid w:val="00EE53ED"/>
    <w:rsid w:val="00EE571F"/>
    <w:rsid w:val="00EE57D9"/>
    <w:rsid w:val="00EE57F8"/>
    <w:rsid w:val="00EE5BF1"/>
    <w:rsid w:val="00EE5C99"/>
    <w:rsid w:val="00EE68B2"/>
    <w:rsid w:val="00EF056D"/>
    <w:rsid w:val="00EF07BD"/>
    <w:rsid w:val="00EF09B1"/>
    <w:rsid w:val="00EF0F2F"/>
    <w:rsid w:val="00EF11E4"/>
    <w:rsid w:val="00EF14DD"/>
    <w:rsid w:val="00EF1618"/>
    <w:rsid w:val="00EF1C42"/>
    <w:rsid w:val="00EF2A5C"/>
    <w:rsid w:val="00EF2BED"/>
    <w:rsid w:val="00EF3119"/>
    <w:rsid w:val="00EF3266"/>
    <w:rsid w:val="00EF361D"/>
    <w:rsid w:val="00EF434E"/>
    <w:rsid w:val="00EF4821"/>
    <w:rsid w:val="00EF49C5"/>
    <w:rsid w:val="00EF4D93"/>
    <w:rsid w:val="00EF526C"/>
    <w:rsid w:val="00EF5D39"/>
    <w:rsid w:val="00EF5E6F"/>
    <w:rsid w:val="00EF5E94"/>
    <w:rsid w:val="00EF600F"/>
    <w:rsid w:val="00EF61BB"/>
    <w:rsid w:val="00EF64B1"/>
    <w:rsid w:val="00EF6A32"/>
    <w:rsid w:val="00EF72B4"/>
    <w:rsid w:val="00EF7A2B"/>
    <w:rsid w:val="00F00110"/>
    <w:rsid w:val="00F002E5"/>
    <w:rsid w:val="00F00523"/>
    <w:rsid w:val="00F00687"/>
    <w:rsid w:val="00F007C6"/>
    <w:rsid w:val="00F0105A"/>
    <w:rsid w:val="00F01129"/>
    <w:rsid w:val="00F018B5"/>
    <w:rsid w:val="00F01CBC"/>
    <w:rsid w:val="00F022B2"/>
    <w:rsid w:val="00F02377"/>
    <w:rsid w:val="00F03D08"/>
    <w:rsid w:val="00F03FAD"/>
    <w:rsid w:val="00F04E58"/>
    <w:rsid w:val="00F054AA"/>
    <w:rsid w:val="00F06429"/>
    <w:rsid w:val="00F10B38"/>
    <w:rsid w:val="00F1247E"/>
    <w:rsid w:val="00F12E40"/>
    <w:rsid w:val="00F1431E"/>
    <w:rsid w:val="00F14799"/>
    <w:rsid w:val="00F14DF4"/>
    <w:rsid w:val="00F15B3B"/>
    <w:rsid w:val="00F161BC"/>
    <w:rsid w:val="00F162CB"/>
    <w:rsid w:val="00F164AB"/>
    <w:rsid w:val="00F169CA"/>
    <w:rsid w:val="00F17B12"/>
    <w:rsid w:val="00F20B36"/>
    <w:rsid w:val="00F213CC"/>
    <w:rsid w:val="00F225A9"/>
    <w:rsid w:val="00F23455"/>
    <w:rsid w:val="00F23E2B"/>
    <w:rsid w:val="00F246CF"/>
    <w:rsid w:val="00F25108"/>
    <w:rsid w:val="00F25459"/>
    <w:rsid w:val="00F2552F"/>
    <w:rsid w:val="00F25A56"/>
    <w:rsid w:val="00F25BC1"/>
    <w:rsid w:val="00F269CF"/>
    <w:rsid w:val="00F26A3B"/>
    <w:rsid w:val="00F26AD8"/>
    <w:rsid w:val="00F277C9"/>
    <w:rsid w:val="00F277F0"/>
    <w:rsid w:val="00F27A3F"/>
    <w:rsid w:val="00F27C15"/>
    <w:rsid w:val="00F30325"/>
    <w:rsid w:val="00F307B4"/>
    <w:rsid w:val="00F307BD"/>
    <w:rsid w:val="00F30C23"/>
    <w:rsid w:val="00F3292A"/>
    <w:rsid w:val="00F32BF3"/>
    <w:rsid w:val="00F33C30"/>
    <w:rsid w:val="00F33FF7"/>
    <w:rsid w:val="00F340D8"/>
    <w:rsid w:val="00F34236"/>
    <w:rsid w:val="00F342F1"/>
    <w:rsid w:val="00F34AD8"/>
    <w:rsid w:val="00F35A2A"/>
    <w:rsid w:val="00F35DB3"/>
    <w:rsid w:val="00F362AD"/>
    <w:rsid w:val="00F366F4"/>
    <w:rsid w:val="00F36E1A"/>
    <w:rsid w:val="00F3703A"/>
    <w:rsid w:val="00F37422"/>
    <w:rsid w:val="00F4095F"/>
    <w:rsid w:val="00F40D11"/>
    <w:rsid w:val="00F411E2"/>
    <w:rsid w:val="00F4123B"/>
    <w:rsid w:val="00F41A05"/>
    <w:rsid w:val="00F41A99"/>
    <w:rsid w:val="00F41D93"/>
    <w:rsid w:val="00F428EE"/>
    <w:rsid w:val="00F42B43"/>
    <w:rsid w:val="00F42CAA"/>
    <w:rsid w:val="00F43464"/>
    <w:rsid w:val="00F43968"/>
    <w:rsid w:val="00F43C10"/>
    <w:rsid w:val="00F44178"/>
    <w:rsid w:val="00F4469E"/>
    <w:rsid w:val="00F446FA"/>
    <w:rsid w:val="00F447D4"/>
    <w:rsid w:val="00F44AB3"/>
    <w:rsid w:val="00F45218"/>
    <w:rsid w:val="00F456C4"/>
    <w:rsid w:val="00F45BE6"/>
    <w:rsid w:val="00F46E41"/>
    <w:rsid w:val="00F475CF"/>
    <w:rsid w:val="00F475FC"/>
    <w:rsid w:val="00F47656"/>
    <w:rsid w:val="00F476BA"/>
    <w:rsid w:val="00F47F19"/>
    <w:rsid w:val="00F52967"/>
    <w:rsid w:val="00F529EA"/>
    <w:rsid w:val="00F5302B"/>
    <w:rsid w:val="00F53536"/>
    <w:rsid w:val="00F5355A"/>
    <w:rsid w:val="00F53D4B"/>
    <w:rsid w:val="00F5500D"/>
    <w:rsid w:val="00F557BC"/>
    <w:rsid w:val="00F55BA5"/>
    <w:rsid w:val="00F57090"/>
    <w:rsid w:val="00F572FE"/>
    <w:rsid w:val="00F606CC"/>
    <w:rsid w:val="00F60B3B"/>
    <w:rsid w:val="00F61558"/>
    <w:rsid w:val="00F6170E"/>
    <w:rsid w:val="00F6191D"/>
    <w:rsid w:val="00F61A3A"/>
    <w:rsid w:val="00F6250C"/>
    <w:rsid w:val="00F62833"/>
    <w:rsid w:val="00F62EC2"/>
    <w:rsid w:val="00F63BF3"/>
    <w:rsid w:val="00F64EF8"/>
    <w:rsid w:val="00F65843"/>
    <w:rsid w:val="00F65A1A"/>
    <w:rsid w:val="00F65C22"/>
    <w:rsid w:val="00F66819"/>
    <w:rsid w:val="00F66CEC"/>
    <w:rsid w:val="00F67E06"/>
    <w:rsid w:val="00F71333"/>
    <w:rsid w:val="00F71980"/>
    <w:rsid w:val="00F72092"/>
    <w:rsid w:val="00F722D0"/>
    <w:rsid w:val="00F7397B"/>
    <w:rsid w:val="00F73AAC"/>
    <w:rsid w:val="00F74745"/>
    <w:rsid w:val="00F7521B"/>
    <w:rsid w:val="00F75C95"/>
    <w:rsid w:val="00F768DA"/>
    <w:rsid w:val="00F7715F"/>
    <w:rsid w:val="00F8154B"/>
    <w:rsid w:val="00F81862"/>
    <w:rsid w:val="00F81FEE"/>
    <w:rsid w:val="00F8290B"/>
    <w:rsid w:val="00F834B4"/>
    <w:rsid w:val="00F83AD2"/>
    <w:rsid w:val="00F85631"/>
    <w:rsid w:val="00F858A4"/>
    <w:rsid w:val="00F8649B"/>
    <w:rsid w:val="00F8721C"/>
    <w:rsid w:val="00F87AE3"/>
    <w:rsid w:val="00F87B2C"/>
    <w:rsid w:val="00F87C36"/>
    <w:rsid w:val="00F87C79"/>
    <w:rsid w:val="00F90134"/>
    <w:rsid w:val="00F902FA"/>
    <w:rsid w:val="00F90633"/>
    <w:rsid w:val="00F9073A"/>
    <w:rsid w:val="00F90BB8"/>
    <w:rsid w:val="00F90CB7"/>
    <w:rsid w:val="00F91332"/>
    <w:rsid w:val="00F91CD6"/>
    <w:rsid w:val="00F92FB3"/>
    <w:rsid w:val="00F939FC"/>
    <w:rsid w:val="00F9450F"/>
    <w:rsid w:val="00F949B6"/>
    <w:rsid w:val="00F94A40"/>
    <w:rsid w:val="00F94D6B"/>
    <w:rsid w:val="00F94EC0"/>
    <w:rsid w:val="00F9514C"/>
    <w:rsid w:val="00F95A0F"/>
    <w:rsid w:val="00F95B39"/>
    <w:rsid w:val="00F96152"/>
    <w:rsid w:val="00FA0386"/>
    <w:rsid w:val="00FA0910"/>
    <w:rsid w:val="00FA0F3E"/>
    <w:rsid w:val="00FA1E58"/>
    <w:rsid w:val="00FA2A00"/>
    <w:rsid w:val="00FA2C0F"/>
    <w:rsid w:val="00FA303F"/>
    <w:rsid w:val="00FA30A9"/>
    <w:rsid w:val="00FA3AF2"/>
    <w:rsid w:val="00FA4280"/>
    <w:rsid w:val="00FA44A0"/>
    <w:rsid w:val="00FA48BD"/>
    <w:rsid w:val="00FA4A4A"/>
    <w:rsid w:val="00FA53FE"/>
    <w:rsid w:val="00FA54A7"/>
    <w:rsid w:val="00FA6018"/>
    <w:rsid w:val="00FA6067"/>
    <w:rsid w:val="00FA60B4"/>
    <w:rsid w:val="00FA6280"/>
    <w:rsid w:val="00FA63CF"/>
    <w:rsid w:val="00FA692C"/>
    <w:rsid w:val="00FA6B28"/>
    <w:rsid w:val="00FA74E5"/>
    <w:rsid w:val="00FB0BCD"/>
    <w:rsid w:val="00FB1624"/>
    <w:rsid w:val="00FB1919"/>
    <w:rsid w:val="00FB2EB7"/>
    <w:rsid w:val="00FB3B32"/>
    <w:rsid w:val="00FB3EF8"/>
    <w:rsid w:val="00FB4B30"/>
    <w:rsid w:val="00FB4D5D"/>
    <w:rsid w:val="00FB53DA"/>
    <w:rsid w:val="00FB57C1"/>
    <w:rsid w:val="00FB5900"/>
    <w:rsid w:val="00FB59D4"/>
    <w:rsid w:val="00FB5F99"/>
    <w:rsid w:val="00FB6B15"/>
    <w:rsid w:val="00FB7261"/>
    <w:rsid w:val="00FC02C8"/>
    <w:rsid w:val="00FC1480"/>
    <w:rsid w:val="00FC1977"/>
    <w:rsid w:val="00FC21A2"/>
    <w:rsid w:val="00FC26AB"/>
    <w:rsid w:val="00FC2AB0"/>
    <w:rsid w:val="00FC35F7"/>
    <w:rsid w:val="00FC384F"/>
    <w:rsid w:val="00FC391A"/>
    <w:rsid w:val="00FC3AD5"/>
    <w:rsid w:val="00FC3C1C"/>
    <w:rsid w:val="00FC46DA"/>
    <w:rsid w:val="00FC4A09"/>
    <w:rsid w:val="00FC4A45"/>
    <w:rsid w:val="00FC4DF5"/>
    <w:rsid w:val="00FC52D1"/>
    <w:rsid w:val="00FC5887"/>
    <w:rsid w:val="00FC5DC7"/>
    <w:rsid w:val="00FC6031"/>
    <w:rsid w:val="00FC66D5"/>
    <w:rsid w:val="00FC70C1"/>
    <w:rsid w:val="00FC7559"/>
    <w:rsid w:val="00FC7BB6"/>
    <w:rsid w:val="00FD0BA8"/>
    <w:rsid w:val="00FD1117"/>
    <w:rsid w:val="00FD14EE"/>
    <w:rsid w:val="00FD1724"/>
    <w:rsid w:val="00FD1815"/>
    <w:rsid w:val="00FD1B18"/>
    <w:rsid w:val="00FD2750"/>
    <w:rsid w:val="00FD27F8"/>
    <w:rsid w:val="00FD2D98"/>
    <w:rsid w:val="00FD2E89"/>
    <w:rsid w:val="00FD399D"/>
    <w:rsid w:val="00FD4894"/>
    <w:rsid w:val="00FD495F"/>
    <w:rsid w:val="00FD505B"/>
    <w:rsid w:val="00FD5568"/>
    <w:rsid w:val="00FD5649"/>
    <w:rsid w:val="00FD56BB"/>
    <w:rsid w:val="00FD59A1"/>
    <w:rsid w:val="00FD59E5"/>
    <w:rsid w:val="00FD6A57"/>
    <w:rsid w:val="00FD6F03"/>
    <w:rsid w:val="00FD7ADA"/>
    <w:rsid w:val="00FE0185"/>
    <w:rsid w:val="00FE1964"/>
    <w:rsid w:val="00FE1B3D"/>
    <w:rsid w:val="00FE2E03"/>
    <w:rsid w:val="00FE3A64"/>
    <w:rsid w:val="00FE4842"/>
    <w:rsid w:val="00FE59CF"/>
    <w:rsid w:val="00FE5A0F"/>
    <w:rsid w:val="00FE5CBC"/>
    <w:rsid w:val="00FE6679"/>
    <w:rsid w:val="00FE7D1B"/>
    <w:rsid w:val="00FF06A8"/>
    <w:rsid w:val="00FF0E0F"/>
    <w:rsid w:val="00FF116F"/>
    <w:rsid w:val="00FF1218"/>
    <w:rsid w:val="00FF147E"/>
    <w:rsid w:val="00FF160F"/>
    <w:rsid w:val="00FF2436"/>
    <w:rsid w:val="00FF2C60"/>
    <w:rsid w:val="00FF2D8E"/>
    <w:rsid w:val="00FF36AB"/>
    <w:rsid w:val="00FF36BC"/>
    <w:rsid w:val="00FF3CDD"/>
    <w:rsid w:val="00FF41D4"/>
    <w:rsid w:val="00FF46E9"/>
    <w:rsid w:val="00FF48B6"/>
    <w:rsid w:val="00FF5639"/>
    <w:rsid w:val="00FF57C2"/>
    <w:rsid w:val="00FF6224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6AD6B8-9F61-44B7-A9EB-C78F2D44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E5"/>
    <w:pPr>
      <w:spacing w:after="180" w:line="270" w:lineRule="exact"/>
      <w:ind w:left="288" w:right="288"/>
    </w:pPr>
    <w:rPr>
      <w:sz w:val="23"/>
      <w:szCs w:val="23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7E94"/>
    <w:pPr>
      <w:keepNext/>
      <w:spacing w:before="600" w:after="120" w:line="240" w:lineRule="auto"/>
      <w:outlineLvl w:val="0"/>
    </w:pPr>
    <w:rPr>
      <w:rFonts w:ascii="Arial" w:hAnsi="Arial" w:cs="Arial"/>
      <w:b/>
      <w:bCs/>
      <w:color w:val="195E16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E078B5"/>
    <w:pPr>
      <w:keepNext/>
      <w:spacing w:before="360"/>
      <w:outlineLvl w:val="1"/>
    </w:pPr>
    <w:rPr>
      <w:rFonts w:ascii="Arial" w:hAnsi="Arial" w:cs="Arial"/>
      <w:b/>
      <w:bCs/>
      <w:iCs/>
      <w:color w:val="195E1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51FF"/>
    <w:pPr>
      <w:keepNext/>
      <w:spacing w:before="240" w:after="60"/>
      <w:outlineLvl w:val="2"/>
    </w:pPr>
    <w:rPr>
      <w:rFonts w:ascii="Arial" w:hAnsi="Arial" w:cs="Arial"/>
      <w:b/>
      <w:bCs/>
      <w:color w:val="5F497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551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1F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87E94"/>
    <w:rPr>
      <w:rFonts w:ascii="Arial" w:hAnsi="Arial" w:cs="Arial"/>
      <w:b/>
      <w:bCs/>
      <w:color w:val="195E16"/>
      <w:kern w:val="32"/>
      <w:sz w:val="36"/>
      <w:szCs w:val="36"/>
    </w:rPr>
  </w:style>
  <w:style w:type="character" w:customStyle="1" w:styleId="Heading2Char">
    <w:name w:val="Heading 2 Char"/>
    <w:link w:val="Heading2"/>
    <w:uiPriority w:val="9"/>
    <w:locked/>
    <w:rsid w:val="00E078B5"/>
    <w:rPr>
      <w:rFonts w:ascii="Arial" w:hAnsi="Arial" w:cs="Arial"/>
      <w:b/>
      <w:bCs/>
      <w:iCs/>
      <w:color w:val="195E16"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A551FF"/>
    <w:rPr>
      <w:rFonts w:ascii="Arial" w:hAnsi="Arial" w:cs="Arial"/>
      <w:b/>
      <w:bCs/>
      <w:color w:val="5F497A"/>
      <w:sz w:val="26"/>
      <w:szCs w:val="26"/>
    </w:rPr>
  </w:style>
  <w:style w:type="character" w:customStyle="1" w:styleId="Heading4Char">
    <w:name w:val="Heading 4 Char"/>
    <w:link w:val="Heading4"/>
    <w:uiPriority w:val="9"/>
    <w:locked/>
    <w:rsid w:val="00A551F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locked/>
    <w:rsid w:val="00A551FF"/>
    <w:rPr>
      <w:rFonts w:ascii="Cambria" w:hAnsi="Cambria" w:cs="Times New Roman"/>
      <w:color w:val="243F60"/>
      <w:sz w:val="24"/>
      <w:szCs w:val="24"/>
    </w:rPr>
  </w:style>
  <w:style w:type="character" w:styleId="Emphasis">
    <w:name w:val="Emphasis"/>
    <w:uiPriority w:val="20"/>
    <w:qFormat/>
    <w:rsid w:val="00A551FF"/>
    <w:rPr>
      <w:rFonts w:cs="Times New Roman"/>
      <w:i/>
      <w:iCs/>
    </w:rPr>
  </w:style>
  <w:style w:type="character" w:styleId="FollowedHyperlink">
    <w:name w:val="FollowedHyperlink"/>
    <w:uiPriority w:val="99"/>
    <w:semiHidden/>
    <w:unhideWhenUsed/>
    <w:rsid w:val="00156C26"/>
    <w:rPr>
      <w:rFonts w:cs="Times New Roman"/>
      <w:color w:val="800080"/>
      <w:u w:val="single"/>
    </w:rPr>
  </w:style>
  <w:style w:type="paragraph" w:customStyle="1" w:styleId="Bulletlist">
    <w:name w:val="Bullet list"/>
    <w:basedOn w:val="Normal"/>
    <w:link w:val="BulletlistChar"/>
    <w:qFormat/>
    <w:rsid w:val="00741C70"/>
    <w:pPr>
      <w:numPr>
        <w:numId w:val="1"/>
      </w:numPr>
      <w:ind w:left="648"/>
    </w:pPr>
  </w:style>
  <w:style w:type="character" w:customStyle="1" w:styleId="BulletlistChar">
    <w:name w:val="Bullet list Char"/>
    <w:link w:val="Bulletlist"/>
    <w:locked/>
    <w:rsid w:val="00741C70"/>
    <w:rPr>
      <w:rFonts w:cs="Times New Roman"/>
      <w:sz w:val="23"/>
      <w:szCs w:val="23"/>
    </w:rPr>
  </w:style>
  <w:style w:type="paragraph" w:customStyle="1" w:styleId="Bulletindent">
    <w:name w:val="Bullet indent"/>
    <w:basedOn w:val="Bulletlist"/>
    <w:link w:val="BulletindentChar"/>
    <w:qFormat/>
    <w:rsid w:val="0019241D"/>
    <w:pPr>
      <w:numPr>
        <w:numId w:val="0"/>
      </w:numPr>
      <w:ind w:left="648"/>
    </w:pPr>
  </w:style>
  <w:style w:type="character" w:customStyle="1" w:styleId="BulletindentChar">
    <w:name w:val="Bullet indent Char"/>
    <w:basedOn w:val="BulletlistChar"/>
    <w:link w:val="Bulletindent"/>
    <w:locked/>
    <w:rsid w:val="0019241D"/>
    <w:rPr>
      <w:rFonts w:cs="Times New Roman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551F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64631"/>
    <w:rPr>
      <w:i/>
      <w:sz w:val="22"/>
      <w:szCs w:val="20"/>
    </w:rPr>
  </w:style>
  <w:style w:type="character" w:customStyle="1" w:styleId="FootnoteTextChar">
    <w:name w:val="Footnote Text Char"/>
    <w:link w:val="FootnoteText"/>
    <w:uiPriority w:val="99"/>
    <w:locked/>
    <w:rsid w:val="00064631"/>
    <w:rPr>
      <w:rFonts w:cs="Times New Roman"/>
      <w:i/>
      <w:sz w:val="22"/>
    </w:rPr>
  </w:style>
  <w:style w:type="character" w:styleId="FootnoteReference">
    <w:name w:val="footnote reference"/>
    <w:uiPriority w:val="99"/>
    <w:unhideWhenUsed/>
    <w:rsid w:val="00A551FF"/>
    <w:rPr>
      <w:rFonts w:cs="Times New Roman"/>
      <w:vertAlign w:val="superscript"/>
    </w:rPr>
  </w:style>
  <w:style w:type="paragraph" w:customStyle="1" w:styleId="Bulletsub">
    <w:name w:val="Bullet sub"/>
    <w:basedOn w:val="Normal"/>
    <w:link w:val="BulletsubChar"/>
    <w:qFormat/>
    <w:rsid w:val="005A0A1B"/>
    <w:pPr>
      <w:numPr>
        <w:numId w:val="6"/>
      </w:numPr>
      <w:tabs>
        <w:tab w:val="left" w:pos="990"/>
      </w:tabs>
      <w:ind w:left="1008"/>
    </w:pPr>
  </w:style>
  <w:style w:type="paragraph" w:customStyle="1" w:styleId="Chapternumber">
    <w:name w:val="Chapter number"/>
    <w:basedOn w:val="Heading4"/>
    <w:qFormat/>
    <w:rsid w:val="00D314D2"/>
    <w:pPr>
      <w:spacing w:before="120" w:line="1120" w:lineRule="exact"/>
      <w:ind w:left="432"/>
    </w:pPr>
    <w:rPr>
      <w:sz w:val="128"/>
      <w:szCs w:val="144"/>
    </w:rPr>
  </w:style>
  <w:style w:type="paragraph" w:customStyle="1" w:styleId="chapterquote">
    <w:name w:val="chapter quote"/>
    <w:basedOn w:val="Normal"/>
    <w:qFormat/>
    <w:rsid w:val="008A45BC"/>
    <w:pPr>
      <w:pageBreakBefore/>
      <w:jc w:val="right"/>
    </w:pPr>
    <w:rPr>
      <w:i/>
    </w:rPr>
  </w:style>
  <w:style w:type="paragraph" w:customStyle="1" w:styleId="Chapterquoteattribution">
    <w:name w:val="Chapter quote attribution"/>
    <w:basedOn w:val="chapterquote"/>
    <w:next w:val="Normal"/>
    <w:qFormat/>
    <w:rsid w:val="000F7845"/>
    <w:pPr>
      <w:pageBreakBefore w:val="0"/>
      <w:spacing w:after="960" w:line="240" w:lineRule="exact"/>
    </w:pPr>
    <w:rPr>
      <w:i w:val="0"/>
      <w:caps/>
      <w:sz w:val="16"/>
    </w:rPr>
  </w:style>
  <w:style w:type="paragraph" w:customStyle="1" w:styleId="Chaptersubtitle">
    <w:name w:val="Chapter subtitle"/>
    <w:basedOn w:val="Heading3"/>
    <w:qFormat/>
    <w:rsid w:val="006C2522"/>
    <w:pPr>
      <w:spacing w:line="288" w:lineRule="auto"/>
      <w:ind w:left="432"/>
    </w:pPr>
    <w:rPr>
      <w:b w:val="0"/>
      <w:caps/>
      <w:color w:val="auto"/>
      <w:sz w:val="22"/>
    </w:rPr>
  </w:style>
  <w:style w:type="paragraph" w:customStyle="1" w:styleId="Chaptertitle">
    <w:name w:val="Chapter title"/>
    <w:basedOn w:val="Heading1"/>
    <w:link w:val="ChaptertitleChar"/>
    <w:qFormat/>
    <w:rsid w:val="00187E94"/>
    <w:pPr>
      <w:spacing w:before="1680"/>
      <w:ind w:left="432"/>
    </w:pPr>
    <w:rPr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rsid w:val="00A551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1FF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6A1D"/>
    <w:pPr>
      <w:tabs>
        <w:tab w:val="center" w:pos="4680"/>
        <w:tab w:val="right" w:pos="9000"/>
      </w:tabs>
    </w:pPr>
    <w:rPr>
      <w:rFonts w:ascii="Arial" w:hAnsi="Arial" w:cs="Arial"/>
      <w:sz w:val="16"/>
      <w:szCs w:val="16"/>
    </w:rPr>
  </w:style>
  <w:style w:type="character" w:customStyle="1" w:styleId="HeaderChar">
    <w:name w:val="Header Char"/>
    <w:link w:val="Header"/>
    <w:uiPriority w:val="99"/>
    <w:locked/>
    <w:rsid w:val="00176A1D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59"/>
    <w:rsid w:val="007F6D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JustplainBig">
    <w:name w:val="Just plain Big"/>
    <w:basedOn w:val="Normal"/>
    <w:qFormat/>
    <w:rsid w:val="00A551FF"/>
    <w:rPr>
      <w:sz w:val="96"/>
      <w:szCs w:val="96"/>
    </w:rPr>
  </w:style>
  <w:style w:type="paragraph" w:styleId="ListParagraph">
    <w:name w:val="List Paragraph"/>
    <w:basedOn w:val="Normal"/>
    <w:uiPriority w:val="34"/>
    <w:qFormat/>
    <w:rsid w:val="00A551FF"/>
    <w:pPr>
      <w:ind w:left="720"/>
    </w:pPr>
  </w:style>
  <w:style w:type="character" w:customStyle="1" w:styleId="Possibletext">
    <w:name w:val="Possible text"/>
    <w:uiPriority w:val="1"/>
    <w:qFormat/>
    <w:rsid w:val="00A551FF"/>
    <w:rPr>
      <w:rFonts w:cs="Times New Roman"/>
      <w:color w:val="E36C0A"/>
    </w:rPr>
  </w:style>
  <w:style w:type="paragraph" w:customStyle="1" w:styleId="iffy">
    <w:name w:val="iffy"/>
    <w:basedOn w:val="Normal"/>
    <w:autoRedefine/>
    <w:qFormat/>
    <w:rsid w:val="007F24C1"/>
    <w:pPr>
      <w:tabs>
        <w:tab w:val="left" w:pos="3600"/>
      </w:tabs>
      <w:ind w:right="180"/>
    </w:pPr>
  </w:style>
  <w:style w:type="paragraph" w:customStyle="1" w:styleId="chaptername">
    <w:name w:val="chapter name"/>
    <w:basedOn w:val="Normal"/>
    <w:link w:val="chapternameChar"/>
    <w:rsid w:val="00986251"/>
    <w:pPr>
      <w:tabs>
        <w:tab w:val="left" w:pos="0"/>
      </w:tabs>
      <w:spacing w:after="0"/>
      <w:ind w:left="-360"/>
    </w:pPr>
    <w:rPr>
      <w:b/>
    </w:rPr>
  </w:style>
  <w:style w:type="paragraph" w:customStyle="1" w:styleId="TOCchaptertitle">
    <w:name w:val="TOC chapter title"/>
    <w:basedOn w:val="chaptername"/>
    <w:link w:val="TOCchaptertitleChar1"/>
    <w:qFormat/>
    <w:rsid w:val="005671C7"/>
    <w:pPr>
      <w:tabs>
        <w:tab w:val="clear" w:pos="0"/>
        <w:tab w:val="right" w:pos="1170"/>
        <w:tab w:val="left" w:pos="1440"/>
      </w:tabs>
      <w:spacing w:before="240" w:line="240" w:lineRule="auto"/>
    </w:pPr>
    <w:rPr>
      <w:rFonts w:ascii="Arial" w:hAnsi="Arial" w:cs="Arial"/>
      <w:color w:val="1E701A"/>
    </w:rPr>
  </w:style>
  <w:style w:type="paragraph" w:customStyle="1" w:styleId="TOCChaptersubtitle">
    <w:name w:val="TOC Chapter subtitle"/>
    <w:basedOn w:val="chaptername"/>
    <w:link w:val="TOCChaptersubtitleChar"/>
    <w:qFormat/>
    <w:rsid w:val="00986251"/>
    <w:pPr>
      <w:ind w:left="1440"/>
    </w:pPr>
    <w:rPr>
      <w:b w:val="0"/>
      <w:i/>
      <w:sz w:val="20"/>
      <w:szCs w:val="20"/>
    </w:rPr>
  </w:style>
  <w:style w:type="character" w:customStyle="1" w:styleId="chapternameChar">
    <w:name w:val="chapter name Char"/>
    <w:link w:val="chaptername"/>
    <w:locked/>
    <w:rsid w:val="00986251"/>
    <w:rPr>
      <w:rFonts w:cs="Times New Roman"/>
      <w:b/>
      <w:sz w:val="24"/>
      <w:szCs w:val="24"/>
    </w:rPr>
  </w:style>
  <w:style w:type="character" w:customStyle="1" w:styleId="TOCChapterNumber">
    <w:name w:val="TOC Chapter Number"/>
    <w:qFormat/>
    <w:rsid w:val="00986251"/>
    <w:rPr>
      <w:rFonts w:ascii="Arial" w:hAnsi="Arial" w:cs="Times New Roman"/>
      <w:b/>
      <w:sz w:val="20"/>
      <w:szCs w:val="20"/>
    </w:rPr>
  </w:style>
  <w:style w:type="character" w:customStyle="1" w:styleId="TOCChaptersubtitleChar">
    <w:name w:val="TOC Chapter subtitle Char"/>
    <w:link w:val="TOCChaptersubtitle"/>
    <w:locked/>
    <w:rsid w:val="00986251"/>
    <w:rPr>
      <w:rFonts w:cs="Times New Roman"/>
      <w:b/>
      <w:i/>
      <w:sz w:val="24"/>
      <w:szCs w:val="24"/>
    </w:rPr>
  </w:style>
  <w:style w:type="paragraph" w:customStyle="1" w:styleId="TOCAppendices">
    <w:name w:val="TOC Appendices"/>
    <w:basedOn w:val="TOCchaptertitle"/>
    <w:qFormat/>
    <w:rsid w:val="00986251"/>
    <w:pPr>
      <w:ind w:left="1440"/>
    </w:pPr>
  </w:style>
  <w:style w:type="character" w:customStyle="1" w:styleId="TOCchaptertitleChar1">
    <w:name w:val="TOC chapter title Char1"/>
    <w:link w:val="TOCchaptertitle"/>
    <w:locked/>
    <w:rsid w:val="005671C7"/>
    <w:rPr>
      <w:rFonts w:ascii="Arial" w:hAnsi="Arial" w:cs="Arial"/>
      <w:b/>
      <w:color w:val="1E701A"/>
      <w:sz w:val="23"/>
      <w:szCs w:val="23"/>
    </w:rPr>
  </w:style>
  <w:style w:type="character" w:styleId="Strong">
    <w:name w:val="Strong"/>
    <w:uiPriority w:val="22"/>
    <w:qFormat/>
    <w:rsid w:val="00986251"/>
    <w:rPr>
      <w:rFonts w:cs="Times New Roman"/>
      <w:b/>
      <w:bCs/>
    </w:rPr>
  </w:style>
  <w:style w:type="character" w:styleId="Hyperlink">
    <w:name w:val="Hyperlink"/>
    <w:uiPriority w:val="99"/>
    <w:unhideWhenUsed/>
    <w:rsid w:val="00986251"/>
    <w:rPr>
      <w:rFonts w:cs="Times New Roman"/>
      <w:color w:val="0000FF"/>
      <w:u w:val="single"/>
    </w:rPr>
  </w:style>
  <w:style w:type="paragraph" w:customStyle="1" w:styleId="subheads">
    <w:name w:val="subheads"/>
    <w:basedOn w:val="Normal"/>
    <w:rsid w:val="00A551FF"/>
  </w:style>
  <w:style w:type="paragraph" w:styleId="PlainText">
    <w:name w:val="Plain Text"/>
    <w:basedOn w:val="Normal"/>
    <w:link w:val="PlainTextChar"/>
    <w:uiPriority w:val="99"/>
    <w:unhideWhenUsed/>
    <w:rsid w:val="00D6336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locked/>
    <w:rsid w:val="00D63368"/>
    <w:rPr>
      <w:rFonts w:ascii="Consolas" w:eastAsia="Times New Roman" w:hAnsi="Consolas" w:cs="Times New Roman"/>
      <w:sz w:val="21"/>
      <w:szCs w:val="21"/>
    </w:rPr>
  </w:style>
  <w:style w:type="paragraph" w:customStyle="1" w:styleId="outline2">
    <w:name w:val="outline2"/>
    <w:basedOn w:val="Normal"/>
    <w:qFormat/>
    <w:rsid w:val="00852EC8"/>
    <w:pPr>
      <w:spacing w:after="0"/>
    </w:pPr>
  </w:style>
  <w:style w:type="paragraph" w:customStyle="1" w:styleId="Outline3">
    <w:name w:val="Outline3"/>
    <w:basedOn w:val="outline2"/>
    <w:qFormat/>
    <w:rsid w:val="00C81C14"/>
    <w:pPr>
      <w:ind w:left="576"/>
    </w:pPr>
  </w:style>
  <w:style w:type="paragraph" w:customStyle="1" w:styleId="outline">
    <w:name w:val="outline"/>
    <w:basedOn w:val="Normal"/>
    <w:link w:val="outlineChar"/>
    <w:qFormat/>
    <w:rsid w:val="00C81C14"/>
    <w:pPr>
      <w:spacing w:after="0"/>
    </w:pPr>
  </w:style>
  <w:style w:type="character" w:customStyle="1" w:styleId="outlineChar">
    <w:name w:val="outline Char"/>
    <w:link w:val="outline"/>
    <w:locked/>
    <w:rsid w:val="00C81C14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1C14"/>
    <w:pPr>
      <w:spacing w:before="100" w:beforeAutospacing="1" w:after="100" w:afterAutospacing="1"/>
    </w:pPr>
  </w:style>
  <w:style w:type="paragraph" w:styleId="HTMLAddress">
    <w:name w:val="HTML Address"/>
    <w:basedOn w:val="Normal"/>
    <w:link w:val="HTMLAddressChar"/>
    <w:uiPriority w:val="99"/>
    <w:semiHidden/>
    <w:unhideWhenUsed/>
    <w:rsid w:val="00C81C14"/>
    <w:pPr>
      <w:spacing w:after="0"/>
    </w:pPr>
    <w:rPr>
      <w:i/>
      <w:iCs/>
    </w:rPr>
  </w:style>
  <w:style w:type="character" w:customStyle="1" w:styleId="HTMLAddressChar">
    <w:name w:val="HTML Address Char"/>
    <w:link w:val="HTMLAddress"/>
    <w:uiPriority w:val="99"/>
    <w:semiHidden/>
    <w:locked/>
    <w:rsid w:val="00C81C14"/>
    <w:rPr>
      <w:rFonts w:cs="Times New Roman"/>
      <w:i/>
      <w:iCs/>
      <w:sz w:val="24"/>
      <w:szCs w:val="24"/>
    </w:rPr>
  </w:style>
  <w:style w:type="character" w:customStyle="1" w:styleId="Alternatives">
    <w:name w:val="Alternatives"/>
    <w:uiPriority w:val="1"/>
    <w:qFormat/>
    <w:rsid w:val="00B25854"/>
    <w:rPr>
      <w:rFonts w:cs="Times New Roman"/>
      <w:color w:val="E36C0A"/>
    </w:rPr>
  </w:style>
  <w:style w:type="paragraph" w:customStyle="1" w:styleId="Chapter-word">
    <w:name w:val="Chapter - word"/>
    <w:next w:val="Chapternumber"/>
    <w:qFormat/>
    <w:rsid w:val="00970931"/>
    <w:rPr>
      <w:rFonts w:ascii="Calibri" w:hAnsi="Calibri"/>
      <w:b/>
      <w:bCs/>
      <w:sz w:val="22"/>
      <w:szCs w:val="28"/>
    </w:rPr>
  </w:style>
  <w:style w:type="paragraph" w:customStyle="1" w:styleId="FAQquestion">
    <w:name w:val="FAQ question"/>
    <w:basedOn w:val="Normal"/>
    <w:link w:val="FAQquestionChar"/>
    <w:qFormat/>
    <w:rsid w:val="00187E94"/>
    <w:pPr>
      <w:spacing w:before="240" w:after="60"/>
    </w:pPr>
    <w:rPr>
      <w:rFonts w:ascii="Arial" w:hAnsi="Arial" w:cs="Arial"/>
      <w:b/>
      <w:color w:val="195E16"/>
      <w:sz w:val="21"/>
      <w:szCs w:val="21"/>
    </w:rPr>
  </w:style>
  <w:style w:type="paragraph" w:customStyle="1" w:styleId="FAQanswer">
    <w:name w:val="FAQ answer"/>
    <w:basedOn w:val="Normal"/>
    <w:qFormat/>
    <w:rsid w:val="00187E94"/>
    <w:pPr>
      <w:ind w:left="576"/>
    </w:pPr>
  </w:style>
  <w:style w:type="paragraph" w:styleId="BodyTextIndent">
    <w:name w:val="Body Text Indent"/>
    <w:basedOn w:val="Normal"/>
    <w:link w:val="BodyTextIndentChar"/>
    <w:uiPriority w:val="99"/>
    <w:rsid w:val="00D230B8"/>
    <w:pPr>
      <w:ind w:left="720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locked/>
    <w:rsid w:val="00D230B8"/>
    <w:rPr>
      <w:rFonts w:cs="Times New Roman"/>
      <w:sz w:val="24"/>
    </w:rPr>
  </w:style>
  <w:style w:type="paragraph" w:customStyle="1" w:styleId="subpoint">
    <w:name w:val="sub point"/>
    <w:basedOn w:val="Normal"/>
    <w:link w:val="subpointChar"/>
    <w:rsid w:val="00516F49"/>
    <w:pPr>
      <w:numPr>
        <w:numId w:val="3"/>
      </w:numPr>
    </w:pPr>
    <w:rPr>
      <w:szCs w:val="20"/>
    </w:rPr>
  </w:style>
  <w:style w:type="paragraph" w:customStyle="1" w:styleId="Checklist">
    <w:name w:val="Checklist"/>
    <w:basedOn w:val="Normal"/>
    <w:link w:val="ChecklistChar"/>
    <w:qFormat/>
    <w:rsid w:val="009D5482"/>
    <w:pPr>
      <w:numPr>
        <w:numId w:val="4"/>
      </w:numPr>
      <w:tabs>
        <w:tab w:val="left" w:pos="360"/>
      </w:tabs>
    </w:pPr>
  </w:style>
  <w:style w:type="paragraph" w:customStyle="1" w:styleId="Affirmation">
    <w:name w:val="Affirmation"/>
    <w:basedOn w:val="Heading1"/>
    <w:link w:val="AffirmationChar"/>
    <w:qFormat/>
    <w:rsid w:val="00AA608D"/>
    <w:pPr>
      <w:ind w:left="720"/>
    </w:pPr>
  </w:style>
  <w:style w:type="character" w:customStyle="1" w:styleId="ChecklistChar">
    <w:name w:val="Checklist Char"/>
    <w:link w:val="Checklist"/>
    <w:locked/>
    <w:rsid w:val="009D5482"/>
    <w:rPr>
      <w:rFonts w:cs="Times New Roman"/>
      <w:sz w:val="23"/>
      <w:szCs w:val="23"/>
    </w:rPr>
  </w:style>
  <w:style w:type="character" w:customStyle="1" w:styleId="subpointChar">
    <w:name w:val="sub point Char"/>
    <w:link w:val="subpoint"/>
    <w:locked/>
    <w:rsid w:val="00516F49"/>
    <w:rPr>
      <w:rFonts w:cs="Times New Roman"/>
      <w:sz w:val="23"/>
    </w:rPr>
  </w:style>
  <w:style w:type="paragraph" w:customStyle="1" w:styleId="instruction">
    <w:name w:val="instruction"/>
    <w:basedOn w:val="subpoint"/>
    <w:link w:val="instructionChar"/>
    <w:qFormat/>
    <w:rsid w:val="008628ED"/>
    <w:pPr>
      <w:numPr>
        <w:numId w:val="0"/>
      </w:numPr>
      <w:spacing w:before="320" w:after="320" w:line="240" w:lineRule="auto"/>
      <w:ind w:left="720" w:right="72"/>
    </w:pPr>
    <w:rPr>
      <w:i/>
      <w:sz w:val="32"/>
      <w:szCs w:val="32"/>
    </w:rPr>
  </w:style>
  <w:style w:type="character" w:customStyle="1" w:styleId="instructionChar">
    <w:name w:val="instruction Char"/>
    <w:link w:val="instruction"/>
    <w:locked/>
    <w:rsid w:val="008628ED"/>
    <w:rPr>
      <w:rFonts w:cs="Times New Roman"/>
      <w:i/>
      <w:sz w:val="32"/>
      <w:szCs w:val="32"/>
    </w:rPr>
  </w:style>
  <w:style w:type="character" w:customStyle="1" w:styleId="Style2">
    <w:name w:val="Style2"/>
    <w:uiPriority w:val="1"/>
    <w:qFormat/>
    <w:rsid w:val="0066068A"/>
    <w:rPr>
      <w:rFonts w:ascii="Arial" w:hAnsi="Arial" w:cs="Arial"/>
      <w:b/>
      <w:bCs/>
      <w:color w:val="auto"/>
      <w:kern w:val="32"/>
      <w:sz w:val="36"/>
      <w:szCs w:val="36"/>
    </w:rPr>
  </w:style>
  <w:style w:type="paragraph" w:customStyle="1" w:styleId="Checklistsub">
    <w:name w:val="Checklist sub"/>
    <w:basedOn w:val="Checklist"/>
    <w:link w:val="ChecklistsubChar"/>
    <w:qFormat/>
    <w:rsid w:val="004C6EFD"/>
    <w:pPr>
      <w:numPr>
        <w:ilvl w:val="1"/>
        <w:numId w:val="5"/>
      </w:numPr>
      <w:ind w:left="1080"/>
    </w:pPr>
  </w:style>
  <w:style w:type="character" w:customStyle="1" w:styleId="AffirmationChar">
    <w:name w:val="Affirmation Char"/>
    <w:basedOn w:val="Heading1Char"/>
    <w:link w:val="Affirmation"/>
    <w:locked/>
    <w:rsid w:val="00AA608D"/>
    <w:rPr>
      <w:rFonts w:ascii="Arial" w:hAnsi="Arial" w:cs="Arial"/>
      <w:b/>
      <w:bCs/>
      <w:color w:val="195E16"/>
      <w:kern w:val="32"/>
      <w:sz w:val="36"/>
      <w:szCs w:val="36"/>
    </w:rPr>
  </w:style>
  <w:style w:type="paragraph" w:customStyle="1" w:styleId="TOCdivision">
    <w:name w:val="TOC division"/>
    <w:basedOn w:val="TOCchaptertitle"/>
    <w:link w:val="TOCdivisionChar"/>
    <w:qFormat/>
    <w:rsid w:val="00D46E16"/>
    <w:pPr>
      <w:pBdr>
        <w:bottom w:val="single" w:sz="4" w:space="1" w:color="000000"/>
      </w:pBdr>
      <w:spacing w:before="480"/>
    </w:pPr>
  </w:style>
  <w:style w:type="character" w:customStyle="1" w:styleId="ChecklistsubChar">
    <w:name w:val="Checklist sub Char"/>
    <w:basedOn w:val="ChecklistChar"/>
    <w:link w:val="Checklistsub"/>
    <w:locked/>
    <w:rsid w:val="004C6EFD"/>
    <w:rPr>
      <w:rFonts w:cs="Times New Roman"/>
      <w:sz w:val="23"/>
      <w:szCs w:val="23"/>
    </w:rPr>
  </w:style>
  <w:style w:type="character" w:customStyle="1" w:styleId="Red">
    <w:name w:val="Red"/>
    <w:uiPriority w:val="1"/>
    <w:qFormat/>
    <w:rsid w:val="00B53D9D"/>
    <w:rPr>
      <w:color w:val="984806"/>
    </w:rPr>
  </w:style>
  <w:style w:type="character" w:customStyle="1" w:styleId="TOCdivisionChar">
    <w:name w:val="TOC division Char"/>
    <w:basedOn w:val="TOCchaptertitleChar1"/>
    <w:link w:val="TOCdivision"/>
    <w:locked/>
    <w:rsid w:val="00D46E16"/>
    <w:rPr>
      <w:rFonts w:ascii="Arial" w:hAnsi="Arial" w:cs="Arial"/>
      <w:b/>
      <w:color w:val="1E701A"/>
      <w:sz w:val="23"/>
      <w:szCs w:val="23"/>
    </w:rPr>
  </w:style>
  <w:style w:type="paragraph" w:customStyle="1" w:styleId="Dedication">
    <w:name w:val="Dedication"/>
    <w:basedOn w:val="Normal"/>
    <w:link w:val="DedicationChar"/>
    <w:qFormat/>
    <w:rsid w:val="00C37F45"/>
    <w:pPr>
      <w:autoSpaceDE w:val="0"/>
      <w:autoSpaceDN w:val="0"/>
      <w:adjustRightInd w:val="0"/>
      <w:spacing w:before="240" w:after="0"/>
      <w:ind w:left="4766"/>
      <w:jc w:val="right"/>
    </w:pPr>
    <w:rPr>
      <w:i/>
      <w:iCs/>
    </w:rPr>
  </w:style>
  <w:style w:type="paragraph" w:customStyle="1" w:styleId="Heading1grey">
    <w:name w:val="Heading 1 grey"/>
    <w:basedOn w:val="Heading1"/>
    <w:link w:val="Heading1greyChar"/>
    <w:qFormat/>
    <w:rsid w:val="00482040"/>
    <w:rPr>
      <w:color w:val="595959"/>
    </w:rPr>
  </w:style>
  <w:style w:type="character" w:customStyle="1" w:styleId="DedicationChar">
    <w:name w:val="Dedication Char"/>
    <w:link w:val="Dedication"/>
    <w:locked/>
    <w:rsid w:val="00C37F45"/>
    <w:rPr>
      <w:rFonts w:cs="Times New Roman"/>
      <w:i/>
      <w:iCs/>
      <w:sz w:val="24"/>
      <w:szCs w:val="24"/>
    </w:rPr>
  </w:style>
  <w:style w:type="paragraph" w:customStyle="1" w:styleId="FAQquestiongrey">
    <w:name w:val="FAQ question grey"/>
    <w:basedOn w:val="FAQquestion"/>
    <w:link w:val="FAQquestiongreyChar"/>
    <w:qFormat/>
    <w:rsid w:val="00456FD5"/>
    <w:rPr>
      <w:color w:val="595959"/>
    </w:rPr>
  </w:style>
  <w:style w:type="character" w:customStyle="1" w:styleId="Heading1greyChar">
    <w:name w:val="Heading 1 grey Char"/>
    <w:link w:val="Heading1grey"/>
    <w:locked/>
    <w:rsid w:val="00482040"/>
    <w:rPr>
      <w:rFonts w:ascii="Arial" w:hAnsi="Arial" w:cs="Arial"/>
      <w:b/>
      <w:bCs/>
      <w:color w:val="595959"/>
      <w:kern w:val="32"/>
      <w:sz w:val="36"/>
      <w:szCs w:val="36"/>
    </w:rPr>
  </w:style>
  <w:style w:type="paragraph" w:customStyle="1" w:styleId="Heading1red">
    <w:name w:val="Heading 1 red"/>
    <w:basedOn w:val="Heading1"/>
    <w:link w:val="Heading1redChar"/>
    <w:qFormat/>
    <w:rsid w:val="00490720"/>
    <w:rPr>
      <w:color w:val="984806"/>
    </w:rPr>
  </w:style>
  <w:style w:type="character" w:customStyle="1" w:styleId="FAQquestionChar">
    <w:name w:val="FAQ question Char"/>
    <w:link w:val="FAQquestion"/>
    <w:locked/>
    <w:rsid w:val="00187E94"/>
    <w:rPr>
      <w:rFonts w:ascii="Arial" w:hAnsi="Arial" w:cs="Arial"/>
      <w:b/>
      <w:color w:val="195E16"/>
      <w:sz w:val="21"/>
      <w:szCs w:val="21"/>
    </w:rPr>
  </w:style>
  <w:style w:type="character" w:customStyle="1" w:styleId="FAQquestiongreyChar">
    <w:name w:val="FAQ question grey Char"/>
    <w:link w:val="FAQquestiongrey"/>
    <w:locked/>
    <w:rsid w:val="00456FD5"/>
    <w:rPr>
      <w:rFonts w:ascii="Arial" w:hAnsi="Arial" w:cs="Arial"/>
      <w:b/>
      <w:color w:val="595959"/>
      <w:sz w:val="21"/>
      <w:szCs w:val="21"/>
    </w:rPr>
  </w:style>
  <w:style w:type="paragraph" w:customStyle="1" w:styleId="Chaptertitlered">
    <w:name w:val="Chapter title red"/>
    <w:basedOn w:val="Chaptertitle"/>
    <w:link w:val="ChaptertitleredChar"/>
    <w:qFormat/>
    <w:rsid w:val="00490720"/>
    <w:rPr>
      <w:color w:val="984806"/>
    </w:rPr>
  </w:style>
  <w:style w:type="character" w:customStyle="1" w:styleId="Heading1redChar">
    <w:name w:val="Heading 1 red Char"/>
    <w:link w:val="Heading1red"/>
    <w:locked/>
    <w:rsid w:val="00490720"/>
    <w:rPr>
      <w:rFonts w:ascii="Arial" w:hAnsi="Arial" w:cs="Arial"/>
      <w:b/>
      <w:bCs/>
      <w:color w:val="984806"/>
      <w:kern w:val="32"/>
      <w:sz w:val="36"/>
      <w:szCs w:val="36"/>
    </w:rPr>
  </w:style>
  <w:style w:type="paragraph" w:customStyle="1" w:styleId="FAQquestionred">
    <w:name w:val="FAQ question red"/>
    <w:basedOn w:val="FAQquestion"/>
    <w:link w:val="FAQquestionredChar"/>
    <w:qFormat/>
    <w:rsid w:val="00490720"/>
    <w:rPr>
      <w:color w:val="984806"/>
    </w:rPr>
  </w:style>
  <w:style w:type="character" w:customStyle="1" w:styleId="ChaptertitleChar">
    <w:name w:val="Chapter title Char"/>
    <w:link w:val="Chaptertitle"/>
    <w:locked/>
    <w:rsid w:val="00187E94"/>
    <w:rPr>
      <w:rFonts w:ascii="Arial" w:hAnsi="Arial" w:cs="Arial"/>
      <w:b/>
      <w:bCs/>
      <w:color w:val="195E16"/>
      <w:kern w:val="32"/>
      <w:sz w:val="72"/>
      <w:szCs w:val="72"/>
    </w:rPr>
  </w:style>
  <w:style w:type="character" w:customStyle="1" w:styleId="ChaptertitleredChar">
    <w:name w:val="Chapter title red Char"/>
    <w:link w:val="Chaptertitlered"/>
    <w:locked/>
    <w:rsid w:val="00490720"/>
    <w:rPr>
      <w:rFonts w:ascii="Arial" w:hAnsi="Arial" w:cs="Arial"/>
      <w:b/>
      <w:bCs/>
      <w:color w:val="984806"/>
      <w:kern w:val="32"/>
      <w:sz w:val="72"/>
      <w:szCs w:val="72"/>
    </w:rPr>
  </w:style>
  <w:style w:type="paragraph" w:customStyle="1" w:styleId="Chaptertitlegrey">
    <w:name w:val="Chapter title grey"/>
    <w:basedOn w:val="Chaptertitle"/>
    <w:link w:val="ChaptertitlegreyChar"/>
    <w:qFormat/>
    <w:rsid w:val="00482040"/>
    <w:rPr>
      <w:color w:val="595959"/>
    </w:rPr>
  </w:style>
  <w:style w:type="character" w:customStyle="1" w:styleId="FAQquestionredChar">
    <w:name w:val="FAQ question red Char"/>
    <w:link w:val="FAQquestionred"/>
    <w:locked/>
    <w:rsid w:val="00490720"/>
    <w:rPr>
      <w:rFonts w:ascii="Arial" w:hAnsi="Arial" w:cs="Arial"/>
      <w:b/>
      <w:color w:val="984806"/>
      <w:sz w:val="21"/>
      <w:szCs w:val="21"/>
    </w:rPr>
  </w:style>
  <w:style w:type="paragraph" w:customStyle="1" w:styleId="Maxim">
    <w:name w:val="Maxim"/>
    <w:basedOn w:val="Heading1"/>
    <w:link w:val="MaximChar"/>
    <w:qFormat/>
    <w:rsid w:val="00DD0489"/>
    <w:pPr>
      <w:spacing w:before="480" w:after="480" w:line="400" w:lineRule="exact"/>
      <w:ind w:left="3067"/>
    </w:pPr>
    <w:rPr>
      <w:b w:val="0"/>
      <w:sz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haptertitlegreyChar">
    <w:name w:val="Chapter title grey Char"/>
    <w:link w:val="Chaptertitlegrey"/>
    <w:locked/>
    <w:rsid w:val="00482040"/>
    <w:rPr>
      <w:rFonts w:ascii="Arial" w:hAnsi="Arial" w:cs="Arial"/>
      <w:b/>
      <w:bCs/>
      <w:color w:val="595959"/>
      <w:kern w:val="32"/>
      <w:sz w:val="72"/>
      <w:szCs w:val="72"/>
    </w:rPr>
  </w:style>
  <w:style w:type="paragraph" w:customStyle="1" w:styleId="RecReading">
    <w:name w:val="RecReading"/>
    <w:basedOn w:val="Bulletlist"/>
    <w:link w:val="RecReadingChar"/>
    <w:qFormat/>
    <w:rsid w:val="0030392B"/>
    <w:pPr>
      <w:numPr>
        <w:numId w:val="0"/>
      </w:numPr>
      <w:spacing w:after="120"/>
      <w:ind w:left="2160"/>
    </w:pPr>
  </w:style>
  <w:style w:type="character" w:customStyle="1" w:styleId="MaximChar">
    <w:name w:val="Maxim Char"/>
    <w:link w:val="Maxim"/>
    <w:locked/>
    <w:rsid w:val="00DD0489"/>
    <w:rPr>
      <w:rFonts w:ascii="Arial" w:hAnsi="Arial" w:cs="Arial"/>
      <w:b/>
      <w:bCs/>
      <w:color w:val="195E16"/>
      <w:kern w:val="32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facilitate">
    <w:name w:val="Table text facilitate"/>
    <w:basedOn w:val="Normal"/>
    <w:qFormat/>
    <w:rsid w:val="00482D58"/>
    <w:pPr>
      <w:framePr w:hSpace="288" w:wrap="around" w:vAnchor="text" w:hAnchor="margin" w:y="318"/>
      <w:widowControl w:val="0"/>
      <w:ind w:left="0" w:right="158"/>
    </w:pPr>
  </w:style>
  <w:style w:type="character" w:customStyle="1" w:styleId="RecReadingChar">
    <w:name w:val="RecReading Char"/>
    <w:basedOn w:val="BulletlistChar"/>
    <w:link w:val="RecReading"/>
    <w:locked/>
    <w:rsid w:val="0030392B"/>
    <w:rPr>
      <w:rFonts w:cs="Times New Roman"/>
      <w:sz w:val="23"/>
      <w:szCs w:val="23"/>
    </w:rPr>
  </w:style>
  <w:style w:type="paragraph" w:customStyle="1" w:styleId="Maximlist">
    <w:name w:val="Maxim list"/>
    <w:basedOn w:val="Maxim"/>
    <w:link w:val="MaximlistChar"/>
    <w:qFormat/>
    <w:rsid w:val="00D36ED0"/>
    <w:pPr>
      <w:spacing w:after="0"/>
      <w:ind w:left="2160"/>
    </w:pPr>
    <w:rPr>
      <w:sz w:val="36"/>
      <w14:shadow w14:blurRad="0" w14:dist="0" w14:dir="0" w14:sx="0" w14:sy="0" w14:kx="0" w14:ky="0" w14:algn="none">
        <w14:srgbClr w14:val="000000"/>
      </w14:shadow>
    </w:rPr>
  </w:style>
  <w:style w:type="paragraph" w:customStyle="1" w:styleId="Maximdescription">
    <w:name w:val="Maxim description"/>
    <w:basedOn w:val="Normal"/>
    <w:link w:val="MaximdescriptionChar"/>
    <w:qFormat/>
    <w:rsid w:val="003A30DB"/>
    <w:pPr>
      <w:ind w:left="720"/>
    </w:pPr>
  </w:style>
  <w:style w:type="character" w:customStyle="1" w:styleId="MaximlistChar">
    <w:name w:val="Maxim list Char"/>
    <w:basedOn w:val="MaximChar"/>
    <w:link w:val="Maximlist"/>
    <w:locked/>
    <w:rsid w:val="00D36ED0"/>
    <w:rPr>
      <w:rFonts w:ascii="Arial" w:hAnsi="Arial" w:cs="Arial"/>
      <w:b/>
      <w:bCs/>
      <w:color w:val="195E16"/>
      <w:kern w:val="32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pyrightpage">
    <w:name w:val="Copyright page"/>
    <w:basedOn w:val="Normal"/>
    <w:link w:val="CopyrightpageChar"/>
    <w:qFormat/>
    <w:rsid w:val="008A0158"/>
    <w:pPr>
      <w:spacing w:line="240" w:lineRule="auto"/>
      <w:ind w:right="1440"/>
    </w:pPr>
    <w:rPr>
      <w:sz w:val="20"/>
      <w:szCs w:val="22"/>
    </w:rPr>
  </w:style>
  <w:style w:type="character" w:customStyle="1" w:styleId="MaximdescriptionChar">
    <w:name w:val="Maxim description Char"/>
    <w:link w:val="Maximdescription"/>
    <w:locked/>
    <w:rsid w:val="003A30DB"/>
    <w:rPr>
      <w:rFonts w:cs="Times New Roman"/>
      <w:sz w:val="23"/>
      <w:szCs w:val="23"/>
    </w:rPr>
  </w:style>
  <w:style w:type="character" w:customStyle="1" w:styleId="Grey">
    <w:name w:val="Grey"/>
    <w:uiPriority w:val="1"/>
    <w:qFormat/>
    <w:rsid w:val="008D342C"/>
    <w:rPr>
      <w:color w:val="595959"/>
    </w:rPr>
  </w:style>
  <w:style w:type="character" w:customStyle="1" w:styleId="CopyrightpageChar">
    <w:name w:val="Copyright page Char"/>
    <w:link w:val="Copyrightpage"/>
    <w:locked/>
    <w:rsid w:val="008A0158"/>
    <w:rPr>
      <w:rFonts w:cs="Times New Roman"/>
      <w:sz w:val="22"/>
      <w:szCs w:val="22"/>
    </w:rPr>
  </w:style>
  <w:style w:type="paragraph" w:customStyle="1" w:styleId="hireapro">
    <w:name w:val="hire a pro"/>
    <w:basedOn w:val="Normal"/>
    <w:link w:val="hireaproChar"/>
    <w:qFormat/>
    <w:rsid w:val="00037AD5"/>
    <w:pPr>
      <w:spacing w:before="240" w:after="240" w:line="240" w:lineRule="auto"/>
      <w:ind w:left="864"/>
    </w:pPr>
    <w:rPr>
      <w:rFonts w:ascii="Arial" w:hAnsi="Arial"/>
      <w:b/>
      <w:sz w:val="48"/>
      <w:szCs w:val="48"/>
    </w:rPr>
  </w:style>
  <w:style w:type="character" w:customStyle="1" w:styleId="URL">
    <w:name w:val="URL"/>
    <w:uiPriority w:val="1"/>
    <w:qFormat/>
    <w:rsid w:val="002B756D"/>
    <w:rPr>
      <w:b/>
      <w:color w:val="17365D"/>
      <w:u w:val="single"/>
    </w:rPr>
  </w:style>
  <w:style w:type="character" w:customStyle="1" w:styleId="hireaproChar">
    <w:name w:val="hire a pro Char"/>
    <w:link w:val="hireapro"/>
    <w:locked/>
    <w:rsid w:val="00037AD5"/>
    <w:rPr>
      <w:rFonts w:ascii="Arial" w:hAnsi="Arial" w:cs="Times New Roman"/>
      <w:b/>
      <w:sz w:val="48"/>
      <w:szCs w:val="48"/>
    </w:rPr>
  </w:style>
  <w:style w:type="paragraph" w:customStyle="1" w:styleId="Tablemorningamonth">
    <w:name w:val="Table morning a month"/>
    <w:basedOn w:val="Normal"/>
    <w:qFormat/>
    <w:rsid w:val="00F8154B"/>
    <w:pPr>
      <w:spacing w:after="120" w:line="240" w:lineRule="auto"/>
      <w:ind w:left="0" w:right="0"/>
    </w:pPr>
    <w:rPr>
      <w:sz w:val="20"/>
    </w:rPr>
  </w:style>
  <w:style w:type="paragraph" w:customStyle="1" w:styleId="Tablemorninghead">
    <w:name w:val="Table morning head"/>
    <w:basedOn w:val="Normal"/>
    <w:qFormat/>
    <w:rsid w:val="00F8154B"/>
    <w:pPr>
      <w:ind w:left="0" w:right="-26"/>
    </w:pPr>
    <w:rPr>
      <w:rFonts w:ascii="Arial" w:hAnsi="Arial" w:cs="Arial"/>
      <w:b/>
      <w:sz w:val="20"/>
      <w:szCs w:val="20"/>
    </w:rPr>
  </w:style>
  <w:style w:type="paragraph" w:customStyle="1" w:styleId="Numberedsteps">
    <w:name w:val="Numbered steps"/>
    <w:basedOn w:val="Normal"/>
    <w:link w:val="NumberedstepsChar"/>
    <w:qFormat/>
    <w:rsid w:val="00D32EF4"/>
    <w:pPr>
      <w:numPr>
        <w:numId w:val="17"/>
      </w:numPr>
    </w:pPr>
  </w:style>
  <w:style w:type="paragraph" w:customStyle="1" w:styleId="Caption1">
    <w:name w:val="Caption 1"/>
    <w:basedOn w:val="Normal"/>
    <w:link w:val="Caption1Char"/>
    <w:qFormat/>
    <w:rsid w:val="00A261BA"/>
    <w:pPr>
      <w:ind w:left="0" w:right="10"/>
    </w:pPr>
    <w:rPr>
      <w:rFonts w:ascii="Arial" w:hAnsi="Arial" w:cs="Arial"/>
      <w:sz w:val="16"/>
      <w:szCs w:val="16"/>
    </w:rPr>
  </w:style>
  <w:style w:type="character" w:customStyle="1" w:styleId="NumberedstepsChar">
    <w:name w:val="Numbered steps Char"/>
    <w:link w:val="Numberedsteps"/>
    <w:locked/>
    <w:rsid w:val="00D32EF4"/>
    <w:rPr>
      <w:rFonts w:cs="Times New Roman"/>
      <w:sz w:val="23"/>
      <w:szCs w:val="23"/>
    </w:rPr>
  </w:style>
  <w:style w:type="paragraph" w:customStyle="1" w:styleId="Numberedindent">
    <w:name w:val="Numbered indent"/>
    <w:basedOn w:val="Bulletindent"/>
    <w:link w:val="NumberedindentChar"/>
    <w:qFormat/>
    <w:rsid w:val="00432162"/>
    <w:pPr>
      <w:ind w:left="1008"/>
    </w:pPr>
  </w:style>
  <w:style w:type="character" w:customStyle="1" w:styleId="Caption1Char">
    <w:name w:val="Caption 1 Char"/>
    <w:link w:val="Caption1"/>
    <w:locked/>
    <w:rsid w:val="00A261BA"/>
    <w:rPr>
      <w:rFonts w:ascii="Arial" w:hAnsi="Arial" w:cs="Arial"/>
      <w:sz w:val="16"/>
      <w:szCs w:val="16"/>
    </w:rPr>
  </w:style>
  <w:style w:type="paragraph" w:customStyle="1" w:styleId="HeadingTestsections">
    <w:name w:val="Heading Test sections"/>
    <w:basedOn w:val="Normal"/>
    <w:link w:val="HeadingTestsectionsChar"/>
    <w:qFormat/>
    <w:rsid w:val="00DC03FA"/>
    <w:pPr>
      <w:ind w:left="0"/>
    </w:pPr>
    <w:rPr>
      <w:rFonts w:ascii="Arial" w:hAnsi="Arial" w:cs="Arial"/>
      <w:b/>
      <w:sz w:val="28"/>
      <w:szCs w:val="28"/>
    </w:rPr>
  </w:style>
  <w:style w:type="character" w:customStyle="1" w:styleId="NumberedindentChar">
    <w:name w:val="Numbered indent Char"/>
    <w:basedOn w:val="BulletindentChar"/>
    <w:link w:val="Numberedindent"/>
    <w:locked/>
    <w:rsid w:val="00432162"/>
    <w:rPr>
      <w:rFonts w:cs="Times New Roman"/>
      <w:sz w:val="23"/>
      <w:szCs w:val="23"/>
    </w:rPr>
  </w:style>
  <w:style w:type="character" w:customStyle="1" w:styleId="Headingtestsub">
    <w:name w:val="Heading test sub"/>
    <w:uiPriority w:val="1"/>
    <w:qFormat/>
    <w:rsid w:val="00DC03FA"/>
    <w:rPr>
      <w:rFonts w:ascii="Arial" w:hAnsi="Arial"/>
      <w:b/>
      <w:sz w:val="22"/>
    </w:rPr>
  </w:style>
  <w:style w:type="character" w:customStyle="1" w:styleId="HeadingTestsectionsChar">
    <w:name w:val="Heading Test sections Char"/>
    <w:link w:val="HeadingTestsections"/>
    <w:locked/>
    <w:rsid w:val="00DC03FA"/>
    <w:rPr>
      <w:rFonts w:ascii="Arial" w:hAnsi="Arial" w:cs="Arial"/>
      <w:b/>
      <w:bCs/>
      <w:color w:val="195E16"/>
      <w:kern w:val="32"/>
      <w:sz w:val="28"/>
      <w:szCs w:val="28"/>
    </w:rPr>
  </w:style>
  <w:style w:type="paragraph" w:customStyle="1" w:styleId="Bulleted">
    <w:name w:val="Bulleted"/>
    <w:basedOn w:val="Normal"/>
    <w:link w:val="BulletedChar"/>
    <w:rsid w:val="000A1D8D"/>
    <w:pPr>
      <w:numPr>
        <w:numId w:val="16"/>
      </w:numPr>
      <w:spacing w:after="120" w:line="240" w:lineRule="auto"/>
      <w:ind w:right="0"/>
    </w:pPr>
    <w:rPr>
      <w:sz w:val="24"/>
      <w:szCs w:val="20"/>
    </w:rPr>
  </w:style>
  <w:style w:type="character" w:customStyle="1" w:styleId="BulletedChar">
    <w:name w:val="Bulleted Char"/>
    <w:link w:val="Bulleted"/>
    <w:locked/>
    <w:rsid w:val="000A1D8D"/>
    <w:rPr>
      <w:rFonts w:cs="Times New Roman"/>
      <w:sz w:val="24"/>
    </w:rPr>
  </w:style>
  <w:style w:type="paragraph" w:customStyle="1" w:styleId="Miniscript">
    <w:name w:val="Mini script"/>
    <w:qFormat/>
    <w:rsid w:val="003872D3"/>
    <w:pPr>
      <w:framePr w:hSpace="180" w:wrap="around" w:vAnchor="text" w:hAnchor="text" w:xAlign="right" w:y="1"/>
      <w:spacing w:before="120" w:after="120"/>
      <w:suppressOverlap/>
    </w:pPr>
    <w:rPr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87693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D87693"/>
    <w:rPr>
      <w:rFonts w:cs="Times New Roman"/>
      <w:sz w:val="23"/>
      <w:szCs w:val="23"/>
    </w:rPr>
  </w:style>
  <w:style w:type="paragraph" w:customStyle="1" w:styleId="Testscript">
    <w:name w:val="Test script"/>
    <w:link w:val="TestscriptChar"/>
    <w:qFormat/>
    <w:rsid w:val="00401AAE"/>
    <w:pPr>
      <w:spacing w:before="240"/>
      <w:ind w:left="630" w:right="720"/>
    </w:pPr>
    <w:rPr>
      <w:sz w:val="32"/>
    </w:rPr>
  </w:style>
  <w:style w:type="paragraph" w:customStyle="1" w:styleId="Testscriptchecklist">
    <w:name w:val="Test script checklist"/>
    <w:link w:val="TestscriptchecklistChar"/>
    <w:qFormat/>
    <w:rsid w:val="00CE2C70"/>
    <w:pPr>
      <w:numPr>
        <w:numId w:val="20"/>
      </w:numPr>
      <w:tabs>
        <w:tab w:val="left" w:pos="720"/>
      </w:tabs>
      <w:spacing w:before="240" w:after="240"/>
      <w:ind w:left="720"/>
    </w:pPr>
    <w:rPr>
      <w:b/>
      <w:sz w:val="28"/>
      <w:szCs w:val="23"/>
    </w:rPr>
  </w:style>
  <w:style w:type="character" w:customStyle="1" w:styleId="TestscriptChar">
    <w:name w:val="Test script Char"/>
    <w:link w:val="Testscript"/>
    <w:locked/>
    <w:rsid w:val="00401AAE"/>
    <w:rPr>
      <w:sz w:val="32"/>
      <w:lang w:val="en-US" w:eastAsia="en-US" w:bidi="ar-SA"/>
    </w:rPr>
  </w:style>
  <w:style w:type="paragraph" w:customStyle="1" w:styleId="letteredlist">
    <w:name w:val="lettered list"/>
    <w:basedOn w:val="Normal"/>
    <w:link w:val="letteredlistChar"/>
    <w:qFormat/>
    <w:rsid w:val="009D5D15"/>
    <w:pPr>
      <w:numPr>
        <w:numId w:val="22"/>
      </w:numPr>
    </w:pPr>
  </w:style>
  <w:style w:type="character" w:customStyle="1" w:styleId="TestscriptchecklistChar">
    <w:name w:val="Test script checklist Char"/>
    <w:link w:val="Testscriptchecklist"/>
    <w:locked/>
    <w:rsid w:val="00CE2C70"/>
    <w:rPr>
      <w:rFonts w:cs="Times New Roman"/>
      <w:b/>
      <w:sz w:val="28"/>
      <w:szCs w:val="23"/>
      <w:lang w:val="en-US" w:eastAsia="en-US" w:bidi="ar-SA"/>
    </w:rPr>
  </w:style>
  <w:style w:type="paragraph" w:customStyle="1" w:styleId="Default">
    <w:name w:val="Default"/>
    <w:rsid w:val="00757F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etteredlistChar">
    <w:name w:val="lettered list Char"/>
    <w:link w:val="letteredlist"/>
    <w:locked/>
    <w:rsid w:val="009D5D15"/>
    <w:rPr>
      <w:rFonts w:cs="Times New Roman"/>
      <w:sz w:val="23"/>
      <w:szCs w:val="23"/>
    </w:rPr>
  </w:style>
  <w:style w:type="paragraph" w:customStyle="1" w:styleId="CM3">
    <w:name w:val="CM3"/>
    <w:basedOn w:val="Default"/>
    <w:next w:val="Default"/>
    <w:uiPriority w:val="99"/>
    <w:rsid w:val="00757F7B"/>
    <w:pPr>
      <w:spacing w:line="200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757F7B"/>
    <w:rPr>
      <w:color w:val="auto"/>
    </w:rPr>
  </w:style>
  <w:style w:type="paragraph" w:customStyle="1" w:styleId="CM4">
    <w:name w:val="CM4"/>
    <w:basedOn w:val="Default"/>
    <w:next w:val="Default"/>
    <w:uiPriority w:val="99"/>
    <w:rsid w:val="00757F7B"/>
    <w:pPr>
      <w:spacing w:line="200" w:lineRule="atLeast"/>
    </w:pPr>
    <w:rPr>
      <w:color w:val="auto"/>
    </w:rPr>
  </w:style>
  <w:style w:type="character" w:customStyle="1" w:styleId="toctoggle">
    <w:name w:val="toctoggle"/>
    <w:rsid w:val="00247D1C"/>
    <w:rPr>
      <w:rFonts w:cs="Times New Roman"/>
    </w:rPr>
  </w:style>
  <w:style w:type="character" w:customStyle="1" w:styleId="tocnumber2">
    <w:name w:val="tocnumber2"/>
    <w:rsid w:val="00247D1C"/>
    <w:rPr>
      <w:rFonts w:cs="Times New Roman"/>
    </w:rPr>
  </w:style>
  <w:style w:type="character" w:customStyle="1" w:styleId="toctext">
    <w:name w:val="toctext"/>
    <w:rsid w:val="00247D1C"/>
    <w:rPr>
      <w:rFonts w:cs="Times New Roman"/>
    </w:rPr>
  </w:style>
  <w:style w:type="character" w:customStyle="1" w:styleId="editsection">
    <w:name w:val="editsection"/>
    <w:rsid w:val="00247D1C"/>
    <w:rPr>
      <w:rFonts w:cs="Times New Roman"/>
    </w:rPr>
  </w:style>
  <w:style w:type="character" w:customStyle="1" w:styleId="mw-headline">
    <w:name w:val="mw-headline"/>
    <w:rsid w:val="00247D1C"/>
    <w:rPr>
      <w:rFonts w:cs="Times New Roman"/>
    </w:rPr>
  </w:style>
  <w:style w:type="paragraph" w:customStyle="1" w:styleId="letteredlistsubbullet">
    <w:name w:val="lettered list sub bullet"/>
    <w:basedOn w:val="Bulletsub"/>
    <w:link w:val="letteredlistsubbulletChar"/>
    <w:qFormat/>
    <w:rsid w:val="009B0FE9"/>
    <w:pPr>
      <w:ind w:left="1368"/>
    </w:pPr>
  </w:style>
  <w:style w:type="paragraph" w:customStyle="1" w:styleId="Letterlistsubbulletindent">
    <w:name w:val="Letter list sub bullet  indent"/>
    <w:basedOn w:val="Numberedindent"/>
    <w:link w:val="LetterlistsubbulletindentChar"/>
    <w:qFormat/>
    <w:rsid w:val="009B0FE9"/>
    <w:pPr>
      <w:ind w:left="1368"/>
    </w:pPr>
  </w:style>
  <w:style w:type="character" w:customStyle="1" w:styleId="BulletsubChar">
    <w:name w:val="Bullet sub Char"/>
    <w:link w:val="Bulletsub"/>
    <w:locked/>
    <w:rsid w:val="009B0FE9"/>
    <w:rPr>
      <w:rFonts w:cs="Times New Roman"/>
      <w:sz w:val="23"/>
      <w:szCs w:val="23"/>
    </w:rPr>
  </w:style>
  <w:style w:type="character" w:customStyle="1" w:styleId="letteredlistsubbulletChar">
    <w:name w:val="lettered list sub bullet Char"/>
    <w:basedOn w:val="BulletsubChar"/>
    <w:link w:val="letteredlistsubbullet"/>
    <w:locked/>
    <w:rsid w:val="009B0FE9"/>
    <w:rPr>
      <w:rFonts w:cs="Times New Roman"/>
      <w:sz w:val="23"/>
      <w:szCs w:val="23"/>
    </w:rPr>
  </w:style>
  <w:style w:type="paragraph" w:customStyle="1" w:styleId="tablebudget">
    <w:name w:val="table budget"/>
    <w:qFormat/>
    <w:rsid w:val="00391969"/>
    <w:rPr>
      <w:sz w:val="23"/>
      <w:szCs w:val="23"/>
    </w:rPr>
  </w:style>
  <w:style w:type="character" w:customStyle="1" w:styleId="LetterlistsubbulletindentChar">
    <w:name w:val="Letter list sub bullet  indent Char"/>
    <w:basedOn w:val="NumberedindentChar"/>
    <w:link w:val="Letterlistsubbulletindent"/>
    <w:locked/>
    <w:rsid w:val="009B0FE9"/>
    <w:rPr>
      <w:rFonts w:cs="Times New Roman"/>
      <w:sz w:val="23"/>
      <w:szCs w:val="23"/>
    </w:rPr>
  </w:style>
  <w:style w:type="paragraph" w:customStyle="1" w:styleId="Headingforinstructionsheet">
    <w:name w:val="Heading for instruction sheet"/>
    <w:basedOn w:val="Heading1"/>
    <w:link w:val="HeadingforinstructionsheetChar"/>
    <w:qFormat/>
    <w:rsid w:val="00B85489"/>
    <w:pPr>
      <w:spacing w:before="0"/>
      <w:jc w:val="center"/>
    </w:pPr>
  </w:style>
  <w:style w:type="paragraph" w:customStyle="1" w:styleId="Testsectionheader">
    <w:name w:val="Test section header"/>
    <w:basedOn w:val="Normal"/>
    <w:qFormat/>
    <w:rsid w:val="00744F9B"/>
    <w:pPr>
      <w:pageBreakBefore/>
      <w:ind w:left="0"/>
    </w:pPr>
    <w:rPr>
      <w:rFonts w:ascii="Arial" w:hAnsi="Arial" w:cs="Arial"/>
      <w:b/>
      <w:sz w:val="28"/>
      <w:szCs w:val="28"/>
    </w:rPr>
  </w:style>
  <w:style w:type="character" w:customStyle="1" w:styleId="HeadingforinstructionsheetChar">
    <w:name w:val="Heading for instruction sheet Char"/>
    <w:basedOn w:val="Heading1Char"/>
    <w:link w:val="Headingforinstructionsheet"/>
    <w:locked/>
    <w:rsid w:val="00B85489"/>
    <w:rPr>
      <w:rFonts w:ascii="Arial" w:hAnsi="Arial" w:cs="Arial"/>
      <w:b/>
      <w:bCs/>
      <w:color w:val="195E16"/>
      <w:kern w:val="32"/>
      <w:sz w:val="36"/>
      <w:szCs w:val="36"/>
    </w:rPr>
  </w:style>
  <w:style w:type="paragraph" w:customStyle="1" w:styleId="Heading1top">
    <w:name w:val="Heading 1 top"/>
    <w:basedOn w:val="Heading1"/>
    <w:link w:val="Heading1topChar"/>
    <w:qFormat/>
    <w:rsid w:val="002E599B"/>
    <w:pPr>
      <w:spacing w:before="0"/>
    </w:pPr>
  </w:style>
  <w:style w:type="paragraph" w:customStyle="1" w:styleId="Bulletchecklists">
    <w:name w:val="Bullet checklists"/>
    <w:basedOn w:val="Checklist"/>
    <w:link w:val="BulletchecklistsChar"/>
    <w:qFormat/>
    <w:rsid w:val="002935FF"/>
    <w:pPr>
      <w:spacing w:after="120"/>
    </w:pPr>
  </w:style>
  <w:style w:type="character" w:customStyle="1" w:styleId="Heading1topChar">
    <w:name w:val="Heading 1 top Char"/>
    <w:basedOn w:val="Heading1Char"/>
    <w:link w:val="Heading1top"/>
    <w:locked/>
    <w:rsid w:val="002E599B"/>
    <w:rPr>
      <w:rFonts w:ascii="Arial" w:hAnsi="Arial" w:cs="Arial"/>
      <w:b/>
      <w:bCs/>
      <w:color w:val="195E16"/>
      <w:kern w:val="32"/>
      <w:sz w:val="36"/>
      <w:szCs w:val="36"/>
    </w:rPr>
  </w:style>
  <w:style w:type="paragraph" w:customStyle="1" w:styleId="Headingchecklists">
    <w:name w:val="Heading checklists"/>
    <w:basedOn w:val="Heading2"/>
    <w:link w:val="HeadingchecklistsChar"/>
    <w:qFormat/>
    <w:rsid w:val="00BD71B3"/>
    <w:pPr>
      <w:spacing w:before="480" w:after="120"/>
    </w:pPr>
  </w:style>
  <w:style w:type="character" w:customStyle="1" w:styleId="BulletchecklistsChar">
    <w:name w:val="Bullet checklists Char"/>
    <w:basedOn w:val="ChecklistChar"/>
    <w:link w:val="Bulletchecklists"/>
    <w:locked/>
    <w:rsid w:val="002935FF"/>
    <w:rPr>
      <w:rFonts w:cs="Times New Roman"/>
      <w:sz w:val="23"/>
      <w:szCs w:val="23"/>
    </w:rPr>
  </w:style>
  <w:style w:type="character" w:styleId="CommentReference">
    <w:name w:val="annotation reference"/>
    <w:uiPriority w:val="99"/>
    <w:semiHidden/>
    <w:rsid w:val="00ED2A2F"/>
    <w:rPr>
      <w:rFonts w:cs="Times New Roman"/>
      <w:sz w:val="16"/>
      <w:szCs w:val="16"/>
    </w:rPr>
  </w:style>
  <w:style w:type="character" w:customStyle="1" w:styleId="HeadingchecklistsChar">
    <w:name w:val="Heading checklists Char"/>
    <w:basedOn w:val="Heading2Char"/>
    <w:link w:val="Headingchecklists"/>
    <w:locked/>
    <w:rsid w:val="00BD71B3"/>
    <w:rPr>
      <w:rFonts w:ascii="Arial" w:hAnsi="Arial" w:cs="Arial"/>
      <w:b/>
      <w:bCs/>
      <w:iCs/>
      <w:color w:val="195E16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ED2A2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D2A2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2A2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D2A2F"/>
    <w:rPr>
      <w:rFonts w:cs="Times New Roman"/>
      <w:b/>
      <w:bCs/>
    </w:rPr>
  </w:style>
  <w:style w:type="paragraph" w:customStyle="1" w:styleId="Headingsmallish">
    <w:name w:val="Heading smallish"/>
    <w:basedOn w:val="Normal"/>
    <w:link w:val="HeadingsmallishChar"/>
    <w:qFormat/>
    <w:rsid w:val="008111A2"/>
    <w:pPr>
      <w:spacing w:before="360" w:after="0" w:line="240" w:lineRule="auto"/>
    </w:pPr>
    <w:rPr>
      <w:rFonts w:ascii="Arial" w:hAnsi="Arial" w:cs="Arial"/>
      <w:b/>
      <w:bCs/>
      <w:color w:val="195E16"/>
      <w:kern w:val="32"/>
      <w:sz w:val="20"/>
      <w:szCs w:val="20"/>
    </w:rPr>
  </w:style>
  <w:style w:type="character" w:customStyle="1" w:styleId="caps">
    <w:name w:val="caps"/>
    <w:rsid w:val="007C2600"/>
    <w:rPr>
      <w:rFonts w:cs="Times New Roman"/>
    </w:rPr>
  </w:style>
  <w:style w:type="character" w:customStyle="1" w:styleId="HeadingsmallishChar">
    <w:name w:val="Heading smallish Char"/>
    <w:link w:val="Headingsmallish"/>
    <w:locked/>
    <w:rsid w:val="008111A2"/>
    <w:rPr>
      <w:rFonts w:ascii="Arial" w:hAnsi="Arial" w:cs="Arial"/>
      <w:b/>
      <w:bCs/>
      <w:color w:val="195E16"/>
      <w:kern w:val="32"/>
    </w:rPr>
  </w:style>
  <w:style w:type="numbering" w:customStyle="1" w:styleId="StyleBulleted">
    <w:name w:val="Style Bullete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69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2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5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7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69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9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8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698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5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9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9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2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6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6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4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9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50">
      <w:marLeft w:val="0"/>
      <w:marRight w:val="0"/>
      <w:marTop w:val="6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626">
              <w:marLeft w:val="0"/>
              <w:marRight w:val="0"/>
              <w:marTop w:val="0"/>
              <w:marBottom w:val="7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8" w:color="AAAAAA"/>
                        <w:right w:val="none" w:sz="0" w:space="0" w:color="auto"/>
                      </w:divBdr>
                      <w:divsChild>
                        <w:div w:id="803698721">
                          <w:marLeft w:val="0"/>
                          <w:marRight w:val="89"/>
                          <w:marTop w:val="0"/>
                          <w:marBottom w:val="8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0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3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2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68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9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7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52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5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76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2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5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9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24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3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7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45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66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0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7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47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7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2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697">
      <w:marLeft w:val="0"/>
      <w:marRight w:val="0"/>
      <w:marTop w:val="6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805">
              <w:marLeft w:val="0"/>
              <w:marRight w:val="0"/>
              <w:marTop w:val="0"/>
              <w:marBottom w:val="7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8" w:color="AAAAAA"/>
                        <w:right w:val="none" w:sz="0" w:space="0" w:color="auto"/>
                      </w:divBdr>
                      <w:divsChild>
                        <w:div w:id="803698653">
                          <w:marLeft w:val="0"/>
                          <w:marRight w:val="89"/>
                          <w:marTop w:val="0"/>
                          <w:marBottom w:val="8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3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72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84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69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4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58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0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1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8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3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2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73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43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2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77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73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9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34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4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0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1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3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6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0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4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31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4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8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9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0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3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9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9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22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9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15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1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33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44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5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4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7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8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69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9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8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369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8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3698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3698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8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3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8612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16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69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678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7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88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18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40">
          <w:marLeft w:val="151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%20HPTS\AppData\Roaming\Microsoft\Templates\Book%20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6E20-100B-4A88-9302-5BF46BB0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Book styles.dotx</Template>
  <TotalTime>9</TotalTime>
  <Pages>3</Pages>
  <Words>446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W115</dc:creator>
  <cp:lastModifiedBy>W115</cp:lastModifiedBy>
  <cp:revision>7</cp:revision>
  <cp:lastPrinted>2009-11-22T17:37:00Z</cp:lastPrinted>
  <dcterms:created xsi:type="dcterms:W3CDTF">2015-11-15T14:49:00Z</dcterms:created>
  <dcterms:modified xsi:type="dcterms:W3CDTF">2015-11-15T14:57:00Z</dcterms:modified>
</cp:coreProperties>
</file>